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B245E8" w14:textId="77777777" w:rsidR="005B2BFF" w:rsidRPr="005C6E20" w:rsidRDefault="005C6E20" w:rsidP="005B2BFF">
      <w:pPr>
        <w:rPr>
          <w:rFonts w:ascii="BIZ UD明朝 Medium" w:eastAsia="BIZ UD明朝 Medium" w:hAnsi="BIZ UD明朝 Medium"/>
          <w:sz w:val="20"/>
        </w:rPr>
      </w:pPr>
      <w:r w:rsidRPr="005C6E20">
        <w:rPr>
          <w:rFonts w:ascii="BIZ UD明朝 Medium" w:eastAsia="BIZ UD明朝 Medium" w:hAnsi="BIZ UD明朝 Medium" w:hint="eastAsia"/>
          <w:noProof/>
          <w:sz w:val="22"/>
          <w:szCs w:val="22"/>
        </w:rPr>
        <mc:AlternateContent>
          <mc:Choice Requires="wps">
            <w:drawing>
              <wp:anchor distT="0" distB="0" distL="114300" distR="114300" simplePos="0" relativeHeight="251657728" behindDoc="0" locked="0" layoutInCell="1" allowOverlap="1" wp14:anchorId="1AE73CD5" wp14:editId="341578B8">
                <wp:simplePos x="0" y="0"/>
                <wp:positionH relativeFrom="column">
                  <wp:posOffset>1820545</wp:posOffset>
                </wp:positionH>
                <wp:positionV relativeFrom="paragraph">
                  <wp:posOffset>5715</wp:posOffset>
                </wp:positionV>
                <wp:extent cx="1755140" cy="483235"/>
                <wp:effectExtent l="0" t="0" r="0" b="0"/>
                <wp:wrapNone/>
                <wp:docPr id="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5140" cy="483235"/>
                        </a:xfrm>
                        <a:prstGeom prst="rect">
                          <a:avLst/>
                        </a:prstGeom>
                        <a:solidFill>
                          <a:srgbClr val="FFFFFF"/>
                        </a:solidFill>
                        <a:ln w="63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37D9B2" w14:textId="77777777" w:rsidR="005B2BFF" w:rsidRPr="00BA139E" w:rsidRDefault="005B2BFF" w:rsidP="005B2BFF">
                            <w:pPr>
                              <w:jc w:val="center"/>
                              <w:rPr>
                                <w:rFonts w:ascii="BIZ UD明朝 Medium" w:eastAsia="BIZ UD明朝 Medium" w:hAnsi="BIZ UD明朝 Medium"/>
                                <w:sz w:val="44"/>
                                <w:szCs w:val="44"/>
                              </w:rPr>
                            </w:pPr>
                            <w:r w:rsidRPr="00BA139E">
                              <w:rPr>
                                <w:rFonts w:ascii="BIZ UD明朝 Medium" w:eastAsia="BIZ UD明朝 Medium" w:hAnsi="BIZ UD明朝 Medium" w:hint="eastAsia"/>
                                <w:sz w:val="44"/>
                                <w:szCs w:val="44"/>
                              </w:rPr>
                              <w:t>入　札　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left:0;text-align:left;margin-left:143.35pt;margin-top:.45pt;width:138.2pt;height:38.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" strokeweight=".5pt">
                <v:textbox inset="0,0,0,0">
                  <w:txbxContent>
                    <w:p w:rsidR="005B2BFF" w:rsidRPr="00BA139E" w:rsidRDefault="005B2BFF" w:rsidP="005B2BFF">
                      <w:pPr>
                        <w:jc w:val="center"/>
                        <w:rPr>
                          <w:rFonts w:ascii="BIZ UD明朝 Medium" w:eastAsia="BIZ UD明朝 Medium" w:hAnsi="BIZ UD明朝 Medium"/>
                          <w:sz w:val="44"/>
                          <w:szCs w:val="44"/>
                        </w:rPr>
                      </w:pPr>
                      <w:r w:rsidRPr="00BA139E">
                        <w:rPr>
                          <w:rFonts w:ascii="BIZ UD明朝 Medium" w:eastAsia="BIZ UD明朝 Medium" w:hAnsi="BIZ UD明朝 Medium" w:hint="eastAsia"/>
                          <w:sz w:val="44"/>
                          <w:szCs w:val="44"/>
                        </w:rPr>
                        <w:t>入　札　書</w:t>
                      </w:r>
                    </w:p>
                  </w:txbxContent>
                </v:textbox>
              </v:rect>
            </w:pict>
          </mc:Fallback>
        </mc:AlternateContent>
      </w:r>
      <w:r w:rsidR="00917500" w:rsidRPr="005C6E20">
        <w:rPr>
          <w:rFonts w:ascii="BIZ UD明朝 Medium" w:eastAsia="BIZ UD明朝 Medium" w:hAnsi="BIZ UD明朝 Medium" w:hint="eastAsia"/>
          <w:sz w:val="22"/>
          <w:szCs w:val="22"/>
        </w:rPr>
        <w:t>様式第５</w:t>
      </w:r>
      <w:r w:rsidR="005B2BFF" w:rsidRPr="005C6E20">
        <w:rPr>
          <w:rFonts w:ascii="BIZ UD明朝 Medium" w:eastAsia="BIZ UD明朝 Medium" w:hAnsi="BIZ UD明朝 Medium" w:hint="eastAsia"/>
          <w:sz w:val="22"/>
          <w:szCs w:val="22"/>
        </w:rPr>
        <w:t xml:space="preserve">号（第９条関係）　　　　　　</w:t>
      </w:r>
      <w:r w:rsidR="005B2BFF" w:rsidRPr="005C6E20">
        <w:rPr>
          <w:rFonts w:ascii="BIZ UD明朝 Medium" w:eastAsia="BIZ UD明朝 Medium" w:hAnsi="BIZ UD明朝 Medium" w:hint="eastAsia"/>
          <w:sz w:val="20"/>
        </w:rPr>
        <w:t xml:space="preserve">　　　　　　　　　　　　　　　　　　　</w:t>
      </w:r>
      <w:r w:rsidR="002F5D47" w:rsidRPr="005C6E20">
        <w:rPr>
          <w:rFonts w:ascii="BIZ UD明朝 Medium" w:eastAsia="BIZ UD明朝 Medium" w:hAnsi="BIZ UD明朝 Medium" w:hint="eastAsia"/>
          <w:sz w:val="20"/>
        </w:rPr>
        <w:t xml:space="preserve">　　　</w:t>
      </w:r>
      <w:r w:rsidR="005B2BFF" w:rsidRPr="005C6E20">
        <w:rPr>
          <w:rFonts w:ascii="BIZ UD明朝 Medium" w:eastAsia="BIZ UD明朝 Medium" w:hAnsi="BIZ UD明朝 Medium" w:hint="eastAsia"/>
          <w:sz w:val="20"/>
        </w:rPr>
        <w:t xml:space="preserve">　　　　(№08)</w:t>
      </w:r>
    </w:p>
    <w:p w14:paraId="3130CA8C" w14:textId="77777777" w:rsidR="005B2BFF" w:rsidRPr="005C6E20" w:rsidRDefault="005B2BFF" w:rsidP="005B2BFF">
      <w:pPr>
        <w:rPr>
          <w:rFonts w:ascii="BIZ UD明朝 Medium" w:eastAsia="BIZ UD明朝 Medium" w:hAnsi="BIZ UD明朝 Medium"/>
          <w:sz w:val="20"/>
        </w:rPr>
      </w:pPr>
    </w:p>
    <w:p w14:paraId="37D71AAD" w14:textId="77777777" w:rsidR="005B2BFF" w:rsidRPr="005C6E20" w:rsidRDefault="005B2BFF" w:rsidP="005B2BFF">
      <w:pPr>
        <w:jc w:val="right"/>
        <w:rPr>
          <w:rFonts w:ascii="BIZ UD明朝 Medium" w:eastAsia="BIZ UD明朝 Medium" w:hAnsi="BIZ UD明朝 Medium"/>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318"/>
      </w:tblGrid>
      <w:tr w:rsidR="005B2BFF" w:rsidRPr="005C6E20" w14:paraId="3828F943" w14:textId="77777777" w:rsidTr="00D97B57">
        <w:trPr>
          <w:trHeight w:val="814"/>
        </w:trPr>
        <w:tc>
          <w:tcPr>
            <w:tcW w:w="1276" w:type="dxa"/>
            <w:shd w:val="clear" w:color="auto" w:fill="auto"/>
            <w:vAlign w:val="center"/>
          </w:tcPr>
          <w:p w14:paraId="52273311" w14:textId="77777777" w:rsidR="005B2BFF" w:rsidRPr="005C6E20" w:rsidRDefault="00ED4821" w:rsidP="00ED4821">
            <w:pPr>
              <w:snapToGrid w:val="0"/>
              <w:spacing w:line="240" w:lineRule="exact"/>
              <w:jc w:val="center"/>
              <w:rPr>
                <w:rFonts w:ascii="BIZ UD明朝 Medium" w:eastAsia="BIZ UD明朝 Medium" w:hAnsi="BIZ UD明朝 Medium"/>
                <w:sz w:val="24"/>
                <w:szCs w:val="24"/>
              </w:rPr>
            </w:pPr>
            <w:r w:rsidRPr="005C6E20">
              <w:rPr>
                <w:rFonts w:ascii="BIZ UD明朝 Medium" w:eastAsia="BIZ UD明朝 Medium" w:hAnsi="BIZ UD明朝 Medium" w:hint="eastAsia"/>
                <w:sz w:val="24"/>
                <w:szCs w:val="24"/>
              </w:rPr>
              <w:t>件　名</w:t>
            </w:r>
          </w:p>
        </w:tc>
        <w:tc>
          <w:tcPr>
            <w:tcW w:w="7318" w:type="dxa"/>
            <w:shd w:val="clear" w:color="auto" w:fill="auto"/>
            <w:vAlign w:val="center"/>
          </w:tcPr>
          <w:p w14:paraId="44DEF34F" w14:textId="77777777" w:rsidR="005B2BFF" w:rsidRPr="005C6E20" w:rsidRDefault="005B2BFF" w:rsidP="00B83566">
            <w:pPr>
              <w:snapToGrid w:val="0"/>
              <w:jc w:val="center"/>
              <w:rPr>
                <w:rFonts w:ascii="BIZ UD明朝 Medium" w:eastAsia="BIZ UD明朝 Medium" w:hAnsi="BIZ UD明朝 Medium"/>
                <w:sz w:val="32"/>
                <w:szCs w:val="32"/>
              </w:rPr>
            </w:pPr>
            <w:r w:rsidRPr="005C6E20">
              <w:rPr>
                <w:rFonts w:ascii="BIZ UD明朝 Medium" w:eastAsia="BIZ UD明朝 Medium" w:hAnsi="BIZ UD明朝 Medium" w:hint="eastAsia"/>
                <w:sz w:val="32"/>
                <w:szCs w:val="32"/>
              </w:rPr>
              <w:t xml:space="preserve">　　</w:t>
            </w:r>
            <w:r w:rsidR="00B041C5">
              <w:rPr>
                <w:rFonts w:ascii="BIZ UD明朝 Medium" w:eastAsia="BIZ UD明朝 Medium" w:hAnsi="BIZ UD明朝 Medium" w:hint="eastAsia"/>
                <w:sz w:val="32"/>
                <w:szCs w:val="32"/>
              </w:rPr>
              <w:t>小・中学校複写機サービス</w:t>
            </w:r>
            <w:r w:rsidR="005C6E20" w:rsidRPr="005C6E20">
              <w:rPr>
                <w:rFonts w:ascii="BIZ UD明朝 Medium" w:eastAsia="BIZ UD明朝 Medium" w:hAnsi="BIZ UD明朝 Medium" w:hint="eastAsia"/>
                <w:sz w:val="32"/>
                <w:szCs w:val="32"/>
              </w:rPr>
              <w:t>事業</w:t>
            </w:r>
          </w:p>
        </w:tc>
      </w:tr>
    </w:tbl>
    <w:p w14:paraId="16EF57D5" w14:textId="77777777" w:rsidR="005B2BFF" w:rsidRPr="005C6E20" w:rsidRDefault="005B2BFF" w:rsidP="005B2BFF">
      <w:pPr>
        <w:jc w:val="right"/>
        <w:rPr>
          <w:rFonts w:ascii="BIZ UD明朝 Medium" w:eastAsia="BIZ UD明朝 Medium" w:hAnsi="BIZ UD明朝 Medium"/>
          <w:sz w:val="24"/>
          <w:szCs w:val="24"/>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797"/>
        <w:gridCol w:w="797"/>
        <w:gridCol w:w="797"/>
      </w:tblGrid>
      <w:tr w:rsidR="005B2BFF" w:rsidRPr="005C6E20" w14:paraId="4C9E5EEF" w14:textId="77777777" w:rsidTr="00B83566">
        <w:trPr>
          <w:trHeight w:val="858"/>
        </w:trPr>
        <w:tc>
          <w:tcPr>
            <w:tcW w:w="4394" w:type="dxa"/>
            <w:shd w:val="clear" w:color="auto" w:fill="auto"/>
            <w:vAlign w:val="center"/>
          </w:tcPr>
          <w:p w14:paraId="77094DB5" w14:textId="77777777" w:rsidR="005B2BFF" w:rsidRPr="005C6E20" w:rsidRDefault="005B2BFF" w:rsidP="00B83566">
            <w:pPr>
              <w:jc w:val="center"/>
              <w:rPr>
                <w:rFonts w:ascii="BIZ UD明朝 Medium" w:eastAsia="BIZ UD明朝 Medium" w:hAnsi="BIZ UD明朝 Medium"/>
                <w:sz w:val="32"/>
                <w:szCs w:val="32"/>
              </w:rPr>
            </w:pPr>
            <w:r w:rsidRPr="005C6E20">
              <w:rPr>
                <w:rFonts w:ascii="BIZ UD明朝 Medium" w:eastAsia="BIZ UD明朝 Medium" w:hAnsi="BIZ UD明朝 Medium" w:hint="eastAsia"/>
                <w:sz w:val="32"/>
                <w:szCs w:val="32"/>
              </w:rPr>
              <w:t>くじ番号</w:t>
            </w:r>
          </w:p>
          <w:p w14:paraId="3AF715F6" w14:textId="77777777" w:rsidR="005B2BFF" w:rsidRPr="005C6E20" w:rsidRDefault="005B2BFF" w:rsidP="00B83566">
            <w:pPr>
              <w:snapToGrid w:val="0"/>
              <w:spacing w:line="220" w:lineRule="exact"/>
              <w:ind w:firstLineChars="100" w:firstLine="193"/>
              <w:jc w:val="left"/>
              <w:rPr>
                <w:rFonts w:ascii="BIZ UD明朝 Medium" w:eastAsia="BIZ UD明朝 Medium" w:hAnsi="BIZ UD明朝 Medium"/>
                <w:szCs w:val="21"/>
              </w:rPr>
            </w:pPr>
            <w:r w:rsidRPr="005C6E20">
              <w:rPr>
                <w:rFonts w:ascii="BIZ UD明朝 Medium" w:eastAsia="BIZ UD明朝 Medium" w:hAnsi="BIZ UD明朝 Medium" w:hint="eastAsia"/>
                <w:szCs w:val="21"/>
              </w:rPr>
              <w:t xml:space="preserve">※　</w:t>
            </w:r>
            <w:r w:rsidRPr="005C6E20">
              <w:rPr>
                <w:rFonts w:ascii="BIZ UD明朝 Medium" w:eastAsia="BIZ UD明朝 Medium" w:hAnsi="BIZ UD明朝 Medium" w:hint="eastAsia"/>
                <w:b/>
                <w:szCs w:val="21"/>
                <w:u w:val="single"/>
              </w:rPr>
              <w:t>郵便入札の場合は３桁の数字</w:t>
            </w:r>
            <w:r w:rsidRPr="005C6E20">
              <w:rPr>
                <w:rFonts w:ascii="BIZ UD明朝 Medium" w:eastAsia="BIZ UD明朝 Medium" w:hAnsi="BIZ UD明朝 Medium" w:hint="eastAsia"/>
                <w:szCs w:val="21"/>
              </w:rPr>
              <w:t>を必ず記入</w:t>
            </w:r>
          </w:p>
          <w:p w14:paraId="341245ED" w14:textId="77777777" w:rsidR="005B2BFF" w:rsidRPr="005C6E20" w:rsidRDefault="005B2BFF" w:rsidP="00B83566">
            <w:pPr>
              <w:snapToGrid w:val="0"/>
              <w:spacing w:line="220" w:lineRule="exact"/>
              <w:ind w:firstLineChars="100" w:firstLine="193"/>
              <w:jc w:val="left"/>
              <w:rPr>
                <w:rFonts w:ascii="BIZ UD明朝 Medium" w:eastAsia="BIZ UD明朝 Medium" w:hAnsi="BIZ UD明朝 Medium"/>
                <w:sz w:val="24"/>
                <w:szCs w:val="24"/>
              </w:rPr>
            </w:pPr>
            <w:r w:rsidRPr="005C6E20">
              <w:rPr>
                <w:rFonts w:ascii="BIZ UD明朝 Medium" w:eastAsia="BIZ UD明朝 Medium" w:hAnsi="BIZ UD明朝 Medium" w:hint="eastAsia"/>
                <w:szCs w:val="21"/>
              </w:rPr>
              <w:t>※　会場入札の場合は記入不要</w:t>
            </w:r>
          </w:p>
        </w:tc>
        <w:tc>
          <w:tcPr>
            <w:tcW w:w="797" w:type="dxa"/>
            <w:tcBorders>
              <w:right w:val="dashSmallGap" w:sz="4" w:space="0" w:color="auto"/>
            </w:tcBorders>
            <w:shd w:val="clear" w:color="auto" w:fill="auto"/>
            <w:vAlign w:val="center"/>
          </w:tcPr>
          <w:p w14:paraId="3C115A7B" w14:textId="77777777" w:rsidR="005B2BFF" w:rsidRPr="005C6E20" w:rsidRDefault="005B2BFF" w:rsidP="00B83566">
            <w:pPr>
              <w:jc w:val="center"/>
              <w:rPr>
                <w:rFonts w:ascii="BIZ UD明朝 Medium" w:eastAsia="BIZ UD明朝 Medium" w:hAnsi="BIZ UD明朝 Medium"/>
                <w:sz w:val="32"/>
                <w:szCs w:val="32"/>
              </w:rPr>
            </w:pPr>
          </w:p>
        </w:tc>
        <w:tc>
          <w:tcPr>
            <w:tcW w:w="797" w:type="dxa"/>
            <w:tcBorders>
              <w:left w:val="dashSmallGap" w:sz="4" w:space="0" w:color="auto"/>
              <w:right w:val="dashSmallGap" w:sz="4" w:space="0" w:color="auto"/>
            </w:tcBorders>
            <w:shd w:val="clear" w:color="auto" w:fill="auto"/>
            <w:vAlign w:val="center"/>
          </w:tcPr>
          <w:p w14:paraId="00C9022B" w14:textId="77777777" w:rsidR="005B2BFF" w:rsidRPr="005C6E20" w:rsidRDefault="005B2BFF" w:rsidP="00B83566">
            <w:pPr>
              <w:jc w:val="center"/>
              <w:rPr>
                <w:rFonts w:ascii="BIZ UD明朝 Medium" w:eastAsia="BIZ UD明朝 Medium" w:hAnsi="BIZ UD明朝 Medium"/>
                <w:sz w:val="32"/>
                <w:szCs w:val="32"/>
              </w:rPr>
            </w:pPr>
          </w:p>
        </w:tc>
        <w:tc>
          <w:tcPr>
            <w:tcW w:w="797" w:type="dxa"/>
            <w:tcBorders>
              <w:left w:val="dashSmallGap" w:sz="4" w:space="0" w:color="auto"/>
            </w:tcBorders>
            <w:shd w:val="clear" w:color="auto" w:fill="auto"/>
            <w:vAlign w:val="center"/>
          </w:tcPr>
          <w:p w14:paraId="3A64EB29" w14:textId="77777777" w:rsidR="005B2BFF" w:rsidRPr="005C6E20" w:rsidRDefault="005B2BFF" w:rsidP="00B83566">
            <w:pPr>
              <w:jc w:val="center"/>
              <w:rPr>
                <w:rFonts w:ascii="BIZ UD明朝 Medium" w:eastAsia="BIZ UD明朝 Medium" w:hAnsi="BIZ UD明朝 Medium"/>
                <w:sz w:val="32"/>
                <w:szCs w:val="32"/>
              </w:rPr>
            </w:pPr>
          </w:p>
        </w:tc>
      </w:tr>
    </w:tbl>
    <w:p w14:paraId="72ACD05C" w14:textId="77777777" w:rsidR="005B2BFF" w:rsidRPr="005C6E20" w:rsidRDefault="005B2BFF" w:rsidP="005B2BFF">
      <w:pPr>
        <w:rPr>
          <w:rFonts w:ascii="BIZ UD明朝 Medium" w:eastAsia="BIZ UD明朝 Medium" w:hAnsi="BIZ UD明朝 Medium"/>
          <w:sz w:val="24"/>
          <w:szCs w:val="24"/>
        </w:rPr>
      </w:pPr>
    </w:p>
    <w:tbl>
      <w:tblPr>
        <w:tblpPr w:leftFromText="142" w:rightFromText="142" w:vertAnchor="text" w:horzAnchor="page" w:tblpX="1813" w:tblpY="17"/>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608"/>
        <w:gridCol w:w="600"/>
        <w:gridCol w:w="600"/>
        <w:gridCol w:w="640"/>
        <w:gridCol w:w="640"/>
        <w:gridCol w:w="640"/>
        <w:gridCol w:w="640"/>
        <w:gridCol w:w="640"/>
        <w:gridCol w:w="640"/>
        <w:gridCol w:w="640"/>
        <w:gridCol w:w="640"/>
        <w:gridCol w:w="427"/>
      </w:tblGrid>
      <w:tr w:rsidR="005B2BFF" w:rsidRPr="005C6E20" w14:paraId="5C882B24" w14:textId="77777777" w:rsidTr="00B83566">
        <w:tc>
          <w:tcPr>
            <w:tcW w:w="1384" w:type="dxa"/>
            <w:vMerge w:val="restart"/>
            <w:tcBorders>
              <w:top w:val="nil"/>
              <w:left w:val="nil"/>
              <w:bottom w:val="nil"/>
            </w:tcBorders>
            <w:shd w:val="clear" w:color="auto" w:fill="auto"/>
            <w:vAlign w:val="center"/>
          </w:tcPr>
          <w:p w14:paraId="6AC25BF2" w14:textId="77777777" w:rsidR="005B2BFF" w:rsidRPr="005C6E20" w:rsidRDefault="005B2BFF" w:rsidP="00B83566">
            <w:pPr>
              <w:jc w:val="center"/>
              <w:rPr>
                <w:rFonts w:ascii="BIZ UD明朝 Medium" w:eastAsia="BIZ UD明朝 Medium" w:hAnsi="BIZ UD明朝 Medium"/>
                <w:sz w:val="28"/>
                <w:szCs w:val="28"/>
              </w:rPr>
            </w:pPr>
            <w:r w:rsidRPr="005C6E20">
              <w:rPr>
                <w:rFonts w:ascii="BIZ UD明朝 Medium" w:eastAsia="BIZ UD明朝 Medium" w:hAnsi="BIZ UD明朝 Medium" w:hint="eastAsia"/>
                <w:sz w:val="28"/>
                <w:szCs w:val="28"/>
              </w:rPr>
              <w:t>入札金額</w:t>
            </w:r>
          </w:p>
        </w:tc>
        <w:tc>
          <w:tcPr>
            <w:tcW w:w="608" w:type="dxa"/>
            <w:vMerge w:val="restart"/>
            <w:vAlign w:val="center"/>
          </w:tcPr>
          <w:p w14:paraId="3D4E3CF0" w14:textId="77777777" w:rsidR="005B2BFF" w:rsidRPr="005C6E20" w:rsidRDefault="005B2BFF" w:rsidP="00B83566">
            <w:pPr>
              <w:ind w:leftChars="-116" w:left="-224" w:rightChars="-55" w:right="-106"/>
              <w:jc w:val="center"/>
              <w:rPr>
                <w:rFonts w:ascii="BIZ UD明朝 Medium" w:eastAsia="BIZ UD明朝 Medium" w:hAnsi="BIZ UD明朝 Medium"/>
                <w:sz w:val="36"/>
                <w:szCs w:val="36"/>
              </w:rPr>
            </w:pPr>
            <w:r w:rsidRPr="005C6E20">
              <w:rPr>
                <w:rFonts w:ascii="BIZ UD明朝 Medium" w:eastAsia="BIZ UD明朝 Medium" w:hAnsi="BIZ UD明朝 Medium" w:hint="eastAsia"/>
                <w:sz w:val="36"/>
                <w:szCs w:val="36"/>
              </w:rPr>
              <w:t>金</w:t>
            </w:r>
          </w:p>
        </w:tc>
        <w:tc>
          <w:tcPr>
            <w:tcW w:w="600" w:type="dxa"/>
            <w:vAlign w:val="center"/>
          </w:tcPr>
          <w:p w14:paraId="7D849DD9" w14:textId="77777777" w:rsidR="005B2BFF" w:rsidRPr="005C6E20" w:rsidRDefault="005B2BFF" w:rsidP="00B83566">
            <w:pPr>
              <w:ind w:leftChars="-116" w:left="-224" w:rightChars="-55" w:right="-106"/>
              <w:jc w:val="center"/>
              <w:rPr>
                <w:rFonts w:ascii="BIZ UD明朝 Medium" w:eastAsia="BIZ UD明朝 Medium" w:hAnsi="BIZ UD明朝 Medium"/>
                <w:sz w:val="22"/>
                <w:szCs w:val="22"/>
              </w:rPr>
            </w:pPr>
            <w:r w:rsidRPr="005C6E20">
              <w:rPr>
                <w:rFonts w:ascii="BIZ UD明朝 Medium" w:eastAsia="BIZ UD明朝 Medium" w:hAnsi="BIZ UD明朝 Medium" w:hint="eastAsia"/>
                <w:sz w:val="22"/>
                <w:szCs w:val="22"/>
              </w:rPr>
              <w:t>十</w:t>
            </w:r>
          </w:p>
        </w:tc>
        <w:tc>
          <w:tcPr>
            <w:tcW w:w="600" w:type="dxa"/>
            <w:tcBorders>
              <w:right w:val="dashed" w:sz="4" w:space="0" w:color="auto"/>
            </w:tcBorders>
            <w:shd w:val="clear" w:color="auto" w:fill="auto"/>
          </w:tcPr>
          <w:p w14:paraId="63A885CA" w14:textId="77777777" w:rsidR="005B2BFF" w:rsidRPr="005C6E20" w:rsidRDefault="005B2BFF" w:rsidP="00B83566">
            <w:pPr>
              <w:jc w:val="center"/>
              <w:rPr>
                <w:rFonts w:ascii="BIZ UD明朝 Medium" w:eastAsia="BIZ UD明朝 Medium" w:hAnsi="BIZ UD明朝 Medium"/>
                <w:sz w:val="22"/>
                <w:szCs w:val="22"/>
              </w:rPr>
            </w:pPr>
            <w:r w:rsidRPr="005C6E20">
              <w:rPr>
                <w:rFonts w:ascii="BIZ UD明朝 Medium" w:eastAsia="BIZ UD明朝 Medium" w:hAnsi="BIZ UD明朝 Medium" w:hint="eastAsia"/>
                <w:sz w:val="22"/>
                <w:szCs w:val="22"/>
              </w:rPr>
              <w:t>億</w:t>
            </w:r>
          </w:p>
        </w:tc>
        <w:tc>
          <w:tcPr>
            <w:tcW w:w="640" w:type="dxa"/>
            <w:tcBorders>
              <w:left w:val="dashed" w:sz="4" w:space="0" w:color="auto"/>
              <w:right w:val="dashed" w:sz="4" w:space="0" w:color="auto"/>
            </w:tcBorders>
            <w:shd w:val="clear" w:color="auto" w:fill="auto"/>
          </w:tcPr>
          <w:p w14:paraId="53218F3E" w14:textId="77777777" w:rsidR="005B2BFF" w:rsidRPr="005C6E20" w:rsidRDefault="005B2BFF" w:rsidP="00B83566">
            <w:pPr>
              <w:jc w:val="center"/>
              <w:rPr>
                <w:rFonts w:ascii="BIZ UD明朝 Medium" w:eastAsia="BIZ UD明朝 Medium" w:hAnsi="BIZ UD明朝 Medium"/>
                <w:sz w:val="22"/>
                <w:szCs w:val="22"/>
              </w:rPr>
            </w:pPr>
            <w:r w:rsidRPr="005C6E20">
              <w:rPr>
                <w:rFonts w:ascii="BIZ UD明朝 Medium" w:eastAsia="BIZ UD明朝 Medium" w:hAnsi="BIZ UD明朝 Medium" w:hint="eastAsia"/>
                <w:sz w:val="22"/>
                <w:szCs w:val="22"/>
              </w:rPr>
              <w:t>千</w:t>
            </w:r>
          </w:p>
        </w:tc>
        <w:tc>
          <w:tcPr>
            <w:tcW w:w="640" w:type="dxa"/>
            <w:tcBorders>
              <w:left w:val="dashed" w:sz="4" w:space="0" w:color="auto"/>
            </w:tcBorders>
            <w:shd w:val="clear" w:color="auto" w:fill="auto"/>
          </w:tcPr>
          <w:p w14:paraId="498116D6" w14:textId="77777777" w:rsidR="005B2BFF" w:rsidRPr="005C6E20" w:rsidRDefault="005B2BFF" w:rsidP="00B83566">
            <w:pPr>
              <w:jc w:val="center"/>
              <w:rPr>
                <w:rFonts w:ascii="BIZ UD明朝 Medium" w:eastAsia="BIZ UD明朝 Medium" w:hAnsi="BIZ UD明朝 Medium"/>
                <w:sz w:val="22"/>
                <w:szCs w:val="22"/>
              </w:rPr>
            </w:pPr>
            <w:r w:rsidRPr="005C6E20">
              <w:rPr>
                <w:rFonts w:ascii="BIZ UD明朝 Medium" w:eastAsia="BIZ UD明朝 Medium" w:hAnsi="BIZ UD明朝 Medium" w:hint="eastAsia"/>
                <w:sz w:val="22"/>
                <w:szCs w:val="22"/>
              </w:rPr>
              <w:t>百</w:t>
            </w:r>
          </w:p>
        </w:tc>
        <w:tc>
          <w:tcPr>
            <w:tcW w:w="640" w:type="dxa"/>
            <w:tcBorders>
              <w:right w:val="dashed" w:sz="4" w:space="0" w:color="auto"/>
            </w:tcBorders>
            <w:shd w:val="clear" w:color="auto" w:fill="auto"/>
          </w:tcPr>
          <w:p w14:paraId="7855FD5C" w14:textId="77777777" w:rsidR="005B2BFF" w:rsidRPr="005C6E20" w:rsidRDefault="005B2BFF" w:rsidP="00B83566">
            <w:pPr>
              <w:jc w:val="center"/>
              <w:rPr>
                <w:rFonts w:ascii="BIZ UD明朝 Medium" w:eastAsia="BIZ UD明朝 Medium" w:hAnsi="BIZ UD明朝 Medium"/>
                <w:sz w:val="22"/>
                <w:szCs w:val="22"/>
              </w:rPr>
            </w:pPr>
            <w:r w:rsidRPr="005C6E20">
              <w:rPr>
                <w:rFonts w:ascii="BIZ UD明朝 Medium" w:eastAsia="BIZ UD明朝 Medium" w:hAnsi="BIZ UD明朝 Medium" w:hint="eastAsia"/>
                <w:sz w:val="22"/>
                <w:szCs w:val="22"/>
              </w:rPr>
              <w:t>十</w:t>
            </w:r>
          </w:p>
        </w:tc>
        <w:tc>
          <w:tcPr>
            <w:tcW w:w="640" w:type="dxa"/>
            <w:tcBorders>
              <w:left w:val="dashed" w:sz="4" w:space="0" w:color="auto"/>
              <w:right w:val="dashed" w:sz="4" w:space="0" w:color="auto"/>
            </w:tcBorders>
            <w:shd w:val="clear" w:color="auto" w:fill="auto"/>
          </w:tcPr>
          <w:p w14:paraId="15E5A8A9" w14:textId="77777777" w:rsidR="005B2BFF" w:rsidRPr="005C6E20" w:rsidRDefault="005B2BFF" w:rsidP="00B83566">
            <w:pPr>
              <w:jc w:val="center"/>
              <w:rPr>
                <w:rFonts w:ascii="BIZ UD明朝 Medium" w:eastAsia="BIZ UD明朝 Medium" w:hAnsi="BIZ UD明朝 Medium"/>
                <w:sz w:val="22"/>
                <w:szCs w:val="22"/>
              </w:rPr>
            </w:pPr>
            <w:r w:rsidRPr="005C6E20">
              <w:rPr>
                <w:rFonts w:ascii="BIZ UD明朝 Medium" w:eastAsia="BIZ UD明朝 Medium" w:hAnsi="BIZ UD明朝 Medium" w:hint="eastAsia"/>
                <w:sz w:val="22"/>
                <w:szCs w:val="22"/>
              </w:rPr>
              <w:t>万</w:t>
            </w:r>
          </w:p>
        </w:tc>
        <w:tc>
          <w:tcPr>
            <w:tcW w:w="640" w:type="dxa"/>
            <w:tcBorders>
              <w:left w:val="dashed" w:sz="4" w:space="0" w:color="auto"/>
            </w:tcBorders>
            <w:shd w:val="clear" w:color="auto" w:fill="auto"/>
          </w:tcPr>
          <w:p w14:paraId="26842726" w14:textId="77777777" w:rsidR="005B2BFF" w:rsidRPr="005C6E20" w:rsidRDefault="005B2BFF" w:rsidP="00B83566">
            <w:pPr>
              <w:jc w:val="center"/>
              <w:rPr>
                <w:rFonts w:ascii="BIZ UD明朝 Medium" w:eastAsia="BIZ UD明朝 Medium" w:hAnsi="BIZ UD明朝 Medium"/>
                <w:sz w:val="22"/>
                <w:szCs w:val="22"/>
              </w:rPr>
            </w:pPr>
            <w:r w:rsidRPr="005C6E20">
              <w:rPr>
                <w:rFonts w:ascii="BIZ UD明朝 Medium" w:eastAsia="BIZ UD明朝 Medium" w:hAnsi="BIZ UD明朝 Medium" w:hint="eastAsia"/>
                <w:sz w:val="22"/>
                <w:szCs w:val="22"/>
              </w:rPr>
              <w:t>千</w:t>
            </w:r>
          </w:p>
        </w:tc>
        <w:tc>
          <w:tcPr>
            <w:tcW w:w="640" w:type="dxa"/>
            <w:tcBorders>
              <w:right w:val="dashed" w:sz="4" w:space="0" w:color="auto"/>
            </w:tcBorders>
            <w:shd w:val="clear" w:color="auto" w:fill="auto"/>
          </w:tcPr>
          <w:p w14:paraId="36DEA8C8" w14:textId="77777777" w:rsidR="005B2BFF" w:rsidRPr="005C6E20" w:rsidRDefault="005B2BFF" w:rsidP="00B83566">
            <w:pPr>
              <w:jc w:val="center"/>
              <w:rPr>
                <w:rFonts w:ascii="BIZ UD明朝 Medium" w:eastAsia="BIZ UD明朝 Medium" w:hAnsi="BIZ UD明朝 Medium"/>
                <w:sz w:val="22"/>
                <w:szCs w:val="22"/>
              </w:rPr>
            </w:pPr>
            <w:r w:rsidRPr="005C6E20">
              <w:rPr>
                <w:rFonts w:ascii="BIZ UD明朝 Medium" w:eastAsia="BIZ UD明朝 Medium" w:hAnsi="BIZ UD明朝 Medium" w:hint="eastAsia"/>
                <w:sz w:val="22"/>
                <w:szCs w:val="22"/>
              </w:rPr>
              <w:t>百</w:t>
            </w:r>
          </w:p>
        </w:tc>
        <w:tc>
          <w:tcPr>
            <w:tcW w:w="640" w:type="dxa"/>
            <w:tcBorders>
              <w:left w:val="dashed" w:sz="4" w:space="0" w:color="auto"/>
              <w:right w:val="dashed" w:sz="4" w:space="0" w:color="auto"/>
            </w:tcBorders>
            <w:shd w:val="clear" w:color="auto" w:fill="auto"/>
          </w:tcPr>
          <w:p w14:paraId="16FDE18B" w14:textId="77777777" w:rsidR="005B2BFF" w:rsidRPr="005C6E20" w:rsidRDefault="005B2BFF" w:rsidP="00B83566">
            <w:pPr>
              <w:jc w:val="center"/>
              <w:rPr>
                <w:rFonts w:ascii="BIZ UD明朝 Medium" w:eastAsia="BIZ UD明朝 Medium" w:hAnsi="BIZ UD明朝 Medium"/>
                <w:sz w:val="22"/>
                <w:szCs w:val="22"/>
              </w:rPr>
            </w:pPr>
            <w:r w:rsidRPr="005C6E20">
              <w:rPr>
                <w:rFonts w:ascii="BIZ UD明朝 Medium" w:eastAsia="BIZ UD明朝 Medium" w:hAnsi="BIZ UD明朝 Medium" w:hint="eastAsia"/>
                <w:sz w:val="22"/>
                <w:szCs w:val="22"/>
              </w:rPr>
              <w:t>十</w:t>
            </w:r>
          </w:p>
        </w:tc>
        <w:tc>
          <w:tcPr>
            <w:tcW w:w="640" w:type="dxa"/>
            <w:tcBorders>
              <w:left w:val="dashed" w:sz="4" w:space="0" w:color="auto"/>
            </w:tcBorders>
            <w:shd w:val="clear" w:color="auto" w:fill="auto"/>
          </w:tcPr>
          <w:p w14:paraId="24C23FA7" w14:textId="77777777" w:rsidR="005B2BFF" w:rsidRPr="005C6E20" w:rsidRDefault="005B2BFF" w:rsidP="00B83566">
            <w:pPr>
              <w:jc w:val="center"/>
              <w:rPr>
                <w:rFonts w:ascii="BIZ UD明朝 Medium" w:eastAsia="BIZ UD明朝 Medium" w:hAnsi="BIZ UD明朝 Medium"/>
                <w:sz w:val="22"/>
                <w:szCs w:val="22"/>
              </w:rPr>
            </w:pPr>
            <w:r w:rsidRPr="005C6E20">
              <w:rPr>
                <w:rFonts w:ascii="BIZ UD明朝 Medium" w:eastAsia="BIZ UD明朝 Medium" w:hAnsi="BIZ UD明朝 Medium" w:hint="eastAsia"/>
                <w:sz w:val="22"/>
                <w:szCs w:val="22"/>
              </w:rPr>
              <w:t>一</w:t>
            </w:r>
          </w:p>
        </w:tc>
        <w:tc>
          <w:tcPr>
            <w:tcW w:w="427" w:type="dxa"/>
            <w:tcBorders>
              <w:top w:val="nil"/>
              <w:left w:val="dashed" w:sz="4" w:space="0" w:color="auto"/>
              <w:bottom w:val="nil"/>
              <w:right w:val="nil"/>
            </w:tcBorders>
            <w:shd w:val="clear" w:color="auto" w:fill="auto"/>
          </w:tcPr>
          <w:p w14:paraId="4B10BF50" w14:textId="77777777" w:rsidR="005B2BFF" w:rsidRPr="005C6E20" w:rsidRDefault="005B2BFF" w:rsidP="00B83566">
            <w:pPr>
              <w:jc w:val="center"/>
              <w:rPr>
                <w:rFonts w:ascii="BIZ UD明朝 Medium" w:eastAsia="BIZ UD明朝 Medium" w:hAnsi="BIZ UD明朝 Medium"/>
                <w:sz w:val="22"/>
                <w:szCs w:val="22"/>
              </w:rPr>
            </w:pPr>
          </w:p>
        </w:tc>
      </w:tr>
      <w:tr w:rsidR="005B2BFF" w:rsidRPr="005C6E20" w14:paraId="0E36FA99" w14:textId="77777777" w:rsidTr="00B83566">
        <w:trPr>
          <w:trHeight w:val="743"/>
        </w:trPr>
        <w:tc>
          <w:tcPr>
            <w:tcW w:w="1384" w:type="dxa"/>
            <w:vMerge/>
            <w:tcBorders>
              <w:left w:val="nil"/>
              <w:bottom w:val="nil"/>
            </w:tcBorders>
            <w:shd w:val="clear" w:color="auto" w:fill="auto"/>
          </w:tcPr>
          <w:p w14:paraId="6EEBDE11" w14:textId="77777777" w:rsidR="005B2BFF" w:rsidRPr="005C6E20" w:rsidRDefault="005B2BFF" w:rsidP="00B83566">
            <w:pPr>
              <w:rPr>
                <w:rFonts w:ascii="BIZ UD明朝 Medium" w:eastAsia="BIZ UD明朝 Medium" w:hAnsi="BIZ UD明朝 Medium"/>
                <w:sz w:val="24"/>
                <w:szCs w:val="24"/>
              </w:rPr>
            </w:pPr>
          </w:p>
        </w:tc>
        <w:tc>
          <w:tcPr>
            <w:tcW w:w="608" w:type="dxa"/>
            <w:vMerge/>
          </w:tcPr>
          <w:p w14:paraId="69B311C8" w14:textId="77777777" w:rsidR="005B2BFF" w:rsidRPr="005C6E20" w:rsidRDefault="005B2BFF" w:rsidP="00B83566">
            <w:pPr>
              <w:jc w:val="center"/>
              <w:rPr>
                <w:rFonts w:ascii="BIZ UD明朝 Medium" w:eastAsia="BIZ UD明朝 Medium" w:hAnsi="BIZ UD明朝 Medium"/>
                <w:b/>
                <w:sz w:val="44"/>
                <w:szCs w:val="44"/>
              </w:rPr>
            </w:pPr>
          </w:p>
        </w:tc>
        <w:tc>
          <w:tcPr>
            <w:tcW w:w="600" w:type="dxa"/>
          </w:tcPr>
          <w:p w14:paraId="15BE1D2B" w14:textId="77777777" w:rsidR="005B2BFF" w:rsidRPr="005C6E20" w:rsidRDefault="005B2BFF" w:rsidP="00B83566">
            <w:pPr>
              <w:jc w:val="center"/>
              <w:rPr>
                <w:rFonts w:ascii="BIZ UD明朝 Medium" w:eastAsia="BIZ UD明朝 Medium" w:hAnsi="BIZ UD明朝 Medium"/>
                <w:b/>
                <w:sz w:val="44"/>
                <w:szCs w:val="44"/>
              </w:rPr>
            </w:pPr>
          </w:p>
        </w:tc>
        <w:tc>
          <w:tcPr>
            <w:tcW w:w="600" w:type="dxa"/>
            <w:tcBorders>
              <w:right w:val="dashed" w:sz="4" w:space="0" w:color="auto"/>
            </w:tcBorders>
            <w:shd w:val="clear" w:color="auto" w:fill="auto"/>
            <w:vAlign w:val="center"/>
          </w:tcPr>
          <w:p w14:paraId="3971C999" w14:textId="77777777" w:rsidR="005B2BFF" w:rsidRPr="005C6E20" w:rsidRDefault="005B2BFF" w:rsidP="00B83566">
            <w:pPr>
              <w:jc w:val="center"/>
              <w:rPr>
                <w:rFonts w:ascii="BIZ UD明朝 Medium" w:eastAsia="BIZ UD明朝 Medium" w:hAnsi="BIZ UD明朝 Medium"/>
                <w:b/>
                <w:sz w:val="44"/>
                <w:szCs w:val="44"/>
              </w:rPr>
            </w:pPr>
          </w:p>
        </w:tc>
        <w:tc>
          <w:tcPr>
            <w:tcW w:w="640" w:type="dxa"/>
            <w:tcBorders>
              <w:left w:val="dashed" w:sz="4" w:space="0" w:color="auto"/>
              <w:right w:val="dashed" w:sz="4" w:space="0" w:color="auto"/>
            </w:tcBorders>
            <w:shd w:val="clear" w:color="auto" w:fill="auto"/>
            <w:vAlign w:val="center"/>
          </w:tcPr>
          <w:p w14:paraId="5D4FB74A" w14:textId="77777777" w:rsidR="005B2BFF" w:rsidRPr="005C6E20" w:rsidRDefault="005B2BFF" w:rsidP="00B83566">
            <w:pPr>
              <w:jc w:val="center"/>
              <w:rPr>
                <w:rFonts w:ascii="BIZ UD明朝 Medium" w:eastAsia="BIZ UD明朝 Medium" w:hAnsi="BIZ UD明朝 Medium"/>
                <w:b/>
                <w:sz w:val="44"/>
                <w:szCs w:val="44"/>
              </w:rPr>
            </w:pPr>
          </w:p>
        </w:tc>
        <w:tc>
          <w:tcPr>
            <w:tcW w:w="640" w:type="dxa"/>
            <w:tcBorders>
              <w:left w:val="dashed" w:sz="4" w:space="0" w:color="auto"/>
            </w:tcBorders>
            <w:shd w:val="clear" w:color="auto" w:fill="auto"/>
            <w:vAlign w:val="center"/>
          </w:tcPr>
          <w:p w14:paraId="56378160" w14:textId="77777777" w:rsidR="005B2BFF" w:rsidRPr="005C6E20" w:rsidRDefault="005B2BFF" w:rsidP="00B83566">
            <w:pPr>
              <w:jc w:val="center"/>
              <w:rPr>
                <w:rFonts w:ascii="BIZ UD明朝 Medium" w:eastAsia="BIZ UD明朝 Medium" w:hAnsi="BIZ UD明朝 Medium"/>
                <w:b/>
                <w:sz w:val="44"/>
                <w:szCs w:val="44"/>
              </w:rPr>
            </w:pPr>
          </w:p>
        </w:tc>
        <w:tc>
          <w:tcPr>
            <w:tcW w:w="640" w:type="dxa"/>
            <w:tcBorders>
              <w:right w:val="dashed" w:sz="4" w:space="0" w:color="auto"/>
            </w:tcBorders>
            <w:shd w:val="clear" w:color="auto" w:fill="auto"/>
            <w:vAlign w:val="center"/>
          </w:tcPr>
          <w:p w14:paraId="2A6B2481" w14:textId="77777777" w:rsidR="005B2BFF" w:rsidRPr="005C6E20" w:rsidRDefault="005B2BFF" w:rsidP="00B83566">
            <w:pPr>
              <w:jc w:val="center"/>
              <w:rPr>
                <w:rFonts w:ascii="BIZ UD明朝 Medium" w:eastAsia="BIZ UD明朝 Medium" w:hAnsi="BIZ UD明朝 Medium"/>
                <w:b/>
                <w:sz w:val="44"/>
                <w:szCs w:val="44"/>
              </w:rPr>
            </w:pPr>
          </w:p>
        </w:tc>
        <w:tc>
          <w:tcPr>
            <w:tcW w:w="640" w:type="dxa"/>
            <w:tcBorders>
              <w:left w:val="dashed" w:sz="4" w:space="0" w:color="auto"/>
              <w:right w:val="dashed" w:sz="4" w:space="0" w:color="auto"/>
            </w:tcBorders>
            <w:shd w:val="clear" w:color="auto" w:fill="auto"/>
            <w:vAlign w:val="center"/>
          </w:tcPr>
          <w:p w14:paraId="6B644087" w14:textId="77777777" w:rsidR="005B2BFF" w:rsidRPr="005C6E20" w:rsidRDefault="005B2BFF" w:rsidP="00B83566">
            <w:pPr>
              <w:jc w:val="center"/>
              <w:rPr>
                <w:rFonts w:ascii="BIZ UD明朝 Medium" w:eastAsia="BIZ UD明朝 Medium" w:hAnsi="BIZ UD明朝 Medium"/>
                <w:b/>
                <w:sz w:val="44"/>
                <w:szCs w:val="44"/>
              </w:rPr>
            </w:pPr>
          </w:p>
        </w:tc>
        <w:tc>
          <w:tcPr>
            <w:tcW w:w="640" w:type="dxa"/>
            <w:tcBorders>
              <w:left w:val="dashed" w:sz="4" w:space="0" w:color="auto"/>
            </w:tcBorders>
            <w:shd w:val="clear" w:color="auto" w:fill="auto"/>
            <w:vAlign w:val="center"/>
          </w:tcPr>
          <w:p w14:paraId="000C68D1" w14:textId="77777777" w:rsidR="005B2BFF" w:rsidRPr="005C6E20" w:rsidRDefault="005B2BFF" w:rsidP="00B83566">
            <w:pPr>
              <w:jc w:val="center"/>
              <w:rPr>
                <w:rFonts w:ascii="BIZ UD明朝 Medium" w:eastAsia="BIZ UD明朝 Medium" w:hAnsi="BIZ UD明朝 Medium"/>
                <w:b/>
                <w:sz w:val="44"/>
                <w:szCs w:val="44"/>
              </w:rPr>
            </w:pPr>
          </w:p>
        </w:tc>
        <w:tc>
          <w:tcPr>
            <w:tcW w:w="640" w:type="dxa"/>
            <w:tcBorders>
              <w:right w:val="dashed" w:sz="4" w:space="0" w:color="auto"/>
            </w:tcBorders>
            <w:shd w:val="clear" w:color="auto" w:fill="auto"/>
            <w:vAlign w:val="center"/>
          </w:tcPr>
          <w:p w14:paraId="771DD172" w14:textId="77777777" w:rsidR="005B2BFF" w:rsidRPr="005C6E20" w:rsidRDefault="005B2BFF" w:rsidP="00B83566">
            <w:pPr>
              <w:jc w:val="center"/>
              <w:rPr>
                <w:rFonts w:ascii="BIZ UD明朝 Medium" w:eastAsia="BIZ UD明朝 Medium" w:hAnsi="BIZ UD明朝 Medium"/>
                <w:b/>
                <w:sz w:val="44"/>
                <w:szCs w:val="44"/>
              </w:rPr>
            </w:pPr>
          </w:p>
        </w:tc>
        <w:tc>
          <w:tcPr>
            <w:tcW w:w="640" w:type="dxa"/>
            <w:tcBorders>
              <w:left w:val="dashed" w:sz="4" w:space="0" w:color="auto"/>
              <w:right w:val="dashed" w:sz="4" w:space="0" w:color="auto"/>
            </w:tcBorders>
            <w:shd w:val="clear" w:color="auto" w:fill="auto"/>
            <w:vAlign w:val="center"/>
          </w:tcPr>
          <w:p w14:paraId="4DF8F31B" w14:textId="77777777" w:rsidR="005B2BFF" w:rsidRPr="005C6E20" w:rsidRDefault="005B2BFF" w:rsidP="00B83566">
            <w:pPr>
              <w:jc w:val="center"/>
              <w:rPr>
                <w:rFonts w:ascii="BIZ UD明朝 Medium" w:eastAsia="BIZ UD明朝 Medium" w:hAnsi="BIZ UD明朝 Medium"/>
                <w:b/>
                <w:sz w:val="44"/>
                <w:szCs w:val="44"/>
              </w:rPr>
            </w:pPr>
          </w:p>
        </w:tc>
        <w:tc>
          <w:tcPr>
            <w:tcW w:w="640" w:type="dxa"/>
            <w:tcBorders>
              <w:left w:val="dashed" w:sz="4" w:space="0" w:color="auto"/>
            </w:tcBorders>
            <w:shd w:val="clear" w:color="auto" w:fill="auto"/>
            <w:vAlign w:val="center"/>
          </w:tcPr>
          <w:p w14:paraId="629341A0" w14:textId="77777777" w:rsidR="005B2BFF" w:rsidRPr="005C6E20" w:rsidRDefault="005B2BFF" w:rsidP="00B83566">
            <w:pPr>
              <w:jc w:val="center"/>
              <w:rPr>
                <w:rFonts w:ascii="BIZ UD明朝 Medium" w:eastAsia="BIZ UD明朝 Medium" w:hAnsi="BIZ UD明朝 Medium"/>
                <w:b/>
                <w:sz w:val="44"/>
                <w:szCs w:val="44"/>
              </w:rPr>
            </w:pPr>
          </w:p>
        </w:tc>
        <w:tc>
          <w:tcPr>
            <w:tcW w:w="427" w:type="dxa"/>
            <w:tcBorders>
              <w:top w:val="nil"/>
              <w:left w:val="dashed" w:sz="4" w:space="0" w:color="auto"/>
              <w:bottom w:val="nil"/>
              <w:right w:val="nil"/>
            </w:tcBorders>
            <w:shd w:val="clear" w:color="auto" w:fill="auto"/>
            <w:vAlign w:val="bottom"/>
          </w:tcPr>
          <w:p w14:paraId="464989C4" w14:textId="77777777" w:rsidR="005B2BFF" w:rsidRPr="005C6E20" w:rsidRDefault="005B2BFF" w:rsidP="00B83566">
            <w:pPr>
              <w:rPr>
                <w:rFonts w:ascii="BIZ UD明朝 Medium" w:eastAsia="BIZ UD明朝 Medium" w:hAnsi="BIZ UD明朝 Medium"/>
                <w:b/>
                <w:sz w:val="44"/>
                <w:szCs w:val="44"/>
              </w:rPr>
            </w:pPr>
            <w:r w:rsidRPr="005C6E20">
              <w:rPr>
                <w:rFonts w:ascii="BIZ UD明朝 Medium" w:eastAsia="BIZ UD明朝 Medium" w:hAnsi="BIZ UD明朝 Medium" w:hint="eastAsia"/>
                <w:sz w:val="22"/>
                <w:szCs w:val="22"/>
              </w:rPr>
              <w:t>円</w:t>
            </w:r>
          </w:p>
        </w:tc>
      </w:tr>
    </w:tbl>
    <w:p w14:paraId="6E38839D" w14:textId="77777777" w:rsidR="005B2BFF" w:rsidRPr="005C6E20" w:rsidRDefault="005B2BFF" w:rsidP="005B2BFF">
      <w:pPr>
        <w:rPr>
          <w:rFonts w:ascii="BIZ UD明朝 Medium" w:eastAsia="BIZ UD明朝 Medium" w:hAnsi="BIZ UD明朝 Medium"/>
          <w:sz w:val="22"/>
          <w:szCs w:val="22"/>
        </w:rPr>
      </w:pPr>
    </w:p>
    <w:p w14:paraId="091E1B8B" w14:textId="77777777" w:rsidR="005B2BFF" w:rsidRPr="005C6E20" w:rsidRDefault="005B2BFF" w:rsidP="005C6E20">
      <w:pPr>
        <w:snapToGrid w:val="0"/>
        <w:ind w:rightChars="29" w:right="56"/>
        <w:rPr>
          <w:rFonts w:ascii="BIZ UD明朝 Medium" w:eastAsia="BIZ UD明朝 Medium" w:hAnsi="BIZ UD明朝 Medium"/>
          <w:sz w:val="22"/>
          <w:szCs w:val="22"/>
        </w:rPr>
      </w:pPr>
      <w:r w:rsidRPr="005C6E20">
        <w:rPr>
          <w:rFonts w:ascii="BIZ UD明朝 Medium" w:eastAsia="BIZ UD明朝 Medium" w:hAnsi="BIZ UD明朝 Medium" w:hint="eastAsia"/>
          <w:sz w:val="22"/>
          <w:szCs w:val="22"/>
        </w:rPr>
        <w:t xml:space="preserve">　上記金額をもって、</w:t>
      </w:r>
      <w:r w:rsidR="00C11F6F" w:rsidRPr="005C6E20">
        <w:rPr>
          <w:rFonts w:ascii="BIZ UD明朝 Medium" w:eastAsia="BIZ UD明朝 Medium" w:hAnsi="BIZ UD明朝 Medium" w:hint="eastAsia"/>
          <w:sz w:val="22"/>
          <w:szCs w:val="22"/>
        </w:rPr>
        <w:t>入札公告又は指名通知</w:t>
      </w:r>
      <w:r w:rsidR="00ED4821" w:rsidRPr="005C6E20">
        <w:rPr>
          <w:rFonts w:ascii="BIZ UD明朝 Medium" w:eastAsia="BIZ UD明朝 Medium" w:hAnsi="BIZ UD明朝 Medium" w:hint="eastAsia"/>
          <w:sz w:val="22"/>
          <w:szCs w:val="22"/>
        </w:rPr>
        <w:t>（付随する入札条件、仕様書等の関係書類を含む。）及び山口市競争入札参加者心得</w:t>
      </w:r>
      <w:r w:rsidRPr="005C6E20">
        <w:rPr>
          <w:rFonts w:ascii="BIZ UD明朝 Medium" w:eastAsia="BIZ UD明朝 Medium" w:hAnsi="BIZ UD明朝 Medium" w:hint="eastAsia"/>
          <w:sz w:val="22"/>
          <w:szCs w:val="22"/>
        </w:rPr>
        <w:t>を承諾の上、入札いたします。</w:t>
      </w:r>
    </w:p>
    <w:p w14:paraId="63136090" w14:textId="77777777" w:rsidR="005B2BFF" w:rsidRPr="005C6E20" w:rsidRDefault="005B2BFF" w:rsidP="009F09E1">
      <w:pPr>
        <w:spacing w:line="180" w:lineRule="exact"/>
        <w:rPr>
          <w:rFonts w:ascii="BIZ UD明朝 Medium" w:eastAsia="BIZ UD明朝 Medium" w:hAnsi="BIZ UD明朝 Medium"/>
          <w:sz w:val="24"/>
          <w:szCs w:val="24"/>
        </w:rPr>
      </w:pPr>
    </w:p>
    <w:tbl>
      <w:tblPr>
        <w:tblpPr w:leftFromText="142" w:rightFromText="142" w:vertAnchor="text" w:horzAnchor="margin" w:tblpXSpec="right" w:tblpY="-1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tblGrid>
      <w:tr w:rsidR="005B2BFF" w:rsidRPr="005C6E20" w14:paraId="4B359D62" w14:textId="77777777" w:rsidTr="00B83566">
        <w:trPr>
          <w:trHeight w:val="130"/>
        </w:trPr>
        <w:tc>
          <w:tcPr>
            <w:tcW w:w="1891" w:type="dxa"/>
            <w:shd w:val="clear" w:color="auto" w:fill="auto"/>
          </w:tcPr>
          <w:p w14:paraId="796C4F92" w14:textId="77777777" w:rsidR="005B2BFF" w:rsidRPr="005C6E20" w:rsidRDefault="005B2BFF" w:rsidP="00B83566">
            <w:pPr>
              <w:jc w:val="center"/>
              <w:rPr>
                <w:rFonts w:ascii="BIZ UD明朝 Medium" w:eastAsia="BIZ UD明朝 Medium" w:hAnsi="BIZ UD明朝 Medium"/>
                <w:szCs w:val="21"/>
              </w:rPr>
            </w:pPr>
            <w:r w:rsidRPr="005C6E20">
              <w:rPr>
                <w:rFonts w:ascii="BIZ UD明朝 Medium" w:eastAsia="BIZ UD明朝 Medium" w:hAnsi="BIZ UD明朝 Medium" w:hint="eastAsia"/>
                <w:szCs w:val="21"/>
              </w:rPr>
              <w:t>入札者の印</w:t>
            </w:r>
          </w:p>
        </w:tc>
      </w:tr>
      <w:tr w:rsidR="005B2BFF" w:rsidRPr="005C6E20" w14:paraId="386A3A89" w14:textId="77777777" w:rsidTr="00B83566">
        <w:trPr>
          <w:trHeight w:val="1359"/>
        </w:trPr>
        <w:tc>
          <w:tcPr>
            <w:tcW w:w="1891" w:type="dxa"/>
            <w:shd w:val="clear" w:color="auto" w:fill="auto"/>
          </w:tcPr>
          <w:p w14:paraId="62E3907E" w14:textId="77777777" w:rsidR="005B2BFF" w:rsidRPr="005C6E20" w:rsidRDefault="005B2BFF" w:rsidP="00B83566">
            <w:pPr>
              <w:rPr>
                <w:rFonts w:ascii="BIZ UD明朝 Medium" w:eastAsia="BIZ UD明朝 Medium" w:hAnsi="BIZ UD明朝 Medium"/>
                <w:sz w:val="24"/>
                <w:szCs w:val="24"/>
              </w:rPr>
            </w:pPr>
          </w:p>
          <w:p w14:paraId="4F2B0E16" w14:textId="77777777" w:rsidR="005B2BFF" w:rsidRPr="005C6E20" w:rsidRDefault="005B2BFF" w:rsidP="00B83566">
            <w:pPr>
              <w:rPr>
                <w:rFonts w:ascii="BIZ UD明朝 Medium" w:eastAsia="BIZ UD明朝 Medium" w:hAnsi="BIZ UD明朝 Medium"/>
                <w:sz w:val="24"/>
                <w:szCs w:val="24"/>
              </w:rPr>
            </w:pPr>
          </w:p>
          <w:p w14:paraId="41C83371" w14:textId="77777777" w:rsidR="005B2BFF" w:rsidRPr="005C6E20" w:rsidRDefault="005B2BFF" w:rsidP="00B83566">
            <w:pPr>
              <w:rPr>
                <w:rFonts w:ascii="BIZ UD明朝 Medium" w:eastAsia="BIZ UD明朝 Medium" w:hAnsi="BIZ UD明朝 Medium"/>
                <w:sz w:val="24"/>
                <w:szCs w:val="24"/>
              </w:rPr>
            </w:pPr>
            <w:r w:rsidRPr="005C6E20">
              <w:rPr>
                <w:rFonts w:ascii="BIZ UD明朝 Medium" w:eastAsia="BIZ UD明朝 Medium" w:hAnsi="BIZ UD明朝 Medium" w:hint="eastAsia"/>
                <w:sz w:val="24"/>
                <w:szCs w:val="24"/>
              </w:rPr>
              <w:t xml:space="preserve">　　　㊞</w:t>
            </w:r>
          </w:p>
        </w:tc>
      </w:tr>
      <w:tr w:rsidR="005B2BFF" w:rsidRPr="005C6E20" w14:paraId="5BA1A143" w14:textId="77777777" w:rsidTr="00B83566">
        <w:trPr>
          <w:trHeight w:val="898"/>
        </w:trPr>
        <w:tc>
          <w:tcPr>
            <w:tcW w:w="1891" w:type="dxa"/>
            <w:tcBorders>
              <w:bottom w:val="single" w:sz="4" w:space="0" w:color="auto"/>
            </w:tcBorders>
            <w:shd w:val="clear" w:color="auto" w:fill="auto"/>
          </w:tcPr>
          <w:p w14:paraId="5E54745B" w14:textId="77777777" w:rsidR="005B2BFF" w:rsidRPr="005C6E20" w:rsidRDefault="005B2BFF" w:rsidP="00B83566">
            <w:pPr>
              <w:ind w:leftChars="-29" w:left="-56" w:rightChars="-38" w:right="-73"/>
              <w:rPr>
                <w:rFonts w:ascii="BIZ UD明朝 Medium" w:eastAsia="BIZ UD明朝 Medium" w:hAnsi="BIZ UD明朝 Medium"/>
                <w:sz w:val="18"/>
                <w:szCs w:val="18"/>
              </w:rPr>
            </w:pPr>
            <w:r w:rsidRPr="005C6E20">
              <w:rPr>
                <w:rFonts w:ascii="BIZ UD明朝 Medium" w:eastAsia="BIZ UD明朝 Medium" w:hAnsi="BIZ UD明朝 Medium" w:hint="eastAsia"/>
                <w:sz w:val="18"/>
                <w:szCs w:val="18"/>
              </w:rPr>
              <w:t>・使用印鑑届における使用印に限る</w:t>
            </w:r>
          </w:p>
          <w:p w14:paraId="6900B80C" w14:textId="77777777" w:rsidR="005B2BFF" w:rsidRPr="005C6E20" w:rsidRDefault="005B2BFF" w:rsidP="00B83566">
            <w:pPr>
              <w:ind w:leftChars="-29" w:left="-56" w:rightChars="-38" w:right="-73"/>
              <w:rPr>
                <w:rFonts w:ascii="BIZ UD明朝 Medium" w:eastAsia="BIZ UD明朝 Medium" w:hAnsi="BIZ UD明朝 Medium"/>
                <w:sz w:val="18"/>
                <w:szCs w:val="18"/>
              </w:rPr>
            </w:pPr>
            <w:r w:rsidRPr="005C6E20">
              <w:rPr>
                <w:rFonts w:ascii="BIZ UD明朝 Medium" w:eastAsia="BIZ UD明朝 Medium" w:hAnsi="BIZ UD明朝 Medium" w:hint="eastAsia"/>
                <w:sz w:val="18"/>
                <w:szCs w:val="18"/>
              </w:rPr>
              <w:t>・代理人が入札する場合は押印不要</w:t>
            </w:r>
          </w:p>
        </w:tc>
      </w:tr>
    </w:tbl>
    <w:p w14:paraId="62B47FAC" w14:textId="2514798C" w:rsidR="005B2BFF" w:rsidRPr="005C6E20" w:rsidRDefault="00C11F6F" w:rsidP="009F09E1">
      <w:pPr>
        <w:rPr>
          <w:rFonts w:ascii="BIZ UD明朝 Medium" w:eastAsia="BIZ UD明朝 Medium" w:hAnsi="BIZ UD明朝 Medium"/>
          <w:sz w:val="24"/>
          <w:szCs w:val="24"/>
        </w:rPr>
      </w:pPr>
      <w:r w:rsidRPr="005C6E20">
        <w:rPr>
          <w:rFonts w:ascii="BIZ UD明朝 Medium" w:eastAsia="BIZ UD明朝 Medium" w:hAnsi="BIZ UD明朝 Medium" w:hint="eastAsia"/>
          <w:sz w:val="24"/>
          <w:szCs w:val="24"/>
        </w:rPr>
        <w:t>入札</w:t>
      </w:r>
      <w:r w:rsidR="009F09E1" w:rsidRPr="005C6E20">
        <w:rPr>
          <w:rFonts w:ascii="BIZ UD明朝 Medium" w:eastAsia="BIZ UD明朝 Medium" w:hAnsi="BIZ UD明朝 Medium" w:hint="eastAsia"/>
          <w:sz w:val="24"/>
          <w:szCs w:val="24"/>
        </w:rPr>
        <w:t>日</w:t>
      </w:r>
      <w:r w:rsidR="005B2BFF" w:rsidRPr="005C6E20">
        <w:rPr>
          <w:rFonts w:ascii="BIZ UD明朝 Medium" w:eastAsia="BIZ UD明朝 Medium" w:hAnsi="BIZ UD明朝 Medium" w:hint="eastAsia"/>
          <w:sz w:val="24"/>
          <w:szCs w:val="24"/>
        </w:rPr>
        <w:t xml:space="preserve">　</w:t>
      </w:r>
      <w:r w:rsidR="00545605">
        <w:rPr>
          <w:rFonts w:ascii="BIZ UD明朝 Medium" w:eastAsia="BIZ UD明朝 Medium" w:hAnsi="BIZ UD明朝 Medium" w:hint="eastAsia"/>
          <w:sz w:val="24"/>
          <w:szCs w:val="24"/>
        </w:rPr>
        <w:t>令和</w:t>
      </w:r>
      <w:r w:rsidR="00BF0D79">
        <w:rPr>
          <w:rFonts w:ascii="BIZ UD明朝 Medium" w:eastAsia="BIZ UD明朝 Medium" w:hAnsi="BIZ UD明朝 Medium" w:hint="eastAsia"/>
          <w:sz w:val="24"/>
          <w:szCs w:val="24"/>
        </w:rPr>
        <w:t>７</w:t>
      </w:r>
      <w:r w:rsidR="005E3559">
        <w:rPr>
          <w:rFonts w:ascii="BIZ UD明朝 Medium" w:eastAsia="BIZ UD明朝 Medium" w:hAnsi="BIZ UD明朝 Medium" w:hint="eastAsia"/>
          <w:sz w:val="24"/>
          <w:szCs w:val="24"/>
        </w:rPr>
        <w:t>年７月２</w:t>
      </w:r>
      <w:r w:rsidR="00BF0D79">
        <w:rPr>
          <w:rFonts w:ascii="BIZ UD明朝 Medium" w:eastAsia="BIZ UD明朝 Medium" w:hAnsi="BIZ UD明朝 Medium" w:hint="eastAsia"/>
          <w:sz w:val="24"/>
          <w:szCs w:val="24"/>
        </w:rPr>
        <w:t>２</w:t>
      </w:r>
      <w:r w:rsidR="005B2BFF" w:rsidRPr="005C6E20">
        <w:rPr>
          <w:rFonts w:ascii="BIZ UD明朝 Medium" w:eastAsia="BIZ UD明朝 Medium" w:hAnsi="BIZ UD明朝 Medium" w:hint="eastAsia"/>
          <w:sz w:val="24"/>
          <w:szCs w:val="24"/>
        </w:rPr>
        <w:t>日</w:t>
      </w:r>
    </w:p>
    <w:p w14:paraId="4192DEBF" w14:textId="77777777" w:rsidR="009F09E1" w:rsidRPr="005C6E20" w:rsidRDefault="009F09E1" w:rsidP="005B2BFF">
      <w:pPr>
        <w:ind w:firstLineChars="600" w:firstLine="1340"/>
        <w:rPr>
          <w:rFonts w:ascii="BIZ UD明朝 Medium" w:eastAsia="BIZ UD明朝 Medium" w:hAnsi="BIZ UD明朝 Medium"/>
          <w:sz w:val="24"/>
          <w:szCs w:val="24"/>
        </w:rPr>
      </w:pPr>
    </w:p>
    <w:p w14:paraId="3A78297E" w14:textId="77777777" w:rsidR="00ED37BC" w:rsidRPr="005C6E20" w:rsidRDefault="00ED37BC" w:rsidP="005B2BFF">
      <w:pPr>
        <w:ind w:firstLineChars="600" w:firstLine="1340"/>
        <w:rPr>
          <w:rFonts w:ascii="BIZ UD明朝 Medium" w:eastAsia="BIZ UD明朝 Medium" w:hAnsi="BIZ UD明朝 Medium"/>
          <w:sz w:val="24"/>
          <w:szCs w:val="24"/>
        </w:rPr>
      </w:pPr>
    </w:p>
    <w:p w14:paraId="2EDC9407" w14:textId="77777777" w:rsidR="005B2BFF" w:rsidRPr="005C6E20" w:rsidRDefault="005B2BFF" w:rsidP="00D935D5">
      <w:pPr>
        <w:ind w:firstLineChars="300" w:firstLine="670"/>
        <w:rPr>
          <w:rFonts w:ascii="BIZ UD明朝 Medium" w:eastAsia="BIZ UD明朝 Medium" w:hAnsi="BIZ UD明朝 Medium"/>
          <w:sz w:val="20"/>
        </w:rPr>
      </w:pPr>
      <w:r w:rsidRPr="005C6E20">
        <w:rPr>
          <w:rFonts w:ascii="BIZ UD明朝 Medium" w:eastAsia="BIZ UD明朝 Medium" w:hAnsi="BIZ UD明朝 Medium" w:hint="eastAsia"/>
          <w:sz w:val="24"/>
          <w:szCs w:val="24"/>
        </w:rPr>
        <w:t>入札者</w:t>
      </w:r>
    </w:p>
    <w:p w14:paraId="5F278E6F" w14:textId="77777777" w:rsidR="005B2BFF" w:rsidRPr="005C6E20" w:rsidRDefault="00D935D5" w:rsidP="00D935D5">
      <w:pPr>
        <w:tabs>
          <w:tab w:val="left" w:pos="993"/>
        </w:tabs>
        <w:ind w:firstLineChars="400" w:firstLine="893"/>
        <w:rPr>
          <w:rFonts w:ascii="BIZ UD明朝 Medium" w:eastAsia="BIZ UD明朝 Medium" w:hAnsi="BIZ UD明朝 Medium"/>
          <w:sz w:val="24"/>
          <w:szCs w:val="24"/>
        </w:rPr>
      </w:pPr>
      <w:r w:rsidRPr="005C6E20">
        <w:rPr>
          <w:rFonts w:ascii="BIZ UD明朝 Medium" w:eastAsia="BIZ UD明朝 Medium" w:hAnsi="BIZ UD明朝 Medium"/>
          <w:sz w:val="24"/>
          <w:szCs w:val="24"/>
        </w:rPr>
        <w:tab/>
      </w:r>
      <w:r w:rsidR="005B2BFF" w:rsidRPr="005C6E20">
        <w:rPr>
          <w:rFonts w:ascii="BIZ UD明朝 Medium" w:eastAsia="BIZ UD明朝 Medium" w:hAnsi="BIZ UD明朝 Medium" w:hint="eastAsia"/>
          <w:sz w:val="24"/>
          <w:szCs w:val="24"/>
        </w:rPr>
        <w:t xml:space="preserve">住　　　</w:t>
      </w:r>
      <w:r w:rsidRPr="005C6E20">
        <w:rPr>
          <w:rFonts w:ascii="BIZ UD明朝 Medium" w:eastAsia="BIZ UD明朝 Medium" w:hAnsi="BIZ UD明朝 Medium" w:hint="eastAsia"/>
          <w:sz w:val="24"/>
          <w:szCs w:val="24"/>
        </w:rPr>
        <w:t xml:space="preserve">　　</w:t>
      </w:r>
      <w:r w:rsidR="005B2BFF" w:rsidRPr="005C6E20">
        <w:rPr>
          <w:rFonts w:ascii="BIZ UD明朝 Medium" w:eastAsia="BIZ UD明朝 Medium" w:hAnsi="BIZ UD明朝 Medium" w:hint="eastAsia"/>
          <w:sz w:val="24"/>
          <w:szCs w:val="24"/>
        </w:rPr>
        <w:t xml:space="preserve">　所</w:t>
      </w:r>
      <w:r w:rsidRPr="005C6E20">
        <w:rPr>
          <w:rFonts w:ascii="BIZ UD明朝 Medium" w:eastAsia="BIZ UD明朝 Medium" w:hAnsi="BIZ UD明朝 Medium" w:hint="eastAsia"/>
          <w:sz w:val="24"/>
          <w:szCs w:val="24"/>
        </w:rPr>
        <w:t xml:space="preserve">　　　　　　　　　　　　　　　　　　　</w:t>
      </w:r>
    </w:p>
    <w:p w14:paraId="0B901384" w14:textId="77777777" w:rsidR="005B2BFF" w:rsidRPr="005C6E20" w:rsidRDefault="00D935D5" w:rsidP="00D935D5">
      <w:pPr>
        <w:tabs>
          <w:tab w:val="left" w:pos="993"/>
        </w:tabs>
        <w:ind w:firstLineChars="300" w:firstLine="670"/>
        <w:rPr>
          <w:rFonts w:ascii="BIZ UD明朝 Medium" w:eastAsia="BIZ UD明朝 Medium" w:hAnsi="BIZ UD明朝 Medium"/>
          <w:sz w:val="24"/>
          <w:szCs w:val="24"/>
        </w:rPr>
      </w:pPr>
      <w:r w:rsidRPr="005C6E20">
        <w:rPr>
          <w:rFonts w:ascii="BIZ UD明朝 Medium" w:eastAsia="BIZ UD明朝 Medium" w:hAnsi="BIZ UD明朝 Medium"/>
          <w:kern w:val="0"/>
          <w:sz w:val="24"/>
          <w:szCs w:val="24"/>
        </w:rPr>
        <w:tab/>
      </w:r>
      <w:r w:rsidR="005B2BFF" w:rsidRPr="005C6E20">
        <w:rPr>
          <w:rFonts w:ascii="BIZ UD明朝 Medium" w:eastAsia="BIZ UD明朝 Medium" w:hAnsi="BIZ UD明朝 Medium" w:hint="eastAsia"/>
          <w:spacing w:val="34"/>
          <w:kern w:val="0"/>
          <w:sz w:val="24"/>
          <w:szCs w:val="24"/>
          <w:fitText w:val="1784" w:id="-1944345599"/>
        </w:rPr>
        <w:t>商号又は名</w:t>
      </w:r>
      <w:r w:rsidR="005B2BFF" w:rsidRPr="005C6E20">
        <w:rPr>
          <w:rFonts w:ascii="BIZ UD明朝 Medium" w:eastAsia="BIZ UD明朝 Medium" w:hAnsi="BIZ UD明朝 Medium" w:hint="eastAsia"/>
          <w:spacing w:val="2"/>
          <w:kern w:val="0"/>
          <w:sz w:val="24"/>
          <w:szCs w:val="24"/>
          <w:fitText w:val="1784" w:id="-1944345599"/>
        </w:rPr>
        <w:t>称</w:t>
      </w:r>
      <w:r w:rsidRPr="005C6E20">
        <w:rPr>
          <w:rFonts w:ascii="BIZ UD明朝 Medium" w:eastAsia="BIZ UD明朝 Medium" w:hAnsi="BIZ UD明朝 Medium" w:hint="eastAsia"/>
          <w:sz w:val="24"/>
          <w:szCs w:val="24"/>
        </w:rPr>
        <w:t xml:space="preserve">　　　　　　　　　　　　　　　　　　　</w:t>
      </w:r>
    </w:p>
    <w:p w14:paraId="3149649A" w14:textId="77777777" w:rsidR="005B2BFF" w:rsidRPr="005C6E20" w:rsidRDefault="00D935D5" w:rsidP="00D935D5">
      <w:pPr>
        <w:tabs>
          <w:tab w:val="left" w:pos="993"/>
        </w:tabs>
        <w:ind w:firstLineChars="400" w:firstLine="893"/>
        <w:rPr>
          <w:rFonts w:ascii="BIZ UD明朝 Medium" w:eastAsia="BIZ UD明朝 Medium" w:hAnsi="BIZ UD明朝 Medium"/>
          <w:sz w:val="24"/>
          <w:szCs w:val="24"/>
        </w:rPr>
      </w:pPr>
      <w:r w:rsidRPr="005C6E20">
        <w:rPr>
          <w:rFonts w:ascii="BIZ UD明朝 Medium" w:eastAsia="BIZ UD明朝 Medium" w:hAnsi="BIZ UD明朝 Medium"/>
          <w:sz w:val="24"/>
          <w:szCs w:val="24"/>
        </w:rPr>
        <w:tab/>
      </w:r>
      <w:r w:rsidR="005B2BFF" w:rsidRPr="005C6E20">
        <w:rPr>
          <w:rFonts w:ascii="BIZ UD明朝 Medium" w:eastAsia="BIZ UD明朝 Medium" w:hAnsi="BIZ UD明朝 Medium" w:hint="eastAsia"/>
          <w:sz w:val="24"/>
          <w:szCs w:val="24"/>
        </w:rPr>
        <w:t>代表者職</w:t>
      </w:r>
      <w:r w:rsidRPr="005C6E20">
        <w:rPr>
          <w:rFonts w:ascii="BIZ UD明朝 Medium" w:eastAsia="BIZ UD明朝 Medium" w:hAnsi="BIZ UD明朝 Medium" w:hint="eastAsia"/>
          <w:sz w:val="24"/>
          <w:szCs w:val="24"/>
        </w:rPr>
        <w:t>名・</w:t>
      </w:r>
      <w:r w:rsidR="005B2BFF" w:rsidRPr="005C6E20">
        <w:rPr>
          <w:rFonts w:ascii="BIZ UD明朝 Medium" w:eastAsia="BIZ UD明朝 Medium" w:hAnsi="BIZ UD明朝 Medium" w:hint="eastAsia"/>
          <w:sz w:val="24"/>
          <w:szCs w:val="24"/>
        </w:rPr>
        <w:t xml:space="preserve">氏名　　　　　　　</w:t>
      </w:r>
      <w:r w:rsidRPr="005C6E20">
        <w:rPr>
          <w:rFonts w:ascii="BIZ UD明朝 Medium" w:eastAsia="BIZ UD明朝 Medium" w:hAnsi="BIZ UD明朝 Medium" w:hint="eastAsia"/>
          <w:sz w:val="24"/>
          <w:szCs w:val="24"/>
        </w:rPr>
        <w:t xml:space="preserve">　　　　</w:t>
      </w:r>
      <w:r w:rsidR="005B2BFF" w:rsidRPr="005C6E20">
        <w:rPr>
          <w:rFonts w:ascii="BIZ UD明朝 Medium" w:eastAsia="BIZ UD明朝 Medium" w:hAnsi="BIZ UD明朝 Medium" w:hint="eastAsia"/>
          <w:sz w:val="24"/>
          <w:szCs w:val="24"/>
        </w:rPr>
        <w:t xml:space="preserve">　　　　　　　　</w:t>
      </w:r>
    </w:p>
    <w:p w14:paraId="67A543E1" w14:textId="77777777" w:rsidR="00ED37BC" w:rsidRPr="005C6E20" w:rsidRDefault="00ED37BC" w:rsidP="00ED37BC">
      <w:pPr>
        <w:snapToGrid w:val="0"/>
        <w:ind w:firstLineChars="700" w:firstLine="1003"/>
        <w:rPr>
          <w:rFonts w:ascii="BIZ UD明朝 Medium" w:eastAsia="BIZ UD明朝 Medium" w:hAnsi="BIZ UD明朝 Medium"/>
          <w:w w:val="80"/>
          <w:sz w:val="20"/>
        </w:rPr>
      </w:pPr>
      <w:r w:rsidRPr="005C6E20">
        <w:rPr>
          <w:rFonts w:ascii="BIZ UD明朝 Medium" w:eastAsia="BIZ UD明朝 Medium" w:hAnsi="BIZ UD明朝 Medium" w:hint="eastAsia"/>
          <w:w w:val="80"/>
          <w:sz w:val="20"/>
        </w:rPr>
        <w:t>(委任先の場合は</w:t>
      </w:r>
      <w:r w:rsidR="002A3712" w:rsidRPr="005C6E20">
        <w:rPr>
          <w:rFonts w:ascii="BIZ UD明朝 Medium" w:eastAsia="BIZ UD明朝 Medium" w:hAnsi="BIZ UD明朝 Medium" w:hint="eastAsia"/>
          <w:w w:val="80"/>
          <w:sz w:val="20"/>
        </w:rPr>
        <w:t>、</w:t>
      </w:r>
      <w:r w:rsidRPr="005C6E20">
        <w:rPr>
          <w:rFonts w:ascii="BIZ UD明朝 Medium" w:eastAsia="BIZ UD明朝 Medium" w:hAnsi="BIZ UD明朝 Medium" w:hint="eastAsia"/>
          <w:w w:val="80"/>
          <w:sz w:val="20"/>
        </w:rPr>
        <w:t>委任先の</w:t>
      </w:r>
      <w:r w:rsidR="002A3712" w:rsidRPr="005C6E20">
        <w:rPr>
          <w:rFonts w:ascii="BIZ UD明朝 Medium" w:eastAsia="BIZ UD明朝 Medium" w:hAnsi="BIZ UD明朝 Medium" w:hint="eastAsia"/>
          <w:w w:val="80"/>
          <w:sz w:val="20"/>
        </w:rPr>
        <w:t>商号</w:t>
      </w:r>
    </w:p>
    <w:p w14:paraId="4A2A0A12" w14:textId="77777777" w:rsidR="005B2BFF" w:rsidRPr="005C6E20" w:rsidRDefault="002A3712" w:rsidP="00ED37BC">
      <w:pPr>
        <w:snapToGrid w:val="0"/>
        <w:ind w:firstLineChars="750" w:firstLine="1074"/>
        <w:rPr>
          <w:rFonts w:ascii="BIZ UD明朝 Medium" w:eastAsia="BIZ UD明朝 Medium" w:hAnsi="BIZ UD明朝 Medium"/>
          <w:w w:val="80"/>
          <w:sz w:val="20"/>
        </w:rPr>
      </w:pPr>
      <w:r w:rsidRPr="005C6E20">
        <w:rPr>
          <w:rFonts w:ascii="BIZ UD明朝 Medium" w:eastAsia="BIZ UD明朝 Medium" w:hAnsi="BIZ UD明朝 Medium" w:hint="eastAsia"/>
          <w:w w:val="80"/>
          <w:sz w:val="20"/>
        </w:rPr>
        <w:t>又は</w:t>
      </w:r>
      <w:r w:rsidR="00ED37BC" w:rsidRPr="005C6E20">
        <w:rPr>
          <w:rFonts w:ascii="BIZ UD明朝 Medium" w:eastAsia="BIZ UD明朝 Medium" w:hAnsi="BIZ UD明朝 Medium" w:hint="eastAsia"/>
          <w:w w:val="80"/>
          <w:sz w:val="20"/>
        </w:rPr>
        <w:t>名称、受任者役職名・氏名)</w:t>
      </w:r>
    </w:p>
    <w:p w14:paraId="49D12DA1" w14:textId="77777777" w:rsidR="005B2BFF" w:rsidRPr="005C6E20" w:rsidRDefault="005B2BFF" w:rsidP="005B2BFF">
      <w:pPr>
        <w:jc w:val="center"/>
        <w:rPr>
          <w:rFonts w:ascii="BIZ UD明朝 Medium" w:eastAsia="BIZ UD明朝 Medium" w:hAnsi="BIZ UD明朝 Medium"/>
          <w:sz w:val="24"/>
          <w:szCs w:val="24"/>
        </w:rPr>
      </w:pPr>
    </w:p>
    <w:p w14:paraId="78D05233" w14:textId="77777777" w:rsidR="00212D85" w:rsidRPr="005C6E20" w:rsidRDefault="00212D85" w:rsidP="005B2BFF">
      <w:pPr>
        <w:jc w:val="center"/>
        <w:rPr>
          <w:rFonts w:ascii="BIZ UD明朝 Medium" w:eastAsia="BIZ UD明朝 Medium" w:hAnsi="BIZ UD明朝 Medium"/>
          <w:sz w:val="24"/>
          <w:szCs w:val="24"/>
        </w:rPr>
      </w:pPr>
    </w:p>
    <w:tbl>
      <w:tblPr>
        <w:tblpPr w:leftFromText="142" w:rightFromText="142" w:vertAnchor="text" w:horzAnchor="margin" w:tblpXSpec="right" w:tblpY="1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1"/>
      </w:tblGrid>
      <w:tr w:rsidR="005B2BFF" w:rsidRPr="005C6E20" w14:paraId="5876C98A" w14:textId="77777777" w:rsidTr="00B83566">
        <w:trPr>
          <w:trHeight w:val="255"/>
        </w:trPr>
        <w:tc>
          <w:tcPr>
            <w:tcW w:w="1891" w:type="dxa"/>
            <w:shd w:val="clear" w:color="auto" w:fill="auto"/>
          </w:tcPr>
          <w:p w14:paraId="6AEE7120" w14:textId="77777777" w:rsidR="005B2BFF" w:rsidRPr="005C6E20" w:rsidRDefault="005B2BFF" w:rsidP="00B83566">
            <w:pPr>
              <w:jc w:val="center"/>
              <w:rPr>
                <w:rFonts w:ascii="BIZ UD明朝 Medium" w:eastAsia="BIZ UD明朝 Medium" w:hAnsi="BIZ UD明朝 Medium"/>
                <w:szCs w:val="21"/>
              </w:rPr>
            </w:pPr>
            <w:r w:rsidRPr="005C6E20">
              <w:rPr>
                <w:rFonts w:ascii="BIZ UD明朝 Medium" w:eastAsia="BIZ UD明朝 Medium" w:hAnsi="BIZ UD明朝 Medium" w:hint="eastAsia"/>
                <w:szCs w:val="21"/>
              </w:rPr>
              <w:t>代理人の印</w:t>
            </w:r>
          </w:p>
        </w:tc>
      </w:tr>
      <w:tr w:rsidR="005B2BFF" w:rsidRPr="005C6E20" w14:paraId="4A3950B4" w14:textId="77777777" w:rsidTr="00B83566">
        <w:trPr>
          <w:trHeight w:val="1359"/>
        </w:trPr>
        <w:tc>
          <w:tcPr>
            <w:tcW w:w="1891" w:type="dxa"/>
            <w:shd w:val="clear" w:color="auto" w:fill="auto"/>
          </w:tcPr>
          <w:p w14:paraId="601EA925" w14:textId="77777777" w:rsidR="005B2BFF" w:rsidRPr="005C6E20" w:rsidRDefault="005B2BFF" w:rsidP="00B83566">
            <w:pPr>
              <w:rPr>
                <w:rFonts w:ascii="BIZ UD明朝 Medium" w:eastAsia="BIZ UD明朝 Medium" w:hAnsi="BIZ UD明朝 Medium"/>
                <w:sz w:val="24"/>
                <w:szCs w:val="24"/>
              </w:rPr>
            </w:pPr>
          </w:p>
          <w:p w14:paraId="134BCD81" w14:textId="77777777" w:rsidR="005B2BFF" w:rsidRPr="005C6E20" w:rsidRDefault="005B2BFF" w:rsidP="00B83566">
            <w:pPr>
              <w:rPr>
                <w:rFonts w:ascii="BIZ UD明朝 Medium" w:eastAsia="BIZ UD明朝 Medium" w:hAnsi="BIZ UD明朝 Medium"/>
                <w:sz w:val="24"/>
                <w:szCs w:val="24"/>
              </w:rPr>
            </w:pPr>
          </w:p>
          <w:p w14:paraId="5E179844" w14:textId="77777777" w:rsidR="005B2BFF" w:rsidRPr="005C6E20" w:rsidRDefault="005B2BFF" w:rsidP="00B83566">
            <w:pPr>
              <w:rPr>
                <w:rFonts w:ascii="BIZ UD明朝 Medium" w:eastAsia="BIZ UD明朝 Medium" w:hAnsi="BIZ UD明朝 Medium"/>
                <w:sz w:val="24"/>
                <w:szCs w:val="24"/>
              </w:rPr>
            </w:pPr>
            <w:r w:rsidRPr="005C6E20">
              <w:rPr>
                <w:rFonts w:ascii="BIZ UD明朝 Medium" w:eastAsia="BIZ UD明朝 Medium" w:hAnsi="BIZ UD明朝 Medium" w:hint="eastAsia"/>
                <w:sz w:val="24"/>
                <w:szCs w:val="24"/>
              </w:rPr>
              <w:t xml:space="preserve">　　　㊞</w:t>
            </w:r>
          </w:p>
        </w:tc>
      </w:tr>
      <w:tr w:rsidR="005B2BFF" w:rsidRPr="005C6E20" w14:paraId="299B9859" w14:textId="77777777" w:rsidTr="00B83566">
        <w:trPr>
          <w:trHeight w:val="428"/>
        </w:trPr>
        <w:tc>
          <w:tcPr>
            <w:tcW w:w="1891" w:type="dxa"/>
            <w:tcBorders>
              <w:bottom w:val="single" w:sz="4" w:space="0" w:color="auto"/>
            </w:tcBorders>
            <w:shd w:val="clear" w:color="auto" w:fill="auto"/>
          </w:tcPr>
          <w:p w14:paraId="13D9E7BA" w14:textId="77777777" w:rsidR="005B2BFF" w:rsidRPr="005C6E20" w:rsidRDefault="005B2BFF" w:rsidP="00B83566">
            <w:pPr>
              <w:rPr>
                <w:rFonts w:ascii="BIZ UD明朝 Medium" w:eastAsia="BIZ UD明朝 Medium" w:hAnsi="BIZ UD明朝 Medium"/>
                <w:sz w:val="18"/>
                <w:szCs w:val="18"/>
              </w:rPr>
            </w:pPr>
            <w:r w:rsidRPr="005C6E20">
              <w:rPr>
                <w:rFonts w:ascii="BIZ UD明朝 Medium" w:eastAsia="BIZ UD明朝 Medium" w:hAnsi="BIZ UD明朝 Medium" w:hint="eastAsia"/>
                <w:sz w:val="18"/>
                <w:szCs w:val="18"/>
              </w:rPr>
              <w:t>代理人が入札する場合のみ押印</w:t>
            </w:r>
          </w:p>
        </w:tc>
      </w:tr>
    </w:tbl>
    <w:p w14:paraId="513056A3" w14:textId="77777777" w:rsidR="005B2BFF" w:rsidRPr="005C6E20" w:rsidRDefault="005B2BFF" w:rsidP="005B2BFF">
      <w:pPr>
        <w:rPr>
          <w:rFonts w:ascii="BIZ UD明朝 Medium" w:eastAsia="BIZ UD明朝 Medium" w:hAnsi="BIZ UD明朝 Medium"/>
          <w:szCs w:val="21"/>
        </w:rPr>
      </w:pPr>
      <w:r w:rsidRPr="005C6E20">
        <w:rPr>
          <w:rFonts w:ascii="BIZ UD明朝 Medium" w:eastAsia="BIZ UD明朝 Medium" w:hAnsi="BIZ UD明朝 Medium" w:hint="eastAsia"/>
          <w:sz w:val="24"/>
          <w:szCs w:val="24"/>
        </w:rPr>
        <w:t xml:space="preserve">　　　　　</w:t>
      </w:r>
      <w:r w:rsidRPr="005C6E20">
        <w:rPr>
          <w:rFonts w:ascii="BIZ UD明朝 Medium" w:eastAsia="BIZ UD明朝 Medium" w:hAnsi="BIZ UD明朝 Medium" w:hint="eastAsia"/>
          <w:szCs w:val="21"/>
        </w:rPr>
        <w:t>（代理人が入札をする場合は、以下にも記入・押印）</w:t>
      </w:r>
    </w:p>
    <w:p w14:paraId="46788FEB" w14:textId="77777777" w:rsidR="005B2BFF" w:rsidRPr="005C6E20" w:rsidRDefault="005B2BFF" w:rsidP="005B2BFF">
      <w:pPr>
        <w:rPr>
          <w:rFonts w:ascii="BIZ UD明朝 Medium" w:eastAsia="BIZ UD明朝 Medium" w:hAnsi="BIZ UD明朝 Medium"/>
          <w:sz w:val="24"/>
          <w:szCs w:val="24"/>
        </w:rPr>
      </w:pPr>
    </w:p>
    <w:p w14:paraId="1A360902" w14:textId="77777777" w:rsidR="005B2BFF" w:rsidRPr="005C6E20" w:rsidRDefault="005B2BFF" w:rsidP="005B2BFF">
      <w:pPr>
        <w:ind w:firstLineChars="700" w:firstLine="1563"/>
        <w:rPr>
          <w:rFonts w:ascii="BIZ UD明朝 Medium" w:eastAsia="BIZ UD明朝 Medium" w:hAnsi="BIZ UD明朝 Medium"/>
          <w:sz w:val="24"/>
          <w:szCs w:val="24"/>
        </w:rPr>
      </w:pPr>
      <w:r w:rsidRPr="005C6E20">
        <w:rPr>
          <w:rFonts w:ascii="BIZ UD明朝 Medium" w:eastAsia="BIZ UD明朝 Medium" w:hAnsi="BIZ UD明朝 Medium" w:hint="eastAsia"/>
          <w:sz w:val="24"/>
          <w:szCs w:val="24"/>
        </w:rPr>
        <w:t xml:space="preserve">代理人氏名　　　　　　　　　　　　</w:t>
      </w:r>
    </w:p>
    <w:p w14:paraId="26045504" w14:textId="77777777" w:rsidR="005B2BFF" w:rsidRPr="005C6E20" w:rsidRDefault="005B2BFF" w:rsidP="005B2BFF">
      <w:pPr>
        <w:rPr>
          <w:rFonts w:ascii="BIZ UD明朝 Medium" w:eastAsia="BIZ UD明朝 Medium" w:hAnsi="BIZ UD明朝 Medium"/>
          <w:sz w:val="24"/>
          <w:szCs w:val="24"/>
        </w:rPr>
      </w:pPr>
    </w:p>
    <w:p w14:paraId="0F3E3247" w14:textId="77777777" w:rsidR="005B2BFF" w:rsidRPr="005C6E20" w:rsidRDefault="005B2BFF" w:rsidP="005B2BFF">
      <w:pPr>
        <w:rPr>
          <w:rFonts w:ascii="BIZ UD明朝 Medium" w:eastAsia="BIZ UD明朝 Medium" w:hAnsi="BIZ UD明朝 Medium"/>
          <w:sz w:val="24"/>
          <w:szCs w:val="24"/>
        </w:rPr>
      </w:pPr>
    </w:p>
    <w:p w14:paraId="601B8DA1" w14:textId="77777777" w:rsidR="00ED4821" w:rsidRPr="005C6E20" w:rsidRDefault="00ED4821" w:rsidP="005B2BFF">
      <w:pPr>
        <w:rPr>
          <w:rFonts w:ascii="BIZ UD明朝 Medium" w:eastAsia="BIZ UD明朝 Medium" w:hAnsi="BIZ UD明朝 Medium"/>
          <w:sz w:val="24"/>
          <w:szCs w:val="24"/>
        </w:rPr>
      </w:pPr>
    </w:p>
    <w:p w14:paraId="1C155067" w14:textId="77777777" w:rsidR="005B2BFF" w:rsidRPr="005C6E20" w:rsidRDefault="005B2BFF" w:rsidP="005B2BFF">
      <w:pPr>
        <w:rPr>
          <w:rFonts w:ascii="BIZ UD明朝 Medium" w:eastAsia="BIZ UD明朝 Medium" w:hAnsi="BIZ UD明朝 Medium"/>
          <w:dstrike/>
          <w:sz w:val="24"/>
          <w:szCs w:val="24"/>
        </w:rPr>
      </w:pPr>
      <w:r w:rsidRPr="005C6E20">
        <w:rPr>
          <w:rFonts w:ascii="BIZ UD明朝 Medium" w:eastAsia="BIZ UD明朝 Medium" w:hAnsi="BIZ UD明朝 Medium" w:hint="eastAsia"/>
          <w:sz w:val="24"/>
          <w:szCs w:val="24"/>
        </w:rPr>
        <w:t xml:space="preserve">　発注者</w:t>
      </w:r>
    </w:p>
    <w:p w14:paraId="78BA3D02" w14:textId="77777777" w:rsidR="005B2BFF" w:rsidRPr="005C6E20" w:rsidRDefault="005B2BFF" w:rsidP="005B2BFF">
      <w:pPr>
        <w:rPr>
          <w:rFonts w:ascii="BIZ UD明朝 Medium" w:eastAsia="BIZ UD明朝 Medium" w:hAnsi="BIZ UD明朝 Medium"/>
          <w:sz w:val="32"/>
          <w:szCs w:val="32"/>
        </w:rPr>
      </w:pPr>
      <w:r w:rsidRPr="005C6E20">
        <w:rPr>
          <w:rFonts w:ascii="BIZ UD明朝 Medium" w:eastAsia="BIZ UD明朝 Medium" w:hAnsi="BIZ UD明朝 Medium" w:hint="eastAsia"/>
          <w:sz w:val="24"/>
          <w:szCs w:val="24"/>
        </w:rPr>
        <w:t xml:space="preserve">　</w:t>
      </w:r>
      <w:r w:rsidR="00DA43A9" w:rsidRPr="005C6E20">
        <w:rPr>
          <w:rFonts w:ascii="BIZ UD明朝 Medium" w:eastAsia="BIZ UD明朝 Medium" w:hAnsi="BIZ UD明朝 Medium" w:hint="eastAsia"/>
          <w:sz w:val="24"/>
          <w:szCs w:val="24"/>
        </w:rPr>
        <w:t>（宛先）</w:t>
      </w:r>
      <w:r w:rsidRPr="005C6E20">
        <w:rPr>
          <w:rFonts w:ascii="BIZ UD明朝 Medium" w:eastAsia="BIZ UD明朝 Medium" w:hAnsi="BIZ UD明朝 Medium" w:hint="eastAsia"/>
          <w:sz w:val="32"/>
          <w:szCs w:val="32"/>
        </w:rPr>
        <w:t xml:space="preserve">山　口　市　長 </w:t>
      </w:r>
    </w:p>
    <w:p w14:paraId="1BC35B68" w14:textId="77777777" w:rsidR="00623CCF" w:rsidRPr="005C6E20" w:rsidRDefault="00623CCF" w:rsidP="00623CCF">
      <w:pPr>
        <w:tabs>
          <w:tab w:val="center" w:pos="4252"/>
          <w:tab w:val="right" w:pos="8504"/>
        </w:tabs>
        <w:snapToGrid w:val="0"/>
        <w:ind w:left="550" w:hangingChars="300" w:hanging="550"/>
        <w:rPr>
          <w:rFonts w:ascii="BIZ UD明朝 Medium" w:eastAsia="BIZ UD明朝 Medium" w:hAnsi="BIZ UD明朝 Medium"/>
          <w:sz w:val="20"/>
        </w:rPr>
      </w:pPr>
      <w:r w:rsidRPr="005C6E20">
        <w:rPr>
          <w:rFonts w:ascii="BIZ UD明朝 Medium" w:eastAsia="BIZ UD明朝 Medium" w:hAnsi="BIZ UD明朝 Medium" w:hint="eastAsia"/>
          <w:sz w:val="20"/>
        </w:rPr>
        <w:t>【注意事項】</w:t>
      </w:r>
    </w:p>
    <w:p w14:paraId="30966AFE" w14:textId="77777777" w:rsidR="00623CCF" w:rsidRPr="005C6E20" w:rsidRDefault="00623CCF" w:rsidP="00623CCF">
      <w:pPr>
        <w:widowControl/>
        <w:tabs>
          <w:tab w:val="center" w:pos="4252"/>
          <w:tab w:val="right" w:pos="8504"/>
        </w:tabs>
        <w:snapToGrid w:val="0"/>
        <w:ind w:leftChars="34" w:left="249" w:hangingChars="100" w:hanging="183"/>
        <w:rPr>
          <w:rFonts w:ascii="BIZ UD明朝 Medium" w:eastAsia="BIZ UD明朝 Medium" w:hAnsi="BIZ UD明朝 Medium"/>
          <w:sz w:val="20"/>
        </w:rPr>
      </w:pPr>
      <w:r w:rsidRPr="005C6E20">
        <w:rPr>
          <w:rFonts w:ascii="BIZ UD明朝 Medium" w:eastAsia="BIZ UD明朝 Medium" w:hAnsi="BIZ UD明朝 Medium" w:hint="eastAsia"/>
          <w:sz w:val="20"/>
        </w:rPr>
        <w:t>１　金額は、アラビア数字（0、1、2、3……9）を用いて正確に記入し、金額の頭書に、￥の記号を付けるか、空白欄に横線を引くこと。金額の加除訂正は認めないので書き損じた際は新しい入札書を使用すること。</w:t>
      </w:r>
    </w:p>
    <w:p w14:paraId="15934D52" w14:textId="77777777" w:rsidR="00D34582" w:rsidRPr="005C6E20" w:rsidRDefault="00C11F6F" w:rsidP="00623CCF">
      <w:pPr>
        <w:widowControl/>
        <w:tabs>
          <w:tab w:val="center" w:pos="4252"/>
          <w:tab w:val="right" w:pos="8504"/>
        </w:tabs>
        <w:snapToGrid w:val="0"/>
        <w:ind w:leftChars="34" w:left="249" w:hangingChars="100" w:hanging="183"/>
        <w:rPr>
          <w:rFonts w:ascii="BIZ UD明朝 Medium" w:eastAsia="BIZ UD明朝 Medium" w:hAnsi="BIZ UD明朝 Medium"/>
          <w:sz w:val="20"/>
        </w:rPr>
      </w:pPr>
      <w:r w:rsidRPr="005C6E20">
        <w:rPr>
          <w:rFonts w:ascii="BIZ UD明朝 Medium" w:eastAsia="BIZ UD明朝 Medium" w:hAnsi="BIZ UD明朝 Medium" w:hint="eastAsia"/>
          <w:sz w:val="20"/>
        </w:rPr>
        <w:t xml:space="preserve">２　</w:t>
      </w:r>
      <w:r w:rsidR="00623CCF" w:rsidRPr="005C6E20">
        <w:rPr>
          <w:rFonts w:ascii="BIZ UD明朝 Medium" w:eastAsia="BIZ UD明朝 Medium" w:hAnsi="BIZ UD明朝 Medium" w:hint="eastAsia"/>
          <w:sz w:val="20"/>
        </w:rPr>
        <w:t>「入札者」は、競争入札参加資格の登録において、「本店で契約する」</w:t>
      </w:r>
      <w:r w:rsidR="00D34582" w:rsidRPr="005C6E20">
        <w:rPr>
          <w:rFonts w:ascii="BIZ UD明朝 Medium" w:eastAsia="BIZ UD明朝 Medium" w:hAnsi="BIZ UD明朝 Medium" w:hint="eastAsia"/>
          <w:sz w:val="20"/>
        </w:rPr>
        <w:t>と</w:t>
      </w:r>
      <w:r w:rsidR="00623CCF" w:rsidRPr="005C6E20">
        <w:rPr>
          <w:rFonts w:ascii="BIZ UD明朝 Medium" w:eastAsia="BIZ UD明朝 Medium" w:hAnsi="BIZ UD明朝 Medium" w:hint="eastAsia"/>
          <w:sz w:val="20"/>
        </w:rPr>
        <w:t>した場合は本店の住所、商号又は名称並びに代表者の役職名及び氏名を、</w:t>
      </w:r>
      <w:r w:rsidR="00623CCF" w:rsidRPr="005C6E20">
        <w:rPr>
          <w:rFonts w:ascii="BIZ UD明朝 Medium" w:eastAsia="BIZ UD明朝 Medium" w:hAnsi="BIZ UD明朝 Medium" w:hint="eastAsia"/>
          <w:sz w:val="20"/>
          <w:u w:val="single"/>
        </w:rPr>
        <w:t>「委任先（本店以外の営業所等）で契約する」</w:t>
      </w:r>
      <w:r w:rsidR="00D34582" w:rsidRPr="005C6E20">
        <w:rPr>
          <w:rFonts w:ascii="BIZ UD明朝 Medium" w:eastAsia="BIZ UD明朝 Medium" w:hAnsi="BIZ UD明朝 Medium" w:hint="eastAsia"/>
          <w:sz w:val="20"/>
          <w:u w:val="single"/>
        </w:rPr>
        <w:t>とした</w:t>
      </w:r>
      <w:r w:rsidR="00623CCF" w:rsidRPr="005C6E20">
        <w:rPr>
          <w:rFonts w:ascii="BIZ UD明朝 Medium" w:eastAsia="BIZ UD明朝 Medium" w:hAnsi="BIZ UD明朝 Medium" w:hint="eastAsia"/>
          <w:sz w:val="20"/>
          <w:u w:val="single"/>
        </w:rPr>
        <w:t>場合は委任先の住所、</w:t>
      </w:r>
      <w:r w:rsidR="002A3712" w:rsidRPr="005C6E20">
        <w:rPr>
          <w:rFonts w:ascii="BIZ UD明朝 Medium" w:eastAsia="BIZ UD明朝 Medium" w:hAnsi="BIZ UD明朝 Medium" w:hint="eastAsia"/>
          <w:sz w:val="20"/>
          <w:u w:val="single"/>
        </w:rPr>
        <w:t>商号又は</w:t>
      </w:r>
      <w:r w:rsidR="00623CCF" w:rsidRPr="005C6E20">
        <w:rPr>
          <w:rFonts w:ascii="BIZ UD明朝 Medium" w:eastAsia="BIZ UD明朝 Medium" w:hAnsi="BIZ UD明朝 Medium" w:hint="eastAsia"/>
          <w:sz w:val="20"/>
          <w:u w:val="single"/>
        </w:rPr>
        <w:t>名称、受任者の役職名及び氏名</w:t>
      </w:r>
      <w:r w:rsidR="00623CCF" w:rsidRPr="005C6E20">
        <w:rPr>
          <w:rFonts w:ascii="BIZ UD明朝 Medium" w:eastAsia="BIZ UD明朝 Medium" w:hAnsi="BIZ UD明朝 Medium" w:hint="eastAsia"/>
          <w:sz w:val="20"/>
        </w:rPr>
        <w:t>を、当該登録のとおり記載すること。</w:t>
      </w:r>
    </w:p>
    <w:p w14:paraId="4F09FB5C" w14:textId="77777777" w:rsidR="00623CCF" w:rsidRPr="005C6E20" w:rsidRDefault="00623CCF" w:rsidP="00D34582">
      <w:pPr>
        <w:widowControl/>
        <w:tabs>
          <w:tab w:val="center" w:pos="4252"/>
          <w:tab w:val="right" w:pos="8504"/>
        </w:tabs>
        <w:snapToGrid w:val="0"/>
        <w:ind w:leftChars="134" w:left="259" w:firstLineChars="100" w:firstLine="183"/>
        <w:rPr>
          <w:rFonts w:ascii="BIZ UD明朝 Medium" w:eastAsia="BIZ UD明朝 Medium" w:hAnsi="BIZ UD明朝 Medium"/>
          <w:sz w:val="20"/>
        </w:rPr>
      </w:pPr>
      <w:r w:rsidRPr="005C6E20">
        <w:rPr>
          <w:rFonts w:ascii="BIZ UD明朝 Medium" w:eastAsia="BIZ UD明朝 Medium" w:hAnsi="BIZ UD明朝 Medium" w:hint="eastAsia"/>
          <w:sz w:val="20"/>
        </w:rPr>
        <w:t>共同企業体の場合は、共同企業体結成届出書における共同企業体の名称並びに代表者の住所、商号又は名称及び代表者職名・氏名を記載すること。</w:t>
      </w:r>
    </w:p>
    <w:p w14:paraId="4CFCD795" w14:textId="77777777" w:rsidR="00623CCF" w:rsidRPr="005C6E20" w:rsidRDefault="00623CCF" w:rsidP="00623CCF">
      <w:pPr>
        <w:widowControl/>
        <w:tabs>
          <w:tab w:val="center" w:pos="4252"/>
          <w:tab w:val="right" w:pos="8504"/>
        </w:tabs>
        <w:snapToGrid w:val="0"/>
        <w:ind w:leftChars="34" w:left="249" w:hangingChars="100" w:hanging="183"/>
        <w:rPr>
          <w:rFonts w:ascii="BIZ UD明朝 Medium" w:eastAsia="BIZ UD明朝 Medium" w:hAnsi="BIZ UD明朝 Medium"/>
          <w:sz w:val="20"/>
        </w:rPr>
      </w:pPr>
      <w:r w:rsidRPr="005C6E20">
        <w:rPr>
          <w:rFonts w:ascii="BIZ UD明朝 Medium" w:eastAsia="BIZ UD明朝 Medium" w:hAnsi="BIZ UD明朝 Medium" w:hint="eastAsia"/>
          <w:sz w:val="20"/>
        </w:rPr>
        <w:t>３　入札者の代理人が入札をする場合、上記「入札者」の記入に加え、「代理人氏名」の記入及び「代理人の印」の押印が必要である。また、「入札者」の発行する委任状の提出も必要である。</w:t>
      </w:r>
    </w:p>
    <w:sectPr w:rsidR="00623CCF" w:rsidRPr="005C6E20" w:rsidSect="004A7FB6">
      <w:type w:val="continuous"/>
      <w:pgSz w:w="11906" w:h="16838" w:code="9"/>
      <w:pgMar w:top="851" w:right="991" w:bottom="567" w:left="1361" w:header="340" w:footer="227" w:gutter="0"/>
      <w:pgNumType w:fmt="numberInDash"/>
      <w:cols w:space="425"/>
      <w:docGrid w:type="linesAndChars" w:linePitch="341"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24435" w14:textId="77777777" w:rsidR="00263DE0" w:rsidRDefault="00263DE0">
      <w:r>
        <w:separator/>
      </w:r>
    </w:p>
  </w:endnote>
  <w:endnote w:type="continuationSeparator" w:id="0">
    <w:p w14:paraId="07F0D0C2" w14:textId="77777777" w:rsidR="00263DE0" w:rsidRDefault="00263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0A799" w14:textId="77777777" w:rsidR="00263DE0" w:rsidRDefault="00263DE0">
      <w:r>
        <w:separator/>
      </w:r>
    </w:p>
  </w:footnote>
  <w:footnote w:type="continuationSeparator" w:id="0">
    <w:p w14:paraId="5EEA4BC1" w14:textId="77777777" w:rsidR="00263DE0" w:rsidRDefault="00263D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BB2B0BB"/>
    <w:multiLevelType w:val="hybridMultilevel"/>
    <w:tmpl w:val="0C5CB67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1030B32"/>
    <w:multiLevelType w:val="hybridMultilevel"/>
    <w:tmpl w:val="ACFE73F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A39CBDF"/>
    <w:multiLevelType w:val="hybridMultilevel"/>
    <w:tmpl w:val="213374B0"/>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B0F1FE"/>
    <w:multiLevelType w:val="hybridMultilevel"/>
    <w:tmpl w:val="737ACB61"/>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F1B6738"/>
    <w:multiLevelType w:val="hybridMultilevel"/>
    <w:tmpl w:val="1C77CEA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FFFFF7C"/>
    <w:multiLevelType w:val="singleLevel"/>
    <w:tmpl w:val="CA0CD804"/>
    <w:lvl w:ilvl="0">
      <w:start w:val="1"/>
      <w:numFmt w:val="decimal"/>
      <w:lvlText w:val="%1."/>
      <w:lvlJc w:val="left"/>
      <w:pPr>
        <w:tabs>
          <w:tab w:val="num" w:pos="2061"/>
        </w:tabs>
        <w:ind w:left="2061" w:hanging="360"/>
      </w:pPr>
    </w:lvl>
  </w:abstractNum>
  <w:abstractNum w:abstractNumId="6" w15:restartNumberingAfterBreak="0">
    <w:nsid w:val="FFFFFF7D"/>
    <w:multiLevelType w:val="singleLevel"/>
    <w:tmpl w:val="4176DCD6"/>
    <w:lvl w:ilvl="0">
      <w:start w:val="1"/>
      <w:numFmt w:val="decimal"/>
      <w:lvlText w:val="%1."/>
      <w:lvlJc w:val="left"/>
      <w:pPr>
        <w:tabs>
          <w:tab w:val="num" w:pos="1636"/>
        </w:tabs>
        <w:ind w:left="1636" w:hanging="360"/>
      </w:pPr>
    </w:lvl>
  </w:abstractNum>
  <w:abstractNum w:abstractNumId="7" w15:restartNumberingAfterBreak="0">
    <w:nsid w:val="FFFFFF7E"/>
    <w:multiLevelType w:val="singleLevel"/>
    <w:tmpl w:val="621ADC96"/>
    <w:lvl w:ilvl="0">
      <w:start w:val="1"/>
      <w:numFmt w:val="decimal"/>
      <w:lvlText w:val="%1."/>
      <w:lvlJc w:val="left"/>
      <w:pPr>
        <w:tabs>
          <w:tab w:val="num" w:pos="1211"/>
        </w:tabs>
        <w:ind w:left="1211" w:hanging="360"/>
      </w:pPr>
    </w:lvl>
  </w:abstractNum>
  <w:abstractNum w:abstractNumId="8" w15:restartNumberingAfterBreak="0">
    <w:nsid w:val="FFFFFF7F"/>
    <w:multiLevelType w:val="singleLevel"/>
    <w:tmpl w:val="AD7C06E0"/>
    <w:lvl w:ilvl="0">
      <w:start w:val="1"/>
      <w:numFmt w:val="decimal"/>
      <w:lvlText w:val="%1."/>
      <w:lvlJc w:val="left"/>
      <w:pPr>
        <w:tabs>
          <w:tab w:val="num" w:pos="785"/>
        </w:tabs>
        <w:ind w:left="785" w:hanging="360"/>
      </w:pPr>
    </w:lvl>
  </w:abstractNum>
  <w:abstractNum w:abstractNumId="9" w15:restartNumberingAfterBreak="0">
    <w:nsid w:val="FFFFFF80"/>
    <w:multiLevelType w:val="singleLevel"/>
    <w:tmpl w:val="24901A76"/>
    <w:lvl w:ilvl="0">
      <w:start w:val="1"/>
      <w:numFmt w:val="bullet"/>
      <w:lvlText w:val=""/>
      <w:lvlJc w:val="left"/>
      <w:pPr>
        <w:tabs>
          <w:tab w:val="num" w:pos="2061"/>
        </w:tabs>
        <w:ind w:left="2061" w:hanging="360"/>
      </w:pPr>
      <w:rPr>
        <w:rFonts w:ascii="Wingdings" w:hAnsi="Wingdings" w:hint="default"/>
      </w:rPr>
    </w:lvl>
  </w:abstractNum>
  <w:abstractNum w:abstractNumId="10" w15:restartNumberingAfterBreak="0">
    <w:nsid w:val="FFFFFF81"/>
    <w:multiLevelType w:val="singleLevel"/>
    <w:tmpl w:val="948E8698"/>
    <w:lvl w:ilvl="0">
      <w:start w:val="1"/>
      <w:numFmt w:val="bullet"/>
      <w:lvlText w:val=""/>
      <w:lvlJc w:val="left"/>
      <w:pPr>
        <w:tabs>
          <w:tab w:val="num" w:pos="1636"/>
        </w:tabs>
        <w:ind w:left="1636" w:hanging="360"/>
      </w:pPr>
      <w:rPr>
        <w:rFonts w:ascii="Wingdings" w:hAnsi="Wingdings" w:hint="default"/>
      </w:rPr>
    </w:lvl>
  </w:abstractNum>
  <w:abstractNum w:abstractNumId="11" w15:restartNumberingAfterBreak="0">
    <w:nsid w:val="FFFFFF82"/>
    <w:multiLevelType w:val="singleLevel"/>
    <w:tmpl w:val="FD2870FC"/>
    <w:lvl w:ilvl="0">
      <w:start w:val="1"/>
      <w:numFmt w:val="bullet"/>
      <w:lvlText w:val=""/>
      <w:lvlJc w:val="left"/>
      <w:pPr>
        <w:tabs>
          <w:tab w:val="num" w:pos="1211"/>
        </w:tabs>
        <w:ind w:left="1211" w:hanging="360"/>
      </w:pPr>
      <w:rPr>
        <w:rFonts w:ascii="Wingdings" w:hAnsi="Wingdings" w:hint="default"/>
      </w:rPr>
    </w:lvl>
  </w:abstractNum>
  <w:abstractNum w:abstractNumId="12" w15:restartNumberingAfterBreak="0">
    <w:nsid w:val="FFFFFF83"/>
    <w:multiLevelType w:val="singleLevel"/>
    <w:tmpl w:val="B53A1516"/>
    <w:lvl w:ilvl="0">
      <w:start w:val="1"/>
      <w:numFmt w:val="bullet"/>
      <w:lvlText w:val=""/>
      <w:lvlJc w:val="left"/>
      <w:pPr>
        <w:tabs>
          <w:tab w:val="num" w:pos="785"/>
        </w:tabs>
        <w:ind w:left="785" w:hanging="360"/>
      </w:pPr>
      <w:rPr>
        <w:rFonts w:ascii="Wingdings" w:hAnsi="Wingdings" w:hint="default"/>
      </w:rPr>
    </w:lvl>
  </w:abstractNum>
  <w:abstractNum w:abstractNumId="13" w15:restartNumberingAfterBreak="0">
    <w:nsid w:val="FFFFFF88"/>
    <w:multiLevelType w:val="singleLevel"/>
    <w:tmpl w:val="9CB691E6"/>
    <w:lvl w:ilvl="0">
      <w:start w:val="1"/>
      <w:numFmt w:val="decimal"/>
      <w:lvlText w:val="%1."/>
      <w:lvlJc w:val="left"/>
      <w:pPr>
        <w:tabs>
          <w:tab w:val="num" w:pos="360"/>
        </w:tabs>
        <w:ind w:left="360" w:hanging="360"/>
      </w:pPr>
    </w:lvl>
  </w:abstractNum>
  <w:abstractNum w:abstractNumId="14" w15:restartNumberingAfterBreak="0">
    <w:nsid w:val="FFFFFF89"/>
    <w:multiLevelType w:val="singleLevel"/>
    <w:tmpl w:val="B8AE9010"/>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120B675D"/>
    <w:multiLevelType w:val="hybridMultilevel"/>
    <w:tmpl w:val="974BE5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4FB67BC"/>
    <w:multiLevelType w:val="multilevel"/>
    <w:tmpl w:val="0F743BF2"/>
    <w:lvl w:ilvl="0">
      <w:start w:val="1"/>
      <w:numFmt w:val="ideographDigital"/>
      <w:lvlText w:val=""/>
      <w:lvlJc w:val="left"/>
    </w:lvl>
    <w:lvl w:ilvl="1">
      <w:start w:val="1"/>
      <w:numFmt w:val="decimal"/>
      <w:lvlText w:val="%1."/>
      <w:lvlJc w:val="left"/>
    </w:lvl>
    <w:lvl w:ilvl="2">
      <w:start w:val="1"/>
      <w:numFmt w:val="ideographDigit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01318E5"/>
    <w:multiLevelType w:val="hybridMultilevel"/>
    <w:tmpl w:val="4F90E32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4C5FFE7"/>
    <w:multiLevelType w:val="hybridMultilevel"/>
    <w:tmpl w:val="60ADD01D"/>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D406FF2"/>
    <w:multiLevelType w:val="hybridMultilevel"/>
    <w:tmpl w:val="E86E078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FBA8088"/>
    <w:multiLevelType w:val="hybridMultilevel"/>
    <w:tmpl w:val="9297AE5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676154870">
    <w:abstractNumId w:val="14"/>
  </w:num>
  <w:num w:numId="2" w16cid:durableId="991328467">
    <w:abstractNumId w:val="12"/>
  </w:num>
  <w:num w:numId="3" w16cid:durableId="52700178">
    <w:abstractNumId w:val="11"/>
  </w:num>
  <w:num w:numId="4" w16cid:durableId="1871382764">
    <w:abstractNumId w:val="10"/>
  </w:num>
  <w:num w:numId="5" w16cid:durableId="148249185">
    <w:abstractNumId w:val="9"/>
  </w:num>
  <w:num w:numId="6" w16cid:durableId="538587938">
    <w:abstractNumId w:val="13"/>
  </w:num>
  <w:num w:numId="7" w16cid:durableId="100146965">
    <w:abstractNumId w:val="8"/>
  </w:num>
  <w:num w:numId="8" w16cid:durableId="678583991">
    <w:abstractNumId w:val="7"/>
  </w:num>
  <w:num w:numId="9" w16cid:durableId="1452359836">
    <w:abstractNumId w:val="6"/>
  </w:num>
  <w:num w:numId="10" w16cid:durableId="754471053">
    <w:abstractNumId w:val="5"/>
  </w:num>
  <w:num w:numId="11" w16cid:durableId="1872955746">
    <w:abstractNumId w:val="4"/>
  </w:num>
  <w:num w:numId="12" w16cid:durableId="1789857784">
    <w:abstractNumId w:val="2"/>
  </w:num>
  <w:num w:numId="13" w16cid:durableId="399406301">
    <w:abstractNumId w:val="0"/>
  </w:num>
  <w:num w:numId="14" w16cid:durableId="786002259">
    <w:abstractNumId w:val="3"/>
  </w:num>
  <w:num w:numId="15" w16cid:durableId="37244579">
    <w:abstractNumId w:val="18"/>
  </w:num>
  <w:num w:numId="16" w16cid:durableId="288512920">
    <w:abstractNumId w:val="16"/>
  </w:num>
  <w:num w:numId="17" w16cid:durableId="1390618531">
    <w:abstractNumId w:val="1"/>
  </w:num>
  <w:num w:numId="18" w16cid:durableId="302464260">
    <w:abstractNumId w:val="20"/>
  </w:num>
  <w:num w:numId="19" w16cid:durableId="1630431709">
    <w:abstractNumId w:val="19"/>
  </w:num>
  <w:num w:numId="20" w16cid:durableId="1743988414">
    <w:abstractNumId w:val="15"/>
  </w:num>
  <w:num w:numId="21" w16cid:durableId="45059220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5"/>
  <w:drawingGridVerticalSpacing w:val="433"/>
  <w:displayHorizontalDrawingGridEvery w:val="0"/>
  <w:characterSpacingControl w:val="doNotCompress"/>
  <w:strictFirstAndLastChars/>
  <w:hdrShapeDefaults>
    <o:shapedefaults v:ext="edit" spidmax="11265" fill="f" fillcolor="white">
      <v:fill color="white" on="f"/>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E2A"/>
    <w:rsid w:val="00001975"/>
    <w:rsid w:val="0000320B"/>
    <w:rsid w:val="00006FA9"/>
    <w:rsid w:val="00007EAE"/>
    <w:rsid w:val="00011E82"/>
    <w:rsid w:val="00014522"/>
    <w:rsid w:val="00015DAF"/>
    <w:rsid w:val="00023FC7"/>
    <w:rsid w:val="00024108"/>
    <w:rsid w:val="00032278"/>
    <w:rsid w:val="00036C16"/>
    <w:rsid w:val="00040545"/>
    <w:rsid w:val="00046D3A"/>
    <w:rsid w:val="0004716D"/>
    <w:rsid w:val="00047BCF"/>
    <w:rsid w:val="0005185E"/>
    <w:rsid w:val="00060510"/>
    <w:rsid w:val="00062F5C"/>
    <w:rsid w:val="0007276E"/>
    <w:rsid w:val="000749F0"/>
    <w:rsid w:val="000811E1"/>
    <w:rsid w:val="00081C83"/>
    <w:rsid w:val="000866E2"/>
    <w:rsid w:val="00096C77"/>
    <w:rsid w:val="000A0C70"/>
    <w:rsid w:val="000A1257"/>
    <w:rsid w:val="000A65E9"/>
    <w:rsid w:val="000B0412"/>
    <w:rsid w:val="000B1A24"/>
    <w:rsid w:val="000C1CE8"/>
    <w:rsid w:val="000C54B8"/>
    <w:rsid w:val="000D0D04"/>
    <w:rsid w:val="000D1135"/>
    <w:rsid w:val="000D2ECB"/>
    <w:rsid w:val="000D47BF"/>
    <w:rsid w:val="000D68A2"/>
    <w:rsid w:val="000E2E2C"/>
    <w:rsid w:val="000E6AF2"/>
    <w:rsid w:val="000F129C"/>
    <w:rsid w:val="000F4FB7"/>
    <w:rsid w:val="000F5D8B"/>
    <w:rsid w:val="000F6F3D"/>
    <w:rsid w:val="000F75F6"/>
    <w:rsid w:val="00100B84"/>
    <w:rsid w:val="00102674"/>
    <w:rsid w:val="001029E1"/>
    <w:rsid w:val="00110E2A"/>
    <w:rsid w:val="00111FED"/>
    <w:rsid w:val="0011385B"/>
    <w:rsid w:val="00113D3E"/>
    <w:rsid w:val="0011489F"/>
    <w:rsid w:val="0011666F"/>
    <w:rsid w:val="00122C29"/>
    <w:rsid w:val="00126990"/>
    <w:rsid w:val="001273BA"/>
    <w:rsid w:val="00127ABD"/>
    <w:rsid w:val="00132C76"/>
    <w:rsid w:val="001333B4"/>
    <w:rsid w:val="001338AF"/>
    <w:rsid w:val="001376BF"/>
    <w:rsid w:val="001422C2"/>
    <w:rsid w:val="001442BB"/>
    <w:rsid w:val="00144410"/>
    <w:rsid w:val="00152D3B"/>
    <w:rsid w:val="00152FCE"/>
    <w:rsid w:val="00154D0A"/>
    <w:rsid w:val="0015542F"/>
    <w:rsid w:val="0015596C"/>
    <w:rsid w:val="00155E7F"/>
    <w:rsid w:val="001565A3"/>
    <w:rsid w:val="00160A5F"/>
    <w:rsid w:val="00161CAE"/>
    <w:rsid w:val="0016221B"/>
    <w:rsid w:val="001628AD"/>
    <w:rsid w:val="00163532"/>
    <w:rsid w:val="00163F49"/>
    <w:rsid w:val="0016414E"/>
    <w:rsid w:val="0017445F"/>
    <w:rsid w:val="00174CF0"/>
    <w:rsid w:val="00175558"/>
    <w:rsid w:val="001755E4"/>
    <w:rsid w:val="00176A3D"/>
    <w:rsid w:val="00177268"/>
    <w:rsid w:val="0018411C"/>
    <w:rsid w:val="00185A24"/>
    <w:rsid w:val="00191366"/>
    <w:rsid w:val="00194F58"/>
    <w:rsid w:val="001A0716"/>
    <w:rsid w:val="001A5C9B"/>
    <w:rsid w:val="001B1504"/>
    <w:rsid w:val="001B52F2"/>
    <w:rsid w:val="001B67CD"/>
    <w:rsid w:val="001C4A86"/>
    <w:rsid w:val="001C5D9A"/>
    <w:rsid w:val="001C7BA6"/>
    <w:rsid w:val="001D18B5"/>
    <w:rsid w:val="001D1910"/>
    <w:rsid w:val="001D2919"/>
    <w:rsid w:val="001D6731"/>
    <w:rsid w:val="001D7769"/>
    <w:rsid w:val="001E20AF"/>
    <w:rsid w:val="001E4AB4"/>
    <w:rsid w:val="001E676C"/>
    <w:rsid w:val="001E715C"/>
    <w:rsid w:val="001F1153"/>
    <w:rsid w:val="001F12DC"/>
    <w:rsid w:val="001F27B9"/>
    <w:rsid w:val="001F395F"/>
    <w:rsid w:val="001F441D"/>
    <w:rsid w:val="001F6120"/>
    <w:rsid w:val="002019D9"/>
    <w:rsid w:val="00202037"/>
    <w:rsid w:val="00211EE3"/>
    <w:rsid w:val="00212D85"/>
    <w:rsid w:val="0022244B"/>
    <w:rsid w:val="0022368E"/>
    <w:rsid w:val="002263CF"/>
    <w:rsid w:val="00226782"/>
    <w:rsid w:val="0023051A"/>
    <w:rsid w:val="00233EDA"/>
    <w:rsid w:val="00241725"/>
    <w:rsid w:val="00242429"/>
    <w:rsid w:val="0024605B"/>
    <w:rsid w:val="00247409"/>
    <w:rsid w:val="0025270E"/>
    <w:rsid w:val="00257201"/>
    <w:rsid w:val="0026314A"/>
    <w:rsid w:val="00263DE0"/>
    <w:rsid w:val="00264EB2"/>
    <w:rsid w:val="00265665"/>
    <w:rsid w:val="00267496"/>
    <w:rsid w:val="00275030"/>
    <w:rsid w:val="002750D6"/>
    <w:rsid w:val="00282B7C"/>
    <w:rsid w:val="002848B2"/>
    <w:rsid w:val="00291050"/>
    <w:rsid w:val="002921BC"/>
    <w:rsid w:val="00295574"/>
    <w:rsid w:val="00295F42"/>
    <w:rsid w:val="00297F5B"/>
    <w:rsid w:val="002A013C"/>
    <w:rsid w:val="002A0692"/>
    <w:rsid w:val="002A0F43"/>
    <w:rsid w:val="002A28A0"/>
    <w:rsid w:val="002A3712"/>
    <w:rsid w:val="002A5ACC"/>
    <w:rsid w:val="002B0FDD"/>
    <w:rsid w:val="002B1BA1"/>
    <w:rsid w:val="002B268F"/>
    <w:rsid w:val="002B52C1"/>
    <w:rsid w:val="002B6C47"/>
    <w:rsid w:val="002B6D40"/>
    <w:rsid w:val="002C34E5"/>
    <w:rsid w:val="002C4A17"/>
    <w:rsid w:val="002C62D3"/>
    <w:rsid w:val="002C735B"/>
    <w:rsid w:val="002D16BE"/>
    <w:rsid w:val="002D1B7A"/>
    <w:rsid w:val="002D2A35"/>
    <w:rsid w:val="002D3C95"/>
    <w:rsid w:val="002D58F5"/>
    <w:rsid w:val="002D5FB3"/>
    <w:rsid w:val="002E0DC8"/>
    <w:rsid w:val="002E17ED"/>
    <w:rsid w:val="002E35BC"/>
    <w:rsid w:val="002E6BC4"/>
    <w:rsid w:val="002E7DA4"/>
    <w:rsid w:val="002F0C2E"/>
    <w:rsid w:val="002F3AA8"/>
    <w:rsid w:val="002F5D47"/>
    <w:rsid w:val="002F65C2"/>
    <w:rsid w:val="003015A5"/>
    <w:rsid w:val="00301F4B"/>
    <w:rsid w:val="003031EB"/>
    <w:rsid w:val="00305302"/>
    <w:rsid w:val="003108B6"/>
    <w:rsid w:val="003113C3"/>
    <w:rsid w:val="00314756"/>
    <w:rsid w:val="00314849"/>
    <w:rsid w:val="00315181"/>
    <w:rsid w:val="003170AD"/>
    <w:rsid w:val="0032213E"/>
    <w:rsid w:val="00336C46"/>
    <w:rsid w:val="00345DD2"/>
    <w:rsid w:val="00346DBC"/>
    <w:rsid w:val="003515F8"/>
    <w:rsid w:val="0035208E"/>
    <w:rsid w:val="003571E3"/>
    <w:rsid w:val="003601FE"/>
    <w:rsid w:val="0036064F"/>
    <w:rsid w:val="00364EB5"/>
    <w:rsid w:val="00365AE0"/>
    <w:rsid w:val="00366EC1"/>
    <w:rsid w:val="00367E30"/>
    <w:rsid w:val="003733FC"/>
    <w:rsid w:val="00377BCE"/>
    <w:rsid w:val="00381869"/>
    <w:rsid w:val="003837A6"/>
    <w:rsid w:val="00384A99"/>
    <w:rsid w:val="00384D4F"/>
    <w:rsid w:val="00386C31"/>
    <w:rsid w:val="003942DD"/>
    <w:rsid w:val="0039432F"/>
    <w:rsid w:val="003963B3"/>
    <w:rsid w:val="00396F15"/>
    <w:rsid w:val="003A5B67"/>
    <w:rsid w:val="003A5DE7"/>
    <w:rsid w:val="003B2A5A"/>
    <w:rsid w:val="003B5C4D"/>
    <w:rsid w:val="003B7A2F"/>
    <w:rsid w:val="003C07CD"/>
    <w:rsid w:val="003C1834"/>
    <w:rsid w:val="003C1D0F"/>
    <w:rsid w:val="003C2020"/>
    <w:rsid w:val="003C2176"/>
    <w:rsid w:val="003C337E"/>
    <w:rsid w:val="003D40B2"/>
    <w:rsid w:val="003E2F7D"/>
    <w:rsid w:val="003E32D7"/>
    <w:rsid w:val="003E43D6"/>
    <w:rsid w:val="003E52CF"/>
    <w:rsid w:val="003E7A7E"/>
    <w:rsid w:val="003F1A59"/>
    <w:rsid w:val="003F61F9"/>
    <w:rsid w:val="003F65CB"/>
    <w:rsid w:val="00411B3F"/>
    <w:rsid w:val="004208A1"/>
    <w:rsid w:val="004224D3"/>
    <w:rsid w:val="0042502B"/>
    <w:rsid w:val="00426146"/>
    <w:rsid w:val="00430004"/>
    <w:rsid w:val="00432722"/>
    <w:rsid w:val="0044209A"/>
    <w:rsid w:val="00442F2D"/>
    <w:rsid w:val="0044713B"/>
    <w:rsid w:val="004545E1"/>
    <w:rsid w:val="00463A4C"/>
    <w:rsid w:val="00474602"/>
    <w:rsid w:val="00477962"/>
    <w:rsid w:val="00482DCF"/>
    <w:rsid w:val="00484986"/>
    <w:rsid w:val="00486BB5"/>
    <w:rsid w:val="00487AC3"/>
    <w:rsid w:val="004914EA"/>
    <w:rsid w:val="0049515D"/>
    <w:rsid w:val="004978CB"/>
    <w:rsid w:val="004A36DB"/>
    <w:rsid w:val="004A4844"/>
    <w:rsid w:val="004A5228"/>
    <w:rsid w:val="004A7C72"/>
    <w:rsid w:val="004A7FB6"/>
    <w:rsid w:val="004B4F88"/>
    <w:rsid w:val="004C1BAE"/>
    <w:rsid w:val="004C22B0"/>
    <w:rsid w:val="004C51FB"/>
    <w:rsid w:val="004D1379"/>
    <w:rsid w:val="004D19FC"/>
    <w:rsid w:val="004D7145"/>
    <w:rsid w:val="004E26B8"/>
    <w:rsid w:val="004E2FAB"/>
    <w:rsid w:val="004E53E2"/>
    <w:rsid w:val="004E5A0B"/>
    <w:rsid w:val="004E7B7F"/>
    <w:rsid w:val="004F24EB"/>
    <w:rsid w:val="004F6B7F"/>
    <w:rsid w:val="00503B40"/>
    <w:rsid w:val="00504B57"/>
    <w:rsid w:val="005121A7"/>
    <w:rsid w:val="005126D4"/>
    <w:rsid w:val="005171DF"/>
    <w:rsid w:val="0052396D"/>
    <w:rsid w:val="00525C49"/>
    <w:rsid w:val="0052711E"/>
    <w:rsid w:val="0052712A"/>
    <w:rsid w:val="00530EC1"/>
    <w:rsid w:val="0053431C"/>
    <w:rsid w:val="00536453"/>
    <w:rsid w:val="00540F86"/>
    <w:rsid w:val="00541288"/>
    <w:rsid w:val="005429CE"/>
    <w:rsid w:val="00542D9E"/>
    <w:rsid w:val="0054552E"/>
    <w:rsid w:val="00545605"/>
    <w:rsid w:val="00545F50"/>
    <w:rsid w:val="00550FF8"/>
    <w:rsid w:val="00556347"/>
    <w:rsid w:val="00557D66"/>
    <w:rsid w:val="005625D9"/>
    <w:rsid w:val="00563BA5"/>
    <w:rsid w:val="0056640C"/>
    <w:rsid w:val="0056656A"/>
    <w:rsid w:val="005731BC"/>
    <w:rsid w:val="00575618"/>
    <w:rsid w:val="00581B6A"/>
    <w:rsid w:val="00582742"/>
    <w:rsid w:val="00584EE3"/>
    <w:rsid w:val="00591B01"/>
    <w:rsid w:val="00591D8F"/>
    <w:rsid w:val="0059304F"/>
    <w:rsid w:val="005970A3"/>
    <w:rsid w:val="005975B3"/>
    <w:rsid w:val="005A0E82"/>
    <w:rsid w:val="005A7583"/>
    <w:rsid w:val="005B11F7"/>
    <w:rsid w:val="005B2BFF"/>
    <w:rsid w:val="005B589B"/>
    <w:rsid w:val="005C35E5"/>
    <w:rsid w:val="005C63C5"/>
    <w:rsid w:val="005C6E20"/>
    <w:rsid w:val="005D29B3"/>
    <w:rsid w:val="005D760B"/>
    <w:rsid w:val="005E0A2D"/>
    <w:rsid w:val="005E0C26"/>
    <w:rsid w:val="005E1013"/>
    <w:rsid w:val="005E1234"/>
    <w:rsid w:val="005E3559"/>
    <w:rsid w:val="006023BD"/>
    <w:rsid w:val="006040FF"/>
    <w:rsid w:val="0060579B"/>
    <w:rsid w:val="00606209"/>
    <w:rsid w:val="00607C4D"/>
    <w:rsid w:val="0061067B"/>
    <w:rsid w:val="00617E0F"/>
    <w:rsid w:val="006201E9"/>
    <w:rsid w:val="00621A26"/>
    <w:rsid w:val="00623CCF"/>
    <w:rsid w:val="00624BE2"/>
    <w:rsid w:val="0062683C"/>
    <w:rsid w:val="00633A89"/>
    <w:rsid w:val="00634492"/>
    <w:rsid w:val="00635F8A"/>
    <w:rsid w:val="00636B1B"/>
    <w:rsid w:val="00637F88"/>
    <w:rsid w:val="00640929"/>
    <w:rsid w:val="00641E62"/>
    <w:rsid w:val="006523DA"/>
    <w:rsid w:val="00654025"/>
    <w:rsid w:val="00665BA4"/>
    <w:rsid w:val="006668D4"/>
    <w:rsid w:val="0067714C"/>
    <w:rsid w:val="006829EF"/>
    <w:rsid w:val="00683F4E"/>
    <w:rsid w:val="00684788"/>
    <w:rsid w:val="00691F71"/>
    <w:rsid w:val="006939C8"/>
    <w:rsid w:val="006A7C97"/>
    <w:rsid w:val="006B03E3"/>
    <w:rsid w:val="006B2606"/>
    <w:rsid w:val="006B7AA6"/>
    <w:rsid w:val="006C2AFE"/>
    <w:rsid w:val="006E1BF4"/>
    <w:rsid w:val="006E31CB"/>
    <w:rsid w:val="006F1F49"/>
    <w:rsid w:val="006F3321"/>
    <w:rsid w:val="006F61C3"/>
    <w:rsid w:val="00702841"/>
    <w:rsid w:val="007035B9"/>
    <w:rsid w:val="00703B4D"/>
    <w:rsid w:val="0070449A"/>
    <w:rsid w:val="007150E2"/>
    <w:rsid w:val="007153DE"/>
    <w:rsid w:val="007240EB"/>
    <w:rsid w:val="00724618"/>
    <w:rsid w:val="007278D3"/>
    <w:rsid w:val="00730D88"/>
    <w:rsid w:val="00730F8E"/>
    <w:rsid w:val="0073135C"/>
    <w:rsid w:val="00733210"/>
    <w:rsid w:val="00734782"/>
    <w:rsid w:val="0073731E"/>
    <w:rsid w:val="00737E33"/>
    <w:rsid w:val="00742794"/>
    <w:rsid w:val="00744F72"/>
    <w:rsid w:val="00752E17"/>
    <w:rsid w:val="007532B6"/>
    <w:rsid w:val="00753776"/>
    <w:rsid w:val="007570A3"/>
    <w:rsid w:val="007577A1"/>
    <w:rsid w:val="00761E83"/>
    <w:rsid w:val="00763390"/>
    <w:rsid w:val="00763572"/>
    <w:rsid w:val="00766CCA"/>
    <w:rsid w:val="00771075"/>
    <w:rsid w:val="00773861"/>
    <w:rsid w:val="00775996"/>
    <w:rsid w:val="00780B39"/>
    <w:rsid w:val="007823D2"/>
    <w:rsid w:val="00784A30"/>
    <w:rsid w:val="0078753B"/>
    <w:rsid w:val="00787699"/>
    <w:rsid w:val="00790CFF"/>
    <w:rsid w:val="00792BF8"/>
    <w:rsid w:val="007937A0"/>
    <w:rsid w:val="007944DB"/>
    <w:rsid w:val="007971FE"/>
    <w:rsid w:val="007A1B82"/>
    <w:rsid w:val="007A225F"/>
    <w:rsid w:val="007B35D3"/>
    <w:rsid w:val="007B5FDD"/>
    <w:rsid w:val="007B6945"/>
    <w:rsid w:val="007B7004"/>
    <w:rsid w:val="007C060C"/>
    <w:rsid w:val="007C0DE0"/>
    <w:rsid w:val="007D053A"/>
    <w:rsid w:val="007D0F57"/>
    <w:rsid w:val="007D1E8D"/>
    <w:rsid w:val="007D3789"/>
    <w:rsid w:val="007D37FB"/>
    <w:rsid w:val="007E2521"/>
    <w:rsid w:val="007E43AB"/>
    <w:rsid w:val="007E73EB"/>
    <w:rsid w:val="007E7F06"/>
    <w:rsid w:val="007F0F3B"/>
    <w:rsid w:val="007F232A"/>
    <w:rsid w:val="007F341D"/>
    <w:rsid w:val="007F39A2"/>
    <w:rsid w:val="007F3E2A"/>
    <w:rsid w:val="0080597F"/>
    <w:rsid w:val="0080691E"/>
    <w:rsid w:val="00810CAC"/>
    <w:rsid w:val="00811C28"/>
    <w:rsid w:val="008125BC"/>
    <w:rsid w:val="0082121A"/>
    <w:rsid w:val="008321CD"/>
    <w:rsid w:val="00841470"/>
    <w:rsid w:val="008446EB"/>
    <w:rsid w:val="00844A18"/>
    <w:rsid w:val="00844BB9"/>
    <w:rsid w:val="00845111"/>
    <w:rsid w:val="0084782D"/>
    <w:rsid w:val="00850EBB"/>
    <w:rsid w:val="008564D7"/>
    <w:rsid w:val="00857826"/>
    <w:rsid w:val="00865627"/>
    <w:rsid w:val="00865C52"/>
    <w:rsid w:val="00866F4C"/>
    <w:rsid w:val="008675B1"/>
    <w:rsid w:val="00871A66"/>
    <w:rsid w:val="00871EED"/>
    <w:rsid w:val="00875789"/>
    <w:rsid w:val="008805CA"/>
    <w:rsid w:val="00881701"/>
    <w:rsid w:val="00886F17"/>
    <w:rsid w:val="00894626"/>
    <w:rsid w:val="008A7579"/>
    <w:rsid w:val="008A7F9E"/>
    <w:rsid w:val="008B4721"/>
    <w:rsid w:val="008B4CA2"/>
    <w:rsid w:val="008B7E4F"/>
    <w:rsid w:val="008C0B47"/>
    <w:rsid w:val="008C1395"/>
    <w:rsid w:val="008C4D1C"/>
    <w:rsid w:val="008C656F"/>
    <w:rsid w:val="008D1005"/>
    <w:rsid w:val="008D31B5"/>
    <w:rsid w:val="008E3B19"/>
    <w:rsid w:val="008E7FF5"/>
    <w:rsid w:val="008F5CDE"/>
    <w:rsid w:val="009025C6"/>
    <w:rsid w:val="00905281"/>
    <w:rsid w:val="00906D4A"/>
    <w:rsid w:val="0090736B"/>
    <w:rsid w:val="00913756"/>
    <w:rsid w:val="00917500"/>
    <w:rsid w:val="00921035"/>
    <w:rsid w:val="009226F9"/>
    <w:rsid w:val="009238AA"/>
    <w:rsid w:val="009264AE"/>
    <w:rsid w:val="0093101B"/>
    <w:rsid w:val="00931AF9"/>
    <w:rsid w:val="0093214C"/>
    <w:rsid w:val="00933C99"/>
    <w:rsid w:val="00935542"/>
    <w:rsid w:val="0093753B"/>
    <w:rsid w:val="009416BB"/>
    <w:rsid w:val="00944C6E"/>
    <w:rsid w:val="00945F77"/>
    <w:rsid w:val="00947472"/>
    <w:rsid w:val="00952E81"/>
    <w:rsid w:val="00960076"/>
    <w:rsid w:val="00961FBF"/>
    <w:rsid w:val="00965DF2"/>
    <w:rsid w:val="00976034"/>
    <w:rsid w:val="00982D76"/>
    <w:rsid w:val="0098798D"/>
    <w:rsid w:val="00987C04"/>
    <w:rsid w:val="00992A54"/>
    <w:rsid w:val="00992E91"/>
    <w:rsid w:val="00995557"/>
    <w:rsid w:val="00997E12"/>
    <w:rsid w:val="009A119B"/>
    <w:rsid w:val="009A1B20"/>
    <w:rsid w:val="009A7E9A"/>
    <w:rsid w:val="009B38B5"/>
    <w:rsid w:val="009B5148"/>
    <w:rsid w:val="009B5E8C"/>
    <w:rsid w:val="009B6844"/>
    <w:rsid w:val="009B723A"/>
    <w:rsid w:val="009B76EC"/>
    <w:rsid w:val="009C6B80"/>
    <w:rsid w:val="009D0268"/>
    <w:rsid w:val="009D082A"/>
    <w:rsid w:val="009D28BA"/>
    <w:rsid w:val="009D336C"/>
    <w:rsid w:val="009D65BF"/>
    <w:rsid w:val="009E07AA"/>
    <w:rsid w:val="009E20FF"/>
    <w:rsid w:val="009E7B09"/>
    <w:rsid w:val="009F09E1"/>
    <w:rsid w:val="009F11BF"/>
    <w:rsid w:val="009F126B"/>
    <w:rsid w:val="009F28D1"/>
    <w:rsid w:val="009F4A6A"/>
    <w:rsid w:val="00A0101B"/>
    <w:rsid w:val="00A021F5"/>
    <w:rsid w:val="00A04F28"/>
    <w:rsid w:val="00A055F1"/>
    <w:rsid w:val="00A05B26"/>
    <w:rsid w:val="00A125AD"/>
    <w:rsid w:val="00A1268D"/>
    <w:rsid w:val="00A126D7"/>
    <w:rsid w:val="00A21862"/>
    <w:rsid w:val="00A22DCA"/>
    <w:rsid w:val="00A23930"/>
    <w:rsid w:val="00A24960"/>
    <w:rsid w:val="00A2667D"/>
    <w:rsid w:val="00A3710B"/>
    <w:rsid w:val="00A41F14"/>
    <w:rsid w:val="00A435AF"/>
    <w:rsid w:val="00A467A6"/>
    <w:rsid w:val="00A477D7"/>
    <w:rsid w:val="00A52E21"/>
    <w:rsid w:val="00A66250"/>
    <w:rsid w:val="00A67C7A"/>
    <w:rsid w:val="00A70193"/>
    <w:rsid w:val="00A712A0"/>
    <w:rsid w:val="00A71637"/>
    <w:rsid w:val="00A7397B"/>
    <w:rsid w:val="00A758CC"/>
    <w:rsid w:val="00A81032"/>
    <w:rsid w:val="00A818E6"/>
    <w:rsid w:val="00A81C6C"/>
    <w:rsid w:val="00A8529C"/>
    <w:rsid w:val="00A857AE"/>
    <w:rsid w:val="00A86657"/>
    <w:rsid w:val="00A92A85"/>
    <w:rsid w:val="00A97B27"/>
    <w:rsid w:val="00AA0942"/>
    <w:rsid w:val="00AA2DDE"/>
    <w:rsid w:val="00AA3A53"/>
    <w:rsid w:val="00AB0031"/>
    <w:rsid w:val="00AB0801"/>
    <w:rsid w:val="00AB6978"/>
    <w:rsid w:val="00AB6D91"/>
    <w:rsid w:val="00AC1DE0"/>
    <w:rsid w:val="00AC5805"/>
    <w:rsid w:val="00AD2C73"/>
    <w:rsid w:val="00AE1BC9"/>
    <w:rsid w:val="00AE55F8"/>
    <w:rsid w:val="00AE7292"/>
    <w:rsid w:val="00AF0DCC"/>
    <w:rsid w:val="00AF346F"/>
    <w:rsid w:val="00AF36E0"/>
    <w:rsid w:val="00AF4695"/>
    <w:rsid w:val="00AF7C6D"/>
    <w:rsid w:val="00B041C5"/>
    <w:rsid w:val="00B069C0"/>
    <w:rsid w:val="00B1330A"/>
    <w:rsid w:val="00B137F0"/>
    <w:rsid w:val="00B16AF4"/>
    <w:rsid w:val="00B20C0B"/>
    <w:rsid w:val="00B210C6"/>
    <w:rsid w:val="00B21FBA"/>
    <w:rsid w:val="00B22162"/>
    <w:rsid w:val="00B237F2"/>
    <w:rsid w:val="00B30977"/>
    <w:rsid w:val="00B32493"/>
    <w:rsid w:val="00B32A0E"/>
    <w:rsid w:val="00B354B5"/>
    <w:rsid w:val="00B42E80"/>
    <w:rsid w:val="00B44325"/>
    <w:rsid w:val="00B45AB3"/>
    <w:rsid w:val="00B5463C"/>
    <w:rsid w:val="00B62E5C"/>
    <w:rsid w:val="00B65CAA"/>
    <w:rsid w:val="00B65F35"/>
    <w:rsid w:val="00B705D5"/>
    <w:rsid w:val="00B75EBE"/>
    <w:rsid w:val="00B7604F"/>
    <w:rsid w:val="00B81012"/>
    <w:rsid w:val="00B8189D"/>
    <w:rsid w:val="00B81C40"/>
    <w:rsid w:val="00B83566"/>
    <w:rsid w:val="00B85B5A"/>
    <w:rsid w:val="00B91AAC"/>
    <w:rsid w:val="00B95EE1"/>
    <w:rsid w:val="00B97899"/>
    <w:rsid w:val="00BA6782"/>
    <w:rsid w:val="00BA6F7C"/>
    <w:rsid w:val="00BB093A"/>
    <w:rsid w:val="00BB1229"/>
    <w:rsid w:val="00BB36EF"/>
    <w:rsid w:val="00BC29EB"/>
    <w:rsid w:val="00BC5039"/>
    <w:rsid w:val="00BD015F"/>
    <w:rsid w:val="00BD05A8"/>
    <w:rsid w:val="00BD0911"/>
    <w:rsid w:val="00BD1166"/>
    <w:rsid w:val="00BD1795"/>
    <w:rsid w:val="00BD2DCD"/>
    <w:rsid w:val="00BD4C7A"/>
    <w:rsid w:val="00BE2953"/>
    <w:rsid w:val="00BE3FD9"/>
    <w:rsid w:val="00BE4E4F"/>
    <w:rsid w:val="00BE79FF"/>
    <w:rsid w:val="00BF0147"/>
    <w:rsid w:val="00BF02DE"/>
    <w:rsid w:val="00BF0D79"/>
    <w:rsid w:val="00BF2167"/>
    <w:rsid w:val="00BF22A7"/>
    <w:rsid w:val="00BF2F32"/>
    <w:rsid w:val="00BF31B0"/>
    <w:rsid w:val="00BF4793"/>
    <w:rsid w:val="00BF4B09"/>
    <w:rsid w:val="00BF5C73"/>
    <w:rsid w:val="00C02CF1"/>
    <w:rsid w:val="00C03CCB"/>
    <w:rsid w:val="00C050BE"/>
    <w:rsid w:val="00C05D91"/>
    <w:rsid w:val="00C07637"/>
    <w:rsid w:val="00C11513"/>
    <w:rsid w:val="00C11F6F"/>
    <w:rsid w:val="00C13470"/>
    <w:rsid w:val="00C15D79"/>
    <w:rsid w:val="00C20D12"/>
    <w:rsid w:val="00C24DC6"/>
    <w:rsid w:val="00C26CD1"/>
    <w:rsid w:val="00C27E18"/>
    <w:rsid w:val="00C27F35"/>
    <w:rsid w:val="00C30CEF"/>
    <w:rsid w:val="00C359EE"/>
    <w:rsid w:val="00C35AC3"/>
    <w:rsid w:val="00C3600B"/>
    <w:rsid w:val="00C428E6"/>
    <w:rsid w:val="00C5006C"/>
    <w:rsid w:val="00C50A74"/>
    <w:rsid w:val="00C51797"/>
    <w:rsid w:val="00C520E9"/>
    <w:rsid w:val="00C52FE8"/>
    <w:rsid w:val="00C567A3"/>
    <w:rsid w:val="00C619B5"/>
    <w:rsid w:val="00C64191"/>
    <w:rsid w:val="00C76291"/>
    <w:rsid w:val="00C76B81"/>
    <w:rsid w:val="00C82D82"/>
    <w:rsid w:val="00C834FF"/>
    <w:rsid w:val="00C85685"/>
    <w:rsid w:val="00C857A9"/>
    <w:rsid w:val="00C910E6"/>
    <w:rsid w:val="00CA4711"/>
    <w:rsid w:val="00CA75B6"/>
    <w:rsid w:val="00CA7949"/>
    <w:rsid w:val="00CB337A"/>
    <w:rsid w:val="00CB3492"/>
    <w:rsid w:val="00CB5A7D"/>
    <w:rsid w:val="00CB722D"/>
    <w:rsid w:val="00CB7D11"/>
    <w:rsid w:val="00CC1ADF"/>
    <w:rsid w:val="00CC1E9E"/>
    <w:rsid w:val="00CC2738"/>
    <w:rsid w:val="00CC5ECD"/>
    <w:rsid w:val="00CD0592"/>
    <w:rsid w:val="00CE04AE"/>
    <w:rsid w:val="00CE3E31"/>
    <w:rsid w:val="00CF02FA"/>
    <w:rsid w:val="00CF3AC8"/>
    <w:rsid w:val="00CF3DAF"/>
    <w:rsid w:val="00CF5DC0"/>
    <w:rsid w:val="00D0684E"/>
    <w:rsid w:val="00D06C90"/>
    <w:rsid w:val="00D07AA7"/>
    <w:rsid w:val="00D10101"/>
    <w:rsid w:val="00D11330"/>
    <w:rsid w:val="00D137A8"/>
    <w:rsid w:val="00D156EF"/>
    <w:rsid w:val="00D203DD"/>
    <w:rsid w:val="00D20599"/>
    <w:rsid w:val="00D22B48"/>
    <w:rsid w:val="00D31236"/>
    <w:rsid w:val="00D313C0"/>
    <w:rsid w:val="00D34582"/>
    <w:rsid w:val="00D354EA"/>
    <w:rsid w:val="00D3568B"/>
    <w:rsid w:val="00D376A7"/>
    <w:rsid w:val="00D437BC"/>
    <w:rsid w:val="00D43E2D"/>
    <w:rsid w:val="00D4405B"/>
    <w:rsid w:val="00D4500C"/>
    <w:rsid w:val="00D50610"/>
    <w:rsid w:val="00D56FCB"/>
    <w:rsid w:val="00D62FD0"/>
    <w:rsid w:val="00D6338C"/>
    <w:rsid w:val="00D637E6"/>
    <w:rsid w:val="00D63B5E"/>
    <w:rsid w:val="00D6410B"/>
    <w:rsid w:val="00D647DA"/>
    <w:rsid w:val="00D6539D"/>
    <w:rsid w:val="00D67321"/>
    <w:rsid w:val="00D679AB"/>
    <w:rsid w:val="00D70640"/>
    <w:rsid w:val="00D76D43"/>
    <w:rsid w:val="00D7776F"/>
    <w:rsid w:val="00D82951"/>
    <w:rsid w:val="00D84475"/>
    <w:rsid w:val="00D935D5"/>
    <w:rsid w:val="00D96E7A"/>
    <w:rsid w:val="00D97B57"/>
    <w:rsid w:val="00DA32A3"/>
    <w:rsid w:val="00DA38B1"/>
    <w:rsid w:val="00DA43A9"/>
    <w:rsid w:val="00DA7B59"/>
    <w:rsid w:val="00DB43A7"/>
    <w:rsid w:val="00DB5ADB"/>
    <w:rsid w:val="00DB6E5C"/>
    <w:rsid w:val="00DC18BB"/>
    <w:rsid w:val="00DC402D"/>
    <w:rsid w:val="00DC508E"/>
    <w:rsid w:val="00DC5B56"/>
    <w:rsid w:val="00DC6BF3"/>
    <w:rsid w:val="00DD20F7"/>
    <w:rsid w:val="00DD5E1E"/>
    <w:rsid w:val="00DE18E6"/>
    <w:rsid w:val="00DE38F0"/>
    <w:rsid w:val="00DF09B9"/>
    <w:rsid w:val="00DF3615"/>
    <w:rsid w:val="00DF7456"/>
    <w:rsid w:val="00E023FE"/>
    <w:rsid w:val="00E05F8A"/>
    <w:rsid w:val="00E107D2"/>
    <w:rsid w:val="00E1259A"/>
    <w:rsid w:val="00E12AF0"/>
    <w:rsid w:val="00E12BF4"/>
    <w:rsid w:val="00E31DB4"/>
    <w:rsid w:val="00E32D90"/>
    <w:rsid w:val="00E354FB"/>
    <w:rsid w:val="00E5132A"/>
    <w:rsid w:val="00E572D3"/>
    <w:rsid w:val="00E57501"/>
    <w:rsid w:val="00E57985"/>
    <w:rsid w:val="00E57C6F"/>
    <w:rsid w:val="00E57CDF"/>
    <w:rsid w:val="00E61485"/>
    <w:rsid w:val="00E66B31"/>
    <w:rsid w:val="00E67CEE"/>
    <w:rsid w:val="00E70979"/>
    <w:rsid w:val="00E71AAB"/>
    <w:rsid w:val="00E76697"/>
    <w:rsid w:val="00E80E61"/>
    <w:rsid w:val="00E8127B"/>
    <w:rsid w:val="00E83226"/>
    <w:rsid w:val="00E8468E"/>
    <w:rsid w:val="00E865FC"/>
    <w:rsid w:val="00E86AF0"/>
    <w:rsid w:val="00E870AB"/>
    <w:rsid w:val="00E901D6"/>
    <w:rsid w:val="00E93A5E"/>
    <w:rsid w:val="00E940C8"/>
    <w:rsid w:val="00E95EF3"/>
    <w:rsid w:val="00E978C3"/>
    <w:rsid w:val="00EA057C"/>
    <w:rsid w:val="00EA398B"/>
    <w:rsid w:val="00EA4C52"/>
    <w:rsid w:val="00EA52F0"/>
    <w:rsid w:val="00EA74B1"/>
    <w:rsid w:val="00EB46A7"/>
    <w:rsid w:val="00EC194B"/>
    <w:rsid w:val="00EC3FF1"/>
    <w:rsid w:val="00EC44FA"/>
    <w:rsid w:val="00EC4758"/>
    <w:rsid w:val="00EC61E9"/>
    <w:rsid w:val="00EC6719"/>
    <w:rsid w:val="00EC7D93"/>
    <w:rsid w:val="00ED0345"/>
    <w:rsid w:val="00ED0883"/>
    <w:rsid w:val="00ED2E1D"/>
    <w:rsid w:val="00ED37BC"/>
    <w:rsid w:val="00ED4729"/>
    <w:rsid w:val="00ED4821"/>
    <w:rsid w:val="00ED6823"/>
    <w:rsid w:val="00ED72DD"/>
    <w:rsid w:val="00EE0B31"/>
    <w:rsid w:val="00EE3159"/>
    <w:rsid w:val="00EE4CEA"/>
    <w:rsid w:val="00EE54BF"/>
    <w:rsid w:val="00EE7A08"/>
    <w:rsid w:val="00EE7B4B"/>
    <w:rsid w:val="00EF2E36"/>
    <w:rsid w:val="00EF36EE"/>
    <w:rsid w:val="00EF4BD6"/>
    <w:rsid w:val="00EF552B"/>
    <w:rsid w:val="00F017D3"/>
    <w:rsid w:val="00F03E47"/>
    <w:rsid w:val="00F07C7A"/>
    <w:rsid w:val="00F1185C"/>
    <w:rsid w:val="00F16B49"/>
    <w:rsid w:val="00F23952"/>
    <w:rsid w:val="00F26ECA"/>
    <w:rsid w:val="00F30C6B"/>
    <w:rsid w:val="00F31032"/>
    <w:rsid w:val="00F3147A"/>
    <w:rsid w:val="00F31D4B"/>
    <w:rsid w:val="00F320B1"/>
    <w:rsid w:val="00F35224"/>
    <w:rsid w:val="00F4012D"/>
    <w:rsid w:val="00F416B4"/>
    <w:rsid w:val="00F42357"/>
    <w:rsid w:val="00F50ED0"/>
    <w:rsid w:val="00F526DA"/>
    <w:rsid w:val="00F56EE7"/>
    <w:rsid w:val="00F728E3"/>
    <w:rsid w:val="00F76428"/>
    <w:rsid w:val="00F76482"/>
    <w:rsid w:val="00F81CF6"/>
    <w:rsid w:val="00F82090"/>
    <w:rsid w:val="00F844FB"/>
    <w:rsid w:val="00F9104A"/>
    <w:rsid w:val="00F91D5D"/>
    <w:rsid w:val="00FA1F8F"/>
    <w:rsid w:val="00FA2D97"/>
    <w:rsid w:val="00FA33BE"/>
    <w:rsid w:val="00FB2AAB"/>
    <w:rsid w:val="00FB2BAB"/>
    <w:rsid w:val="00FB3D86"/>
    <w:rsid w:val="00FB5685"/>
    <w:rsid w:val="00FB647C"/>
    <w:rsid w:val="00FC136D"/>
    <w:rsid w:val="00FC1E6D"/>
    <w:rsid w:val="00FC3D8C"/>
    <w:rsid w:val="00FC56D0"/>
    <w:rsid w:val="00FC6F1B"/>
    <w:rsid w:val="00FC79D1"/>
    <w:rsid w:val="00FD05C4"/>
    <w:rsid w:val="00FD1C1B"/>
    <w:rsid w:val="00FD1D13"/>
    <w:rsid w:val="00FD1E30"/>
    <w:rsid w:val="00FD3669"/>
    <w:rsid w:val="00FD65D8"/>
    <w:rsid w:val="00FD6A54"/>
    <w:rsid w:val="00FD6C71"/>
    <w:rsid w:val="00FD775F"/>
    <w:rsid w:val="00FE0E72"/>
    <w:rsid w:val="00FE2665"/>
    <w:rsid w:val="00FF0F39"/>
    <w:rsid w:val="00FF1FF5"/>
    <w:rsid w:val="00FF2B39"/>
    <w:rsid w:val="00FF3895"/>
    <w:rsid w:val="00FF453E"/>
    <w:rsid w:val="00FF5202"/>
    <w:rsid w:val="00FF7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f" fillcolor="white">
      <v:fill color="white" on="f"/>
      <v:stroke weight=".5pt"/>
      <v:textbox inset="5.85pt,.7pt,5.85pt,.7pt"/>
    </o:shapedefaults>
    <o:shapelayout v:ext="edit">
      <o:idmap v:ext="edit" data="1"/>
    </o:shapelayout>
  </w:shapeDefaults>
  <w:decimalSymbol w:val="."/>
  <w:listSeparator w:val=","/>
  <w14:docId w14:val="295E9BC7"/>
  <w15:chartTrackingRefBased/>
  <w15:docId w15:val="{3E088797-FCE5-43E8-AE86-C4B1C5B50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paragraph" w:styleId="1">
    <w:name w:val="heading 1"/>
    <w:basedOn w:val="Default"/>
    <w:next w:val="Default"/>
    <w:qFormat/>
    <w:rsid w:val="0093753B"/>
    <w:pPr>
      <w:outlineLvl w:val="0"/>
    </w:pPr>
    <w:rPr>
      <w:rFonts w:cs="Times New Roman"/>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pPr>
      <w:tabs>
        <w:tab w:val="center" w:pos="4252"/>
        <w:tab w:val="right" w:pos="8504"/>
      </w:tabs>
      <w:snapToGrid w:val="0"/>
    </w:pPr>
  </w:style>
  <w:style w:type="character" w:styleId="a6">
    <w:name w:val="page number"/>
    <w:basedOn w:val="a0"/>
  </w:style>
  <w:style w:type="paragraph" w:customStyle="1" w:styleId="a7">
    <w:name w:val="第＊条"/>
    <w:basedOn w:val="a"/>
    <w:pPr>
      <w:ind w:left="229" w:hanging="229"/>
    </w:pPr>
  </w:style>
  <w:style w:type="paragraph" w:customStyle="1" w:styleId="a8">
    <w:name w:val="号"/>
    <w:basedOn w:val="a"/>
    <w:pPr>
      <w:ind w:left="458" w:hanging="229"/>
    </w:pPr>
  </w:style>
  <w:style w:type="paragraph" w:customStyle="1" w:styleId="a9">
    <w:name w:val="号の細分"/>
    <w:basedOn w:val="a"/>
    <w:pPr>
      <w:ind w:left="687" w:hanging="229"/>
    </w:pPr>
  </w:style>
  <w:style w:type="paragraph" w:customStyle="1" w:styleId="aa">
    <w:name w:val="タイトル"/>
    <w:basedOn w:val="a"/>
    <w:pPr>
      <w:ind w:left="840" w:right="840"/>
    </w:pPr>
    <w:rPr>
      <w:sz w:val="28"/>
    </w:rPr>
  </w:style>
  <w:style w:type="paragraph" w:customStyle="1" w:styleId="ab">
    <w:name w:val="号の細細分"/>
    <w:basedOn w:val="a9"/>
    <w:pPr>
      <w:ind w:left="916"/>
    </w:pPr>
  </w:style>
  <w:style w:type="paragraph" w:customStyle="1" w:styleId="ac">
    <w:name w:val="項"/>
    <w:basedOn w:val="a7"/>
  </w:style>
  <w:style w:type="paragraph" w:customStyle="1" w:styleId="18">
    <w:name w:val="タイトル18"/>
    <w:basedOn w:val="a"/>
    <w:pPr>
      <w:ind w:left="840" w:right="840"/>
    </w:pPr>
    <w:rPr>
      <w:sz w:val="28"/>
    </w:rPr>
  </w:style>
  <w:style w:type="paragraph" w:customStyle="1" w:styleId="180">
    <w:name w:val="第＊条18"/>
    <w:basedOn w:val="a"/>
    <w:pPr>
      <w:ind w:left="229" w:hanging="229"/>
    </w:pPr>
  </w:style>
  <w:style w:type="paragraph" w:customStyle="1" w:styleId="181">
    <w:name w:val="号18"/>
    <w:basedOn w:val="a"/>
    <w:pPr>
      <w:ind w:left="458" w:hanging="229"/>
    </w:pPr>
  </w:style>
  <w:style w:type="character" w:styleId="ad">
    <w:name w:val="Hyperlink"/>
    <w:rsid w:val="00E8127B"/>
    <w:rPr>
      <w:color w:val="0000FF"/>
      <w:u w:val="single"/>
    </w:rPr>
  </w:style>
  <w:style w:type="paragraph" w:styleId="Web">
    <w:name w:val="Normal (Web)"/>
    <w:basedOn w:val="a"/>
    <w:rsid w:val="001C4A86"/>
    <w:pPr>
      <w:widowControl/>
      <w:wordWrap/>
      <w:overflowPunct/>
      <w:autoSpaceDE/>
      <w:autoSpaceDN/>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paragraph" w:customStyle="1" w:styleId="Default">
    <w:name w:val="Default"/>
    <w:rsid w:val="0093753B"/>
    <w:pPr>
      <w:widowControl w:val="0"/>
      <w:autoSpaceDE w:val="0"/>
      <w:autoSpaceDN w:val="0"/>
      <w:adjustRightInd w:val="0"/>
    </w:pPr>
    <w:rPr>
      <w:rFonts w:ascii="ＭＳ ゴシック" w:eastAsia="ＭＳ ゴシック" w:cs="ＭＳ ゴシック"/>
      <w:color w:val="000000"/>
      <w:sz w:val="24"/>
      <w:szCs w:val="24"/>
    </w:rPr>
  </w:style>
  <w:style w:type="paragraph" w:styleId="ae">
    <w:name w:val="Body Text Indent"/>
    <w:basedOn w:val="Default"/>
    <w:next w:val="Default"/>
    <w:rsid w:val="0093753B"/>
    <w:rPr>
      <w:rFonts w:cs="Times New Roman"/>
      <w:color w:val="auto"/>
    </w:rPr>
  </w:style>
  <w:style w:type="paragraph" w:customStyle="1" w:styleId="af">
    <w:name w:val="一太郎"/>
    <w:basedOn w:val="a"/>
    <w:next w:val="a"/>
    <w:rsid w:val="00A66250"/>
    <w:pPr>
      <w:wordWrap/>
      <w:overflowPunct/>
      <w:adjustRightInd w:val="0"/>
      <w:jc w:val="left"/>
    </w:pPr>
    <w:rPr>
      <w:kern w:val="0"/>
      <w:szCs w:val="24"/>
    </w:rPr>
  </w:style>
  <w:style w:type="character" w:customStyle="1" w:styleId="pcm">
    <w:name w:val="p cm"/>
    <w:basedOn w:val="a0"/>
    <w:rsid w:val="00744F72"/>
  </w:style>
  <w:style w:type="paragraph" w:styleId="af0">
    <w:name w:val="Balloon Text"/>
    <w:basedOn w:val="a"/>
    <w:semiHidden/>
    <w:rsid w:val="00AB0031"/>
    <w:rPr>
      <w:rFonts w:ascii="Arial" w:eastAsia="ＭＳ ゴシック" w:hAnsi="Arial"/>
      <w:sz w:val="18"/>
      <w:szCs w:val="18"/>
    </w:rPr>
  </w:style>
  <w:style w:type="character" w:styleId="af1">
    <w:name w:val="annotation reference"/>
    <w:semiHidden/>
    <w:rsid w:val="007B6945"/>
    <w:rPr>
      <w:sz w:val="18"/>
      <w:szCs w:val="18"/>
    </w:rPr>
  </w:style>
  <w:style w:type="paragraph" w:styleId="af2">
    <w:name w:val="annotation text"/>
    <w:basedOn w:val="a"/>
    <w:semiHidden/>
    <w:rsid w:val="007B6945"/>
    <w:pPr>
      <w:jc w:val="left"/>
    </w:pPr>
  </w:style>
  <w:style w:type="paragraph" w:styleId="af3">
    <w:name w:val="annotation subject"/>
    <w:basedOn w:val="af2"/>
    <w:next w:val="af2"/>
    <w:semiHidden/>
    <w:rsid w:val="007B6945"/>
    <w:rPr>
      <w:b/>
      <w:bCs/>
    </w:rPr>
  </w:style>
  <w:style w:type="table" w:styleId="af4">
    <w:name w:val="Table Grid"/>
    <w:basedOn w:val="a1"/>
    <w:rsid w:val="007D3789"/>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link w:val="a4"/>
    <w:rsid w:val="006E31CB"/>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031165">
      <w:bodyDiv w:val="1"/>
      <w:marLeft w:val="0"/>
      <w:marRight w:val="0"/>
      <w:marTop w:val="0"/>
      <w:marBottom w:val="0"/>
      <w:divBdr>
        <w:top w:val="none" w:sz="0" w:space="0" w:color="auto"/>
        <w:left w:val="none" w:sz="0" w:space="0" w:color="auto"/>
        <w:bottom w:val="none" w:sz="0" w:space="0" w:color="auto"/>
        <w:right w:val="none" w:sz="0" w:space="0" w:color="auto"/>
      </w:divBdr>
      <w:divsChild>
        <w:div w:id="27990430">
          <w:marLeft w:val="230"/>
          <w:marRight w:val="0"/>
          <w:marTop w:val="0"/>
          <w:marBottom w:val="0"/>
          <w:divBdr>
            <w:top w:val="none" w:sz="0" w:space="0" w:color="auto"/>
            <w:left w:val="none" w:sz="0" w:space="0" w:color="auto"/>
            <w:bottom w:val="none" w:sz="0" w:space="0" w:color="auto"/>
            <w:right w:val="none" w:sz="0" w:space="0" w:color="auto"/>
          </w:divBdr>
        </w:div>
        <w:div w:id="132062555">
          <w:marLeft w:val="230"/>
          <w:marRight w:val="0"/>
          <w:marTop w:val="0"/>
          <w:marBottom w:val="0"/>
          <w:divBdr>
            <w:top w:val="none" w:sz="0" w:space="0" w:color="auto"/>
            <w:left w:val="none" w:sz="0" w:space="0" w:color="auto"/>
            <w:bottom w:val="none" w:sz="0" w:space="0" w:color="auto"/>
            <w:right w:val="none" w:sz="0" w:space="0" w:color="auto"/>
          </w:divBdr>
        </w:div>
        <w:div w:id="192963092">
          <w:marLeft w:val="230"/>
          <w:marRight w:val="0"/>
          <w:marTop w:val="0"/>
          <w:marBottom w:val="0"/>
          <w:divBdr>
            <w:top w:val="none" w:sz="0" w:space="0" w:color="auto"/>
            <w:left w:val="none" w:sz="0" w:space="0" w:color="auto"/>
            <w:bottom w:val="none" w:sz="0" w:space="0" w:color="auto"/>
            <w:right w:val="none" w:sz="0" w:space="0" w:color="auto"/>
          </w:divBdr>
        </w:div>
        <w:div w:id="217011591">
          <w:marLeft w:val="0"/>
          <w:marRight w:val="0"/>
          <w:marTop w:val="0"/>
          <w:marBottom w:val="0"/>
          <w:divBdr>
            <w:top w:val="none" w:sz="0" w:space="0" w:color="auto"/>
            <w:left w:val="none" w:sz="0" w:space="0" w:color="auto"/>
            <w:bottom w:val="none" w:sz="0" w:space="0" w:color="auto"/>
            <w:right w:val="none" w:sz="0" w:space="0" w:color="auto"/>
          </w:divBdr>
        </w:div>
        <w:div w:id="472647251">
          <w:marLeft w:val="230"/>
          <w:marRight w:val="0"/>
          <w:marTop w:val="0"/>
          <w:marBottom w:val="0"/>
          <w:divBdr>
            <w:top w:val="none" w:sz="0" w:space="0" w:color="auto"/>
            <w:left w:val="none" w:sz="0" w:space="0" w:color="auto"/>
            <w:bottom w:val="none" w:sz="0" w:space="0" w:color="auto"/>
            <w:right w:val="none" w:sz="0" w:space="0" w:color="auto"/>
          </w:divBdr>
        </w:div>
        <w:div w:id="553005527">
          <w:marLeft w:val="0"/>
          <w:marRight w:val="0"/>
          <w:marTop w:val="0"/>
          <w:marBottom w:val="0"/>
          <w:divBdr>
            <w:top w:val="none" w:sz="0" w:space="0" w:color="auto"/>
            <w:left w:val="none" w:sz="0" w:space="0" w:color="auto"/>
            <w:bottom w:val="none" w:sz="0" w:space="0" w:color="auto"/>
            <w:right w:val="none" w:sz="0" w:space="0" w:color="auto"/>
          </w:divBdr>
        </w:div>
        <w:div w:id="687415579">
          <w:marLeft w:val="690"/>
          <w:marRight w:val="0"/>
          <w:marTop w:val="0"/>
          <w:marBottom w:val="0"/>
          <w:divBdr>
            <w:top w:val="none" w:sz="0" w:space="0" w:color="auto"/>
            <w:left w:val="none" w:sz="0" w:space="0" w:color="auto"/>
            <w:bottom w:val="none" w:sz="0" w:space="0" w:color="auto"/>
            <w:right w:val="none" w:sz="0" w:space="0" w:color="auto"/>
          </w:divBdr>
        </w:div>
        <w:div w:id="754671028">
          <w:marLeft w:val="230"/>
          <w:marRight w:val="0"/>
          <w:marTop w:val="0"/>
          <w:marBottom w:val="0"/>
          <w:divBdr>
            <w:top w:val="none" w:sz="0" w:space="0" w:color="auto"/>
            <w:left w:val="none" w:sz="0" w:space="0" w:color="auto"/>
            <w:bottom w:val="none" w:sz="0" w:space="0" w:color="auto"/>
            <w:right w:val="none" w:sz="0" w:space="0" w:color="auto"/>
          </w:divBdr>
        </w:div>
        <w:div w:id="810901850">
          <w:marLeft w:val="230"/>
          <w:marRight w:val="0"/>
          <w:marTop w:val="0"/>
          <w:marBottom w:val="0"/>
          <w:divBdr>
            <w:top w:val="none" w:sz="0" w:space="0" w:color="auto"/>
            <w:left w:val="none" w:sz="0" w:space="0" w:color="auto"/>
            <w:bottom w:val="none" w:sz="0" w:space="0" w:color="auto"/>
            <w:right w:val="none" w:sz="0" w:space="0" w:color="auto"/>
          </w:divBdr>
        </w:div>
        <w:div w:id="931621736">
          <w:marLeft w:val="690"/>
          <w:marRight w:val="0"/>
          <w:marTop w:val="0"/>
          <w:marBottom w:val="0"/>
          <w:divBdr>
            <w:top w:val="none" w:sz="0" w:space="0" w:color="auto"/>
            <w:left w:val="none" w:sz="0" w:space="0" w:color="auto"/>
            <w:bottom w:val="none" w:sz="0" w:space="0" w:color="auto"/>
            <w:right w:val="none" w:sz="0" w:space="0" w:color="auto"/>
          </w:divBdr>
        </w:div>
        <w:div w:id="967012159">
          <w:marLeft w:val="230"/>
          <w:marRight w:val="0"/>
          <w:marTop w:val="0"/>
          <w:marBottom w:val="0"/>
          <w:divBdr>
            <w:top w:val="none" w:sz="0" w:space="0" w:color="auto"/>
            <w:left w:val="none" w:sz="0" w:space="0" w:color="auto"/>
            <w:bottom w:val="none" w:sz="0" w:space="0" w:color="auto"/>
            <w:right w:val="none" w:sz="0" w:space="0" w:color="auto"/>
          </w:divBdr>
        </w:div>
        <w:div w:id="1036463290">
          <w:marLeft w:val="230"/>
          <w:marRight w:val="0"/>
          <w:marTop w:val="0"/>
          <w:marBottom w:val="0"/>
          <w:divBdr>
            <w:top w:val="none" w:sz="0" w:space="0" w:color="auto"/>
            <w:left w:val="none" w:sz="0" w:space="0" w:color="auto"/>
            <w:bottom w:val="none" w:sz="0" w:space="0" w:color="auto"/>
            <w:right w:val="none" w:sz="0" w:space="0" w:color="auto"/>
          </w:divBdr>
        </w:div>
        <w:div w:id="1149788964">
          <w:marLeft w:val="0"/>
          <w:marRight w:val="0"/>
          <w:marTop w:val="0"/>
          <w:marBottom w:val="0"/>
          <w:divBdr>
            <w:top w:val="none" w:sz="0" w:space="0" w:color="auto"/>
            <w:left w:val="none" w:sz="0" w:space="0" w:color="auto"/>
            <w:bottom w:val="none" w:sz="0" w:space="0" w:color="auto"/>
            <w:right w:val="none" w:sz="0" w:space="0" w:color="auto"/>
          </w:divBdr>
        </w:div>
        <w:div w:id="1331252670">
          <w:marLeft w:val="230"/>
          <w:marRight w:val="0"/>
          <w:marTop w:val="0"/>
          <w:marBottom w:val="0"/>
          <w:divBdr>
            <w:top w:val="none" w:sz="0" w:space="0" w:color="auto"/>
            <w:left w:val="none" w:sz="0" w:space="0" w:color="auto"/>
            <w:bottom w:val="none" w:sz="0" w:space="0" w:color="auto"/>
            <w:right w:val="none" w:sz="0" w:space="0" w:color="auto"/>
          </w:divBdr>
        </w:div>
        <w:div w:id="1338727352">
          <w:marLeft w:val="0"/>
          <w:marRight w:val="0"/>
          <w:marTop w:val="0"/>
          <w:marBottom w:val="0"/>
          <w:divBdr>
            <w:top w:val="none" w:sz="0" w:space="0" w:color="auto"/>
            <w:left w:val="none" w:sz="0" w:space="0" w:color="auto"/>
            <w:bottom w:val="none" w:sz="0" w:space="0" w:color="auto"/>
            <w:right w:val="none" w:sz="0" w:space="0" w:color="auto"/>
          </w:divBdr>
        </w:div>
        <w:div w:id="1457866887">
          <w:marLeft w:val="690"/>
          <w:marRight w:val="0"/>
          <w:marTop w:val="0"/>
          <w:marBottom w:val="0"/>
          <w:divBdr>
            <w:top w:val="none" w:sz="0" w:space="0" w:color="auto"/>
            <w:left w:val="none" w:sz="0" w:space="0" w:color="auto"/>
            <w:bottom w:val="none" w:sz="0" w:space="0" w:color="auto"/>
            <w:right w:val="none" w:sz="0" w:space="0" w:color="auto"/>
          </w:divBdr>
        </w:div>
        <w:div w:id="1479423128">
          <w:marLeft w:val="230"/>
          <w:marRight w:val="0"/>
          <w:marTop w:val="0"/>
          <w:marBottom w:val="0"/>
          <w:divBdr>
            <w:top w:val="none" w:sz="0" w:space="0" w:color="auto"/>
            <w:left w:val="none" w:sz="0" w:space="0" w:color="auto"/>
            <w:bottom w:val="none" w:sz="0" w:space="0" w:color="auto"/>
            <w:right w:val="none" w:sz="0" w:space="0" w:color="auto"/>
          </w:divBdr>
        </w:div>
        <w:div w:id="1510094226">
          <w:marLeft w:val="230"/>
          <w:marRight w:val="0"/>
          <w:marTop w:val="0"/>
          <w:marBottom w:val="0"/>
          <w:divBdr>
            <w:top w:val="none" w:sz="0" w:space="0" w:color="auto"/>
            <w:left w:val="none" w:sz="0" w:space="0" w:color="auto"/>
            <w:bottom w:val="none" w:sz="0" w:space="0" w:color="auto"/>
            <w:right w:val="none" w:sz="0" w:space="0" w:color="auto"/>
          </w:divBdr>
        </w:div>
        <w:div w:id="1555043819">
          <w:marLeft w:val="230"/>
          <w:marRight w:val="0"/>
          <w:marTop w:val="0"/>
          <w:marBottom w:val="0"/>
          <w:divBdr>
            <w:top w:val="none" w:sz="0" w:space="0" w:color="auto"/>
            <w:left w:val="none" w:sz="0" w:space="0" w:color="auto"/>
            <w:bottom w:val="none" w:sz="0" w:space="0" w:color="auto"/>
            <w:right w:val="none" w:sz="0" w:space="0" w:color="auto"/>
          </w:divBdr>
        </w:div>
        <w:div w:id="1640039920">
          <w:marLeft w:val="230"/>
          <w:marRight w:val="0"/>
          <w:marTop w:val="0"/>
          <w:marBottom w:val="0"/>
          <w:divBdr>
            <w:top w:val="none" w:sz="0" w:space="0" w:color="auto"/>
            <w:left w:val="none" w:sz="0" w:space="0" w:color="auto"/>
            <w:bottom w:val="none" w:sz="0" w:space="0" w:color="auto"/>
            <w:right w:val="none" w:sz="0" w:space="0" w:color="auto"/>
          </w:divBdr>
        </w:div>
        <w:div w:id="1717503521">
          <w:marLeft w:val="230"/>
          <w:marRight w:val="0"/>
          <w:marTop w:val="0"/>
          <w:marBottom w:val="0"/>
          <w:divBdr>
            <w:top w:val="none" w:sz="0" w:space="0" w:color="auto"/>
            <w:left w:val="none" w:sz="0" w:space="0" w:color="auto"/>
            <w:bottom w:val="none" w:sz="0" w:space="0" w:color="auto"/>
            <w:right w:val="none" w:sz="0" w:space="0" w:color="auto"/>
          </w:divBdr>
        </w:div>
        <w:div w:id="1745686448">
          <w:marLeft w:val="230"/>
          <w:marRight w:val="0"/>
          <w:marTop w:val="0"/>
          <w:marBottom w:val="0"/>
          <w:divBdr>
            <w:top w:val="none" w:sz="0" w:space="0" w:color="auto"/>
            <w:left w:val="none" w:sz="0" w:space="0" w:color="auto"/>
            <w:bottom w:val="none" w:sz="0" w:space="0" w:color="auto"/>
            <w:right w:val="none" w:sz="0" w:space="0" w:color="auto"/>
          </w:divBdr>
        </w:div>
        <w:div w:id="1772701197">
          <w:marLeft w:val="0"/>
          <w:marRight w:val="0"/>
          <w:marTop w:val="0"/>
          <w:marBottom w:val="0"/>
          <w:divBdr>
            <w:top w:val="none" w:sz="0" w:space="0" w:color="auto"/>
            <w:left w:val="none" w:sz="0" w:space="0" w:color="auto"/>
            <w:bottom w:val="none" w:sz="0" w:space="0" w:color="auto"/>
            <w:right w:val="none" w:sz="0" w:space="0" w:color="auto"/>
          </w:divBdr>
        </w:div>
        <w:div w:id="1871265142">
          <w:marLeft w:val="230"/>
          <w:marRight w:val="0"/>
          <w:marTop w:val="0"/>
          <w:marBottom w:val="0"/>
          <w:divBdr>
            <w:top w:val="none" w:sz="0" w:space="0" w:color="auto"/>
            <w:left w:val="none" w:sz="0" w:space="0" w:color="auto"/>
            <w:bottom w:val="none" w:sz="0" w:space="0" w:color="auto"/>
            <w:right w:val="none" w:sz="0" w:space="0" w:color="auto"/>
          </w:divBdr>
        </w:div>
        <w:div w:id="1912961577">
          <w:marLeft w:val="230"/>
          <w:marRight w:val="0"/>
          <w:marTop w:val="0"/>
          <w:marBottom w:val="0"/>
          <w:divBdr>
            <w:top w:val="none" w:sz="0" w:space="0" w:color="auto"/>
            <w:left w:val="none" w:sz="0" w:space="0" w:color="auto"/>
            <w:bottom w:val="none" w:sz="0" w:space="0" w:color="auto"/>
            <w:right w:val="none" w:sz="0" w:space="0" w:color="auto"/>
          </w:divBdr>
        </w:div>
        <w:div w:id="1924026780">
          <w:marLeft w:val="230"/>
          <w:marRight w:val="0"/>
          <w:marTop w:val="0"/>
          <w:marBottom w:val="0"/>
          <w:divBdr>
            <w:top w:val="none" w:sz="0" w:space="0" w:color="auto"/>
            <w:left w:val="none" w:sz="0" w:space="0" w:color="auto"/>
            <w:bottom w:val="none" w:sz="0" w:space="0" w:color="auto"/>
            <w:right w:val="none" w:sz="0" w:space="0" w:color="auto"/>
          </w:divBdr>
        </w:div>
        <w:div w:id="1924679534">
          <w:marLeft w:val="230"/>
          <w:marRight w:val="0"/>
          <w:marTop w:val="0"/>
          <w:marBottom w:val="0"/>
          <w:divBdr>
            <w:top w:val="none" w:sz="0" w:space="0" w:color="auto"/>
            <w:left w:val="none" w:sz="0" w:space="0" w:color="auto"/>
            <w:bottom w:val="none" w:sz="0" w:space="0" w:color="auto"/>
            <w:right w:val="none" w:sz="0" w:space="0" w:color="auto"/>
          </w:divBdr>
        </w:div>
        <w:div w:id="1982886536">
          <w:marLeft w:val="0"/>
          <w:marRight w:val="0"/>
          <w:marTop w:val="0"/>
          <w:marBottom w:val="0"/>
          <w:divBdr>
            <w:top w:val="none" w:sz="0" w:space="0" w:color="auto"/>
            <w:left w:val="none" w:sz="0" w:space="0" w:color="auto"/>
            <w:bottom w:val="none" w:sz="0" w:space="0" w:color="auto"/>
            <w:right w:val="none" w:sz="0" w:space="0" w:color="auto"/>
          </w:divBdr>
        </w:div>
        <w:div w:id="2034989344">
          <w:marLeft w:val="230"/>
          <w:marRight w:val="0"/>
          <w:marTop w:val="0"/>
          <w:marBottom w:val="0"/>
          <w:divBdr>
            <w:top w:val="none" w:sz="0" w:space="0" w:color="auto"/>
            <w:left w:val="none" w:sz="0" w:space="0" w:color="auto"/>
            <w:bottom w:val="none" w:sz="0" w:space="0" w:color="auto"/>
            <w:right w:val="none" w:sz="0" w:space="0" w:color="auto"/>
          </w:divBdr>
        </w:div>
        <w:div w:id="2104495878">
          <w:marLeft w:val="0"/>
          <w:marRight w:val="0"/>
          <w:marTop w:val="0"/>
          <w:marBottom w:val="0"/>
          <w:divBdr>
            <w:top w:val="none" w:sz="0" w:space="0" w:color="auto"/>
            <w:left w:val="none" w:sz="0" w:space="0" w:color="auto"/>
            <w:bottom w:val="none" w:sz="0" w:space="0" w:color="auto"/>
            <w:right w:val="none" w:sz="0" w:space="0" w:color="auto"/>
          </w:divBdr>
        </w:div>
        <w:div w:id="2139833439">
          <w:marLeft w:val="230"/>
          <w:marRight w:val="0"/>
          <w:marTop w:val="0"/>
          <w:marBottom w:val="0"/>
          <w:divBdr>
            <w:top w:val="none" w:sz="0" w:space="0" w:color="auto"/>
            <w:left w:val="none" w:sz="0" w:space="0" w:color="auto"/>
            <w:bottom w:val="none" w:sz="0" w:space="0" w:color="auto"/>
            <w:right w:val="none" w:sz="0" w:space="0" w:color="auto"/>
          </w:divBdr>
        </w:div>
      </w:divsChild>
    </w:div>
    <w:div w:id="1085146727">
      <w:bodyDiv w:val="1"/>
      <w:marLeft w:val="0"/>
      <w:marRight w:val="0"/>
      <w:marTop w:val="0"/>
      <w:marBottom w:val="0"/>
      <w:divBdr>
        <w:top w:val="none" w:sz="0" w:space="0" w:color="auto"/>
        <w:left w:val="none" w:sz="0" w:space="0" w:color="auto"/>
        <w:bottom w:val="none" w:sz="0" w:space="0" w:color="auto"/>
        <w:right w:val="none" w:sz="0" w:space="0" w:color="auto"/>
      </w:divBdr>
      <w:divsChild>
        <w:div w:id="223612663">
          <w:marLeft w:val="460"/>
          <w:marRight w:val="0"/>
          <w:marTop w:val="0"/>
          <w:marBottom w:val="0"/>
          <w:divBdr>
            <w:top w:val="none" w:sz="0" w:space="0" w:color="auto"/>
            <w:left w:val="none" w:sz="0" w:space="0" w:color="auto"/>
            <w:bottom w:val="none" w:sz="0" w:space="0" w:color="auto"/>
            <w:right w:val="none" w:sz="0" w:space="0" w:color="auto"/>
          </w:divBdr>
        </w:div>
        <w:div w:id="306476780">
          <w:marLeft w:val="920"/>
          <w:marRight w:val="0"/>
          <w:marTop w:val="0"/>
          <w:marBottom w:val="0"/>
          <w:divBdr>
            <w:top w:val="none" w:sz="0" w:space="0" w:color="auto"/>
            <w:left w:val="none" w:sz="0" w:space="0" w:color="auto"/>
            <w:bottom w:val="none" w:sz="0" w:space="0" w:color="auto"/>
            <w:right w:val="none" w:sz="0" w:space="0" w:color="auto"/>
          </w:divBdr>
        </w:div>
        <w:div w:id="347757985">
          <w:marLeft w:val="230"/>
          <w:marRight w:val="0"/>
          <w:marTop w:val="0"/>
          <w:marBottom w:val="0"/>
          <w:divBdr>
            <w:top w:val="none" w:sz="0" w:space="0" w:color="auto"/>
            <w:left w:val="none" w:sz="0" w:space="0" w:color="auto"/>
            <w:bottom w:val="none" w:sz="0" w:space="0" w:color="auto"/>
            <w:right w:val="none" w:sz="0" w:space="0" w:color="auto"/>
          </w:divBdr>
        </w:div>
        <w:div w:id="366611895">
          <w:marLeft w:val="230"/>
          <w:marRight w:val="0"/>
          <w:marTop w:val="0"/>
          <w:marBottom w:val="0"/>
          <w:divBdr>
            <w:top w:val="none" w:sz="0" w:space="0" w:color="auto"/>
            <w:left w:val="none" w:sz="0" w:space="0" w:color="auto"/>
            <w:bottom w:val="none" w:sz="0" w:space="0" w:color="auto"/>
            <w:right w:val="none" w:sz="0" w:space="0" w:color="auto"/>
          </w:divBdr>
        </w:div>
        <w:div w:id="395053626">
          <w:marLeft w:val="460"/>
          <w:marRight w:val="0"/>
          <w:marTop w:val="0"/>
          <w:marBottom w:val="0"/>
          <w:divBdr>
            <w:top w:val="none" w:sz="0" w:space="0" w:color="auto"/>
            <w:left w:val="none" w:sz="0" w:space="0" w:color="auto"/>
            <w:bottom w:val="none" w:sz="0" w:space="0" w:color="auto"/>
            <w:right w:val="none" w:sz="0" w:space="0" w:color="auto"/>
          </w:divBdr>
        </w:div>
        <w:div w:id="415054084">
          <w:marLeft w:val="230"/>
          <w:marRight w:val="0"/>
          <w:marTop w:val="0"/>
          <w:marBottom w:val="0"/>
          <w:divBdr>
            <w:top w:val="none" w:sz="0" w:space="0" w:color="auto"/>
            <w:left w:val="none" w:sz="0" w:space="0" w:color="auto"/>
            <w:bottom w:val="none" w:sz="0" w:space="0" w:color="auto"/>
            <w:right w:val="none" w:sz="0" w:space="0" w:color="auto"/>
          </w:divBdr>
        </w:div>
        <w:div w:id="1035693058">
          <w:marLeft w:val="230"/>
          <w:marRight w:val="0"/>
          <w:marTop w:val="0"/>
          <w:marBottom w:val="0"/>
          <w:divBdr>
            <w:top w:val="none" w:sz="0" w:space="0" w:color="auto"/>
            <w:left w:val="none" w:sz="0" w:space="0" w:color="auto"/>
            <w:bottom w:val="none" w:sz="0" w:space="0" w:color="auto"/>
            <w:right w:val="none" w:sz="0" w:space="0" w:color="auto"/>
          </w:divBdr>
        </w:div>
        <w:div w:id="1087462756">
          <w:marLeft w:val="0"/>
          <w:marRight w:val="0"/>
          <w:marTop w:val="0"/>
          <w:marBottom w:val="0"/>
          <w:divBdr>
            <w:top w:val="none" w:sz="0" w:space="0" w:color="auto"/>
            <w:left w:val="none" w:sz="0" w:space="0" w:color="auto"/>
            <w:bottom w:val="none" w:sz="0" w:space="0" w:color="auto"/>
            <w:right w:val="none" w:sz="0" w:space="0" w:color="auto"/>
          </w:divBdr>
        </w:div>
        <w:div w:id="1193152116">
          <w:marLeft w:val="0"/>
          <w:marRight w:val="0"/>
          <w:marTop w:val="0"/>
          <w:marBottom w:val="0"/>
          <w:divBdr>
            <w:top w:val="none" w:sz="0" w:space="0" w:color="auto"/>
            <w:left w:val="none" w:sz="0" w:space="0" w:color="auto"/>
            <w:bottom w:val="none" w:sz="0" w:space="0" w:color="auto"/>
            <w:right w:val="none" w:sz="0" w:space="0" w:color="auto"/>
          </w:divBdr>
        </w:div>
        <w:div w:id="1193811686">
          <w:marLeft w:val="0"/>
          <w:marRight w:val="0"/>
          <w:marTop w:val="0"/>
          <w:marBottom w:val="0"/>
          <w:divBdr>
            <w:top w:val="none" w:sz="0" w:space="0" w:color="auto"/>
            <w:left w:val="none" w:sz="0" w:space="0" w:color="auto"/>
            <w:bottom w:val="none" w:sz="0" w:space="0" w:color="auto"/>
            <w:right w:val="none" w:sz="0" w:space="0" w:color="auto"/>
          </w:divBdr>
        </w:div>
        <w:div w:id="1543438413">
          <w:marLeft w:val="460"/>
          <w:marRight w:val="0"/>
          <w:marTop w:val="0"/>
          <w:marBottom w:val="0"/>
          <w:divBdr>
            <w:top w:val="none" w:sz="0" w:space="0" w:color="auto"/>
            <w:left w:val="none" w:sz="0" w:space="0" w:color="auto"/>
            <w:bottom w:val="none" w:sz="0" w:space="0" w:color="auto"/>
            <w:right w:val="none" w:sz="0" w:space="0" w:color="auto"/>
          </w:divBdr>
        </w:div>
        <w:div w:id="1582641444">
          <w:marLeft w:val="230"/>
          <w:marRight w:val="0"/>
          <w:marTop w:val="0"/>
          <w:marBottom w:val="0"/>
          <w:divBdr>
            <w:top w:val="none" w:sz="0" w:space="0" w:color="auto"/>
            <w:left w:val="none" w:sz="0" w:space="0" w:color="auto"/>
            <w:bottom w:val="none" w:sz="0" w:space="0" w:color="auto"/>
            <w:right w:val="none" w:sz="0" w:space="0" w:color="auto"/>
          </w:divBdr>
        </w:div>
        <w:div w:id="1726173912">
          <w:marLeft w:val="0"/>
          <w:marRight w:val="0"/>
          <w:marTop w:val="0"/>
          <w:marBottom w:val="0"/>
          <w:divBdr>
            <w:top w:val="none" w:sz="0" w:space="0" w:color="auto"/>
            <w:left w:val="none" w:sz="0" w:space="0" w:color="auto"/>
            <w:bottom w:val="none" w:sz="0" w:space="0" w:color="auto"/>
            <w:right w:val="none" w:sz="0" w:space="0" w:color="auto"/>
          </w:divBdr>
        </w:div>
        <w:div w:id="1768424888">
          <w:marLeft w:val="0"/>
          <w:marRight w:val="0"/>
          <w:marTop w:val="0"/>
          <w:marBottom w:val="0"/>
          <w:divBdr>
            <w:top w:val="none" w:sz="0" w:space="0" w:color="auto"/>
            <w:left w:val="none" w:sz="0" w:space="0" w:color="auto"/>
            <w:bottom w:val="none" w:sz="0" w:space="0" w:color="auto"/>
            <w:right w:val="none" w:sz="0" w:space="0" w:color="auto"/>
          </w:divBdr>
        </w:div>
        <w:div w:id="1834637538">
          <w:marLeft w:val="230"/>
          <w:marRight w:val="0"/>
          <w:marTop w:val="0"/>
          <w:marBottom w:val="0"/>
          <w:divBdr>
            <w:top w:val="none" w:sz="0" w:space="0" w:color="auto"/>
            <w:left w:val="none" w:sz="0" w:space="0" w:color="auto"/>
            <w:bottom w:val="none" w:sz="0" w:space="0" w:color="auto"/>
            <w:right w:val="none" w:sz="0" w:space="0" w:color="auto"/>
          </w:divBdr>
        </w:div>
        <w:div w:id="1957250586">
          <w:marLeft w:val="230"/>
          <w:marRight w:val="0"/>
          <w:marTop w:val="0"/>
          <w:marBottom w:val="0"/>
          <w:divBdr>
            <w:top w:val="none" w:sz="0" w:space="0" w:color="auto"/>
            <w:left w:val="none" w:sz="0" w:space="0" w:color="auto"/>
            <w:bottom w:val="none" w:sz="0" w:space="0" w:color="auto"/>
            <w:right w:val="none" w:sz="0" w:space="0" w:color="auto"/>
          </w:divBdr>
        </w:div>
        <w:div w:id="1966080646">
          <w:marLeft w:val="230"/>
          <w:marRight w:val="0"/>
          <w:marTop w:val="0"/>
          <w:marBottom w:val="0"/>
          <w:divBdr>
            <w:top w:val="none" w:sz="0" w:space="0" w:color="auto"/>
            <w:left w:val="none" w:sz="0" w:space="0" w:color="auto"/>
            <w:bottom w:val="none" w:sz="0" w:space="0" w:color="auto"/>
            <w:right w:val="none" w:sz="0" w:space="0" w:color="auto"/>
          </w:divBdr>
        </w:div>
        <w:div w:id="2028483595">
          <w:marLeft w:val="0"/>
          <w:marRight w:val="0"/>
          <w:marTop w:val="0"/>
          <w:marBottom w:val="0"/>
          <w:divBdr>
            <w:top w:val="none" w:sz="0" w:space="0" w:color="auto"/>
            <w:left w:val="none" w:sz="0" w:space="0" w:color="auto"/>
            <w:bottom w:val="none" w:sz="0" w:space="0" w:color="auto"/>
            <w:right w:val="none" w:sz="0" w:space="0" w:color="auto"/>
          </w:divBdr>
        </w:div>
      </w:divsChild>
    </w:div>
    <w:div w:id="1497528437">
      <w:bodyDiv w:val="1"/>
      <w:marLeft w:val="0"/>
      <w:marRight w:val="0"/>
      <w:marTop w:val="0"/>
      <w:marBottom w:val="0"/>
      <w:divBdr>
        <w:top w:val="none" w:sz="0" w:space="0" w:color="auto"/>
        <w:left w:val="none" w:sz="0" w:space="0" w:color="auto"/>
        <w:bottom w:val="none" w:sz="0" w:space="0" w:color="auto"/>
        <w:right w:val="none" w:sz="0" w:space="0" w:color="auto"/>
      </w:divBdr>
      <w:divsChild>
        <w:div w:id="799107238">
          <w:marLeft w:val="23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WORD&#31934;&#26619;\&#31934;&#26619;&#12510;&#12463;&#12525;&#26412;&#2106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A1853-DA2D-41B7-8428-F45A93A00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精査マクロ本則.dot</Template>
  <TotalTime>2</TotalTime>
  <Pages>1</Pages>
  <Words>705</Words>
  <Characters>227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山口市営小集落改良住宅条例</vt:lpstr>
      <vt:lpstr>山口市営小集落改良住宅条例</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山口市営小集落改良住宅条例</dc:title>
  <dc:subject/>
  <dc:creator>山口市</dc:creator>
  <cp:keywords/>
  <cp:lastModifiedBy>伊藤 真利</cp:lastModifiedBy>
  <cp:revision>6</cp:revision>
  <cp:lastPrinted>2022-03-18T10:53:00Z</cp:lastPrinted>
  <dcterms:created xsi:type="dcterms:W3CDTF">2022-06-18T07:59:00Z</dcterms:created>
  <dcterms:modified xsi:type="dcterms:W3CDTF">2025-06-23T08:59:00Z</dcterms:modified>
</cp:coreProperties>
</file>