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3A9B" w14:textId="77777777" w:rsidR="005B2BFF" w:rsidRPr="007A5ADD" w:rsidRDefault="00917500" w:rsidP="005B2BFF">
      <w:pPr>
        <w:rPr>
          <w:rFonts w:ascii="BIZ UD明朝 Medium" w:eastAsia="BIZ UD明朝 Medium" w:hAnsi="BIZ UD明朝 Medium"/>
          <w:sz w:val="22"/>
          <w:szCs w:val="22"/>
        </w:rPr>
      </w:pPr>
      <w:r w:rsidRPr="007A5ADD">
        <w:rPr>
          <w:rFonts w:ascii="BIZ UD明朝 Medium" w:eastAsia="BIZ UD明朝 Medium" w:hAnsi="BIZ UD明朝 Medium" w:hint="eastAsia"/>
          <w:sz w:val="22"/>
          <w:szCs w:val="22"/>
        </w:rPr>
        <w:t>様式第７</w:t>
      </w:r>
      <w:r w:rsidR="005B2BFF" w:rsidRPr="007A5ADD">
        <w:rPr>
          <w:rFonts w:ascii="BIZ UD明朝 Medium" w:eastAsia="BIZ UD明朝 Medium" w:hAnsi="BIZ UD明朝 Medium" w:hint="eastAsia"/>
          <w:sz w:val="22"/>
          <w:szCs w:val="22"/>
        </w:rPr>
        <w:t xml:space="preserve">号（第１０条関係）　　　　　　　　　　　　　　　　　　　　　　　　　　</w:t>
      </w:r>
      <w:r w:rsidR="005B2BFF" w:rsidRPr="007A5ADD">
        <w:rPr>
          <w:rFonts w:ascii="BIZ UD明朝 Medium" w:eastAsia="BIZ UD明朝 Medium" w:hAnsi="BIZ UD明朝 Medium" w:hint="eastAsia"/>
          <w:sz w:val="20"/>
        </w:rPr>
        <w:t>(№8)</w:t>
      </w:r>
    </w:p>
    <w:p w14:paraId="6B592732" w14:textId="77777777" w:rsidR="005B2BFF" w:rsidRPr="007A5ADD" w:rsidRDefault="005B2BFF" w:rsidP="005B2BFF">
      <w:pPr>
        <w:jc w:val="center"/>
        <w:rPr>
          <w:rFonts w:ascii="BIZ UD明朝 Medium" w:eastAsia="BIZ UD明朝 Medium" w:hAnsi="BIZ UD明朝 Medium"/>
          <w:sz w:val="40"/>
          <w:szCs w:val="40"/>
        </w:rPr>
      </w:pPr>
      <w:r w:rsidRPr="007A5ADD">
        <w:rPr>
          <w:rFonts w:ascii="BIZ UD明朝 Medium" w:eastAsia="BIZ UD明朝 Medium" w:hAnsi="BIZ UD明朝 Medium" w:hint="eastAsia"/>
          <w:sz w:val="40"/>
          <w:szCs w:val="40"/>
        </w:rPr>
        <w:t>委　　　任　　　状</w:t>
      </w:r>
    </w:p>
    <w:p w14:paraId="56418FAA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2C31592E" w14:textId="77777777" w:rsidR="005B2BFF" w:rsidRPr="007A5ADD" w:rsidRDefault="005B2BFF" w:rsidP="005B2BFF">
      <w:pPr>
        <w:ind w:firstLineChars="100" w:firstLine="223"/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 w:hint="eastAsia"/>
          <w:sz w:val="24"/>
          <w:szCs w:val="24"/>
        </w:rPr>
        <w:t>私は、下記の者を代理人と定め、次の件名に関する入札見積の権限を委任する。</w:t>
      </w:r>
    </w:p>
    <w:p w14:paraId="7C370D2D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670184E3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4053D6F3" w14:textId="77777777" w:rsidR="005B2BFF" w:rsidRPr="007A5ADD" w:rsidRDefault="007A5ADD" w:rsidP="005B2BFF">
      <w:pPr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08E87A" wp14:editId="0ECB58C8">
                <wp:simplePos x="0" y="0"/>
                <wp:positionH relativeFrom="column">
                  <wp:posOffset>448310</wp:posOffset>
                </wp:positionH>
                <wp:positionV relativeFrom="paragraph">
                  <wp:posOffset>222250</wp:posOffset>
                </wp:positionV>
                <wp:extent cx="4944110" cy="635"/>
                <wp:effectExtent l="0" t="0" r="0" b="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411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0D9E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left:0;text-align:left;margin-left:35.3pt;margin-top:17.5pt;width:389.3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" strokeweight=".5pt"/>
            </w:pict>
          </mc:Fallback>
        </mc:AlternateContent>
      </w:r>
      <w:r w:rsidR="00212D85" w:rsidRPr="007A5ADD">
        <w:rPr>
          <w:rFonts w:ascii="BIZ UD明朝 Medium" w:eastAsia="BIZ UD明朝 Medium" w:hAnsi="BIZ UD明朝 Medium" w:hint="eastAsia"/>
          <w:sz w:val="24"/>
          <w:szCs w:val="24"/>
        </w:rPr>
        <w:t>件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名　　　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>小・中学校印刷機リース事業</w:t>
      </w:r>
    </w:p>
    <w:p w14:paraId="6B6A03FD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5D27E756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5EE2B3C5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3A176B20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2F758D4F" w14:textId="7D3227EB" w:rsidR="005B2BFF" w:rsidRPr="007A5ADD" w:rsidRDefault="00182EBB" w:rsidP="005B2BFF">
      <w:pPr>
        <w:ind w:firstLineChars="200" w:firstLine="446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令和</w:t>
      </w:r>
      <w:r w:rsidR="00373243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="00CD62A0">
        <w:rPr>
          <w:rFonts w:ascii="BIZ UD明朝 Medium" w:eastAsia="BIZ UD明朝 Medium" w:hAnsi="BIZ UD明朝 Medium" w:hint="eastAsia"/>
          <w:sz w:val="24"/>
          <w:szCs w:val="24"/>
        </w:rPr>
        <w:t xml:space="preserve">年　月　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>日</w:t>
      </w:r>
    </w:p>
    <w:p w14:paraId="4BBACBA4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58233868" w14:textId="77777777" w:rsidR="005B2BFF" w:rsidRPr="007A5ADD" w:rsidRDefault="005B2BFF" w:rsidP="00D935D5">
      <w:pPr>
        <w:ind w:firstLineChars="1100" w:firstLine="2453"/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 w:hint="eastAsia"/>
          <w:sz w:val="24"/>
          <w:szCs w:val="24"/>
        </w:rPr>
        <w:t>委任者</w:t>
      </w:r>
    </w:p>
    <w:p w14:paraId="5A37C1D9" w14:textId="77777777" w:rsidR="005B2BFF" w:rsidRPr="007A5ADD" w:rsidRDefault="00D935D5" w:rsidP="00D935D5">
      <w:pPr>
        <w:tabs>
          <w:tab w:val="left" w:pos="2552"/>
        </w:tabs>
        <w:ind w:left="1602" w:firstLine="851"/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/>
          <w:sz w:val="24"/>
          <w:szCs w:val="24"/>
        </w:rPr>
        <w:tab/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住　　　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所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</w:t>
      </w:r>
    </w:p>
    <w:p w14:paraId="28149A65" w14:textId="77777777" w:rsidR="005B2BFF" w:rsidRPr="007A5ADD" w:rsidRDefault="00D935D5" w:rsidP="00D935D5">
      <w:pPr>
        <w:tabs>
          <w:tab w:val="left" w:pos="2297"/>
          <w:tab w:val="left" w:pos="2552"/>
        </w:tabs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/>
          <w:kern w:val="0"/>
          <w:sz w:val="24"/>
          <w:szCs w:val="24"/>
        </w:rPr>
        <w:tab/>
      </w:r>
      <w:r w:rsidRPr="007A5ADD">
        <w:rPr>
          <w:rFonts w:ascii="BIZ UD明朝 Medium" w:eastAsia="BIZ UD明朝 Medium" w:hAnsi="BIZ UD明朝 Medium"/>
          <w:kern w:val="0"/>
          <w:sz w:val="24"/>
          <w:szCs w:val="24"/>
        </w:rPr>
        <w:tab/>
      </w:r>
      <w:r w:rsidR="005B2BFF" w:rsidRPr="007A5ADD">
        <w:rPr>
          <w:rFonts w:ascii="BIZ UD明朝 Medium" w:eastAsia="BIZ UD明朝 Medium" w:hAnsi="BIZ UD明朝 Medium" w:hint="eastAsia"/>
          <w:spacing w:val="34"/>
          <w:kern w:val="0"/>
          <w:sz w:val="24"/>
          <w:szCs w:val="24"/>
          <w:fitText w:val="1784" w:id="-1944345088"/>
        </w:rPr>
        <w:t>商号又は名</w:t>
      </w:r>
      <w:r w:rsidR="005B2BFF" w:rsidRPr="007A5ADD">
        <w:rPr>
          <w:rFonts w:ascii="BIZ UD明朝 Medium" w:eastAsia="BIZ UD明朝 Medium" w:hAnsi="BIZ UD明朝 Medium" w:hint="eastAsia"/>
          <w:spacing w:val="2"/>
          <w:kern w:val="0"/>
          <w:sz w:val="24"/>
          <w:szCs w:val="24"/>
          <w:fitText w:val="1784" w:id="-1944345088"/>
        </w:rPr>
        <w:t>称</w:t>
      </w:r>
      <w:r w:rsidRPr="007A5AD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　　　　　　　　　　　　　　　</w:t>
      </w:r>
    </w:p>
    <w:p w14:paraId="3973D222" w14:textId="77777777" w:rsidR="005B2BFF" w:rsidRPr="007A5ADD" w:rsidRDefault="00D935D5" w:rsidP="00D935D5">
      <w:pPr>
        <w:tabs>
          <w:tab w:val="left" w:pos="2552"/>
        </w:tabs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/>
          <w:sz w:val="24"/>
          <w:szCs w:val="24"/>
        </w:rPr>
        <w:tab/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>代表者職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>名・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氏名　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㊞</w:t>
      </w:r>
    </w:p>
    <w:p w14:paraId="2B513A18" w14:textId="77777777" w:rsidR="005B2BFF" w:rsidRPr="007A5ADD" w:rsidRDefault="005B2BFF" w:rsidP="005B2BFF">
      <w:pPr>
        <w:jc w:val="center"/>
        <w:rPr>
          <w:rFonts w:ascii="BIZ UD明朝 Medium" w:eastAsia="BIZ UD明朝 Medium" w:hAnsi="BIZ UD明朝 Medium"/>
          <w:sz w:val="24"/>
          <w:szCs w:val="24"/>
        </w:rPr>
      </w:pPr>
    </w:p>
    <w:p w14:paraId="662E7917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1FE86769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31D3EAE2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29E69B5F" w14:textId="77777777" w:rsidR="005B2BFF" w:rsidRPr="007A5ADD" w:rsidRDefault="005B2BFF" w:rsidP="005B2BFF">
      <w:pPr>
        <w:rPr>
          <w:rFonts w:ascii="BIZ UD明朝 Medium" w:eastAsia="BIZ UD明朝 Medium" w:hAnsi="BIZ UD明朝 Medium"/>
          <w:sz w:val="32"/>
          <w:szCs w:val="32"/>
        </w:rPr>
      </w:pPr>
      <w:r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DA43A9" w:rsidRPr="007A5ADD">
        <w:rPr>
          <w:rFonts w:ascii="BIZ UD明朝 Medium" w:eastAsia="BIZ UD明朝 Medium" w:hAnsi="BIZ UD明朝 Medium" w:hint="eastAsia"/>
          <w:sz w:val="24"/>
          <w:szCs w:val="24"/>
        </w:rPr>
        <w:t>（宛先）</w:t>
      </w:r>
      <w:r w:rsidRPr="007A5ADD">
        <w:rPr>
          <w:rFonts w:ascii="BIZ UD明朝 Medium" w:eastAsia="BIZ UD明朝 Medium" w:hAnsi="BIZ UD明朝 Medium" w:hint="eastAsia"/>
          <w:sz w:val="32"/>
          <w:szCs w:val="32"/>
        </w:rPr>
        <w:t xml:space="preserve">山　口　市　長 </w:t>
      </w:r>
    </w:p>
    <w:p w14:paraId="0EE358FE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</w:p>
    <w:p w14:paraId="42D9B4B5" w14:textId="77777777" w:rsidR="005B2BFF" w:rsidRPr="007A5ADD" w:rsidRDefault="005B2BFF" w:rsidP="005B2BFF">
      <w:pPr>
        <w:pStyle w:val="a4"/>
        <w:ind w:left="669" w:hangingChars="300" w:hanging="669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14:paraId="34F65294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</w:p>
    <w:p w14:paraId="68CAD4E6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4075"/>
        <w:gridCol w:w="1134"/>
        <w:gridCol w:w="2126"/>
      </w:tblGrid>
      <w:tr w:rsidR="005B2BFF" w:rsidRPr="007A5ADD" w14:paraId="3BE0981A" w14:textId="77777777" w:rsidTr="00C11F6F">
        <w:trPr>
          <w:trHeight w:val="1659"/>
        </w:trPr>
        <w:tc>
          <w:tcPr>
            <w:tcW w:w="1170" w:type="dxa"/>
            <w:vAlign w:val="center"/>
          </w:tcPr>
          <w:p w14:paraId="4856734A" w14:textId="77777777" w:rsidR="005B2BFF" w:rsidRPr="007A5ADD" w:rsidRDefault="005B2BFF" w:rsidP="00C11F6F">
            <w:pPr>
              <w:pStyle w:val="a4"/>
              <w:spacing w:line="360" w:lineRule="auto"/>
              <w:ind w:left="669" w:hangingChars="300" w:hanging="669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A5ADD">
              <w:rPr>
                <w:rFonts w:ascii="BIZ UD明朝 Medium" w:eastAsia="BIZ UD明朝 Medium" w:hAnsi="BIZ UD明朝 Medium" w:hint="eastAsia"/>
                <w:sz w:val="24"/>
                <w:szCs w:val="24"/>
              </w:rPr>
              <w:t>受 任 者</w:t>
            </w:r>
          </w:p>
          <w:p w14:paraId="3791C1C3" w14:textId="77777777" w:rsidR="005B2BFF" w:rsidRPr="007A5ADD" w:rsidRDefault="005B2BFF" w:rsidP="00C11F6F">
            <w:pPr>
              <w:pStyle w:val="a4"/>
              <w:spacing w:line="360" w:lineRule="auto"/>
              <w:ind w:left="669" w:hangingChars="300" w:hanging="669"/>
              <w:jc w:val="center"/>
              <w:rPr>
                <w:rFonts w:ascii="BIZ UD明朝 Medium" w:eastAsia="BIZ UD明朝 Medium" w:hAnsi="BIZ UD明朝 Medium"/>
              </w:rPr>
            </w:pPr>
            <w:r w:rsidRPr="007A5ADD">
              <w:rPr>
                <w:rFonts w:ascii="BIZ UD明朝 Medium" w:eastAsia="BIZ UD明朝 Medium" w:hAnsi="BIZ UD明朝 Medium" w:hint="eastAsia"/>
                <w:sz w:val="24"/>
                <w:szCs w:val="24"/>
              </w:rPr>
              <w:t>氏　　名</w:t>
            </w:r>
          </w:p>
        </w:tc>
        <w:tc>
          <w:tcPr>
            <w:tcW w:w="4075" w:type="dxa"/>
            <w:vAlign w:val="center"/>
          </w:tcPr>
          <w:p w14:paraId="6DC3348C" w14:textId="77777777" w:rsidR="005B2BFF" w:rsidRPr="007A5ADD" w:rsidRDefault="005B2BFF" w:rsidP="00C11F6F">
            <w:pPr>
              <w:pStyle w:val="a4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vAlign w:val="center"/>
          </w:tcPr>
          <w:p w14:paraId="74C3CF79" w14:textId="77777777" w:rsidR="005B2BFF" w:rsidRPr="007A5ADD" w:rsidRDefault="005B2BFF" w:rsidP="00C11F6F">
            <w:pPr>
              <w:widowControl/>
              <w:wordWrap/>
              <w:overflowPunct/>
              <w:autoSpaceDE/>
              <w:autoSpaceDN/>
              <w:spacing w:line="360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A5ADD">
              <w:rPr>
                <w:rFonts w:ascii="BIZ UD明朝 Medium" w:eastAsia="BIZ UD明朝 Medium" w:hAnsi="BIZ UD明朝 Medium" w:hint="eastAsia"/>
                <w:sz w:val="24"/>
                <w:szCs w:val="24"/>
              </w:rPr>
              <w:t>受 任 者</w:t>
            </w:r>
          </w:p>
          <w:p w14:paraId="16FB5576" w14:textId="77777777" w:rsidR="005B2BFF" w:rsidRPr="007A5ADD" w:rsidRDefault="005B2BFF" w:rsidP="00C11F6F">
            <w:pPr>
              <w:pStyle w:val="a4"/>
              <w:wordWrap/>
              <w:spacing w:line="360" w:lineRule="auto"/>
              <w:jc w:val="center"/>
              <w:rPr>
                <w:rFonts w:ascii="BIZ UD明朝 Medium" w:eastAsia="BIZ UD明朝 Medium" w:hAnsi="BIZ UD明朝 Medium"/>
              </w:rPr>
            </w:pPr>
            <w:r w:rsidRPr="007A5AD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使 用 印</w:t>
            </w:r>
          </w:p>
        </w:tc>
        <w:tc>
          <w:tcPr>
            <w:tcW w:w="2126" w:type="dxa"/>
            <w:vAlign w:val="center"/>
          </w:tcPr>
          <w:p w14:paraId="430A5720" w14:textId="77777777" w:rsidR="005B2BFF" w:rsidRPr="007A5ADD" w:rsidRDefault="005B2BFF" w:rsidP="00C11F6F">
            <w:pPr>
              <w:widowControl/>
              <w:wordWrap/>
              <w:overflowPunct/>
              <w:autoSpaceDE/>
              <w:autoSpaceDN/>
              <w:jc w:val="center"/>
              <w:rPr>
                <w:rFonts w:ascii="BIZ UD明朝 Medium" w:eastAsia="BIZ UD明朝 Medium" w:hAnsi="BIZ UD明朝 Medium"/>
              </w:rPr>
            </w:pPr>
          </w:p>
          <w:p w14:paraId="7EBD367F" w14:textId="77777777" w:rsidR="005B2BFF" w:rsidRPr="007A5ADD" w:rsidRDefault="005B2BFF" w:rsidP="00C11F6F">
            <w:pPr>
              <w:pStyle w:val="a4"/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14:paraId="323801ED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</w:p>
    <w:p w14:paraId="29AEAAD4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  <w:r w:rsidRPr="007A5ADD">
        <w:rPr>
          <w:rFonts w:ascii="BIZ UD明朝 Medium" w:eastAsia="BIZ UD明朝 Medium" w:hAnsi="BIZ UD明朝 Medium" w:hint="eastAsia"/>
        </w:rPr>
        <w:t>【注意事項】</w:t>
      </w:r>
    </w:p>
    <w:p w14:paraId="2CDC56AA" w14:textId="77777777" w:rsidR="00D97B57" w:rsidRPr="007A5ADD" w:rsidRDefault="00D97B57" w:rsidP="00D97B57">
      <w:pPr>
        <w:pStyle w:val="a4"/>
        <w:ind w:leftChars="8" w:left="208" w:hangingChars="100" w:hanging="193"/>
        <w:rPr>
          <w:rFonts w:ascii="BIZ UD明朝 Medium" w:eastAsia="BIZ UD明朝 Medium" w:hAnsi="BIZ UD明朝 Medium"/>
        </w:rPr>
      </w:pPr>
      <w:r w:rsidRPr="007A5ADD">
        <w:rPr>
          <w:rFonts w:ascii="BIZ UD明朝 Medium" w:eastAsia="BIZ UD明朝 Medium" w:hAnsi="BIZ UD明朝 Medium" w:hint="eastAsia"/>
        </w:rPr>
        <w:t>１　「委任者」は、入札書における「入札者」と同一の記載とすること。</w:t>
      </w:r>
    </w:p>
    <w:p w14:paraId="1BF594D2" w14:textId="77777777" w:rsidR="005B2BFF" w:rsidRPr="007A5ADD" w:rsidRDefault="005B2BFF" w:rsidP="00D97B57">
      <w:pPr>
        <w:pStyle w:val="a4"/>
        <w:rPr>
          <w:rFonts w:ascii="BIZ UD明朝 Medium" w:eastAsia="BIZ UD明朝 Medium" w:hAnsi="BIZ UD明朝 Medium"/>
          <w:szCs w:val="21"/>
        </w:rPr>
      </w:pPr>
      <w:r w:rsidRPr="007A5ADD">
        <w:rPr>
          <w:rFonts w:ascii="BIZ UD明朝 Medium" w:eastAsia="BIZ UD明朝 Medium" w:hAnsi="BIZ UD明朝 Medium" w:hint="eastAsia"/>
          <w:szCs w:val="21"/>
        </w:rPr>
        <w:t>２　委任者の印鑑は、使用印鑑届において、</w:t>
      </w:r>
      <w:r w:rsidRPr="007A5ADD">
        <w:rPr>
          <w:rFonts w:ascii="BIZ UD明朝 Medium" w:eastAsia="BIZ UD明朝 Medium" w:hAnsi="BIZ UD明朝 Medium" w:hint="eastAsia"/>
        </w:rPr>
        <w:t>あらかじめ使用印として届出がなされたもの</w:t>
      </w:r>
      <w:r w:rsidRPr="007A5ADD">
        <w:rPr>
          <w:rFonts w:ascii="BIZ UD明朝 Medium" w:eastAsia="BIZ UD明朝 Medium" w:hAnsi="BIZ UD明朝 Medium" w:hint="eastAsia"/>
          <w:szCs w:val="21"/>
        </w:rPr>
        <w:t>であること。</w:t>
      </w:r>
    </w:p>
    <w:p w14:paraId="375B06B2" w14:textId="77777777" w:rsidR="005B2BFF" w:rsidRPr="007A5ADD" w:rsidRDefault="005B2BFF" w:rsidP="00D97B57">
      <w:pPr>
        <w:pStyle w:val="a4"/>
        <w:rPr>
          <w:rFonts w:ascii="BIZ UD明朝 Medium" w:eastAsia="BIZ UD明朝 Medium" w:hAnsi="BIZ UD明朝 Medium"/>
          <w:szCs w:val="21"/>
        </w:rPr>
      </w:pPr>
      <w:r w:rsidRPr="007A5ADD">
        <w:rPr>
          <w:rFonts w:ascii="BIZ UD明朝 Medium" w:eastAsia="BIZ UD明朝 Medium" w:hAnsi="BIZ UD明朝 Medium" w:hint="eastAsia"/>
          <w:szCs w:val="21"/>
        </w:rPr>
        <w:t>３　受任者は、入札会場に来場し入札する代理人をいう。</w:t>
      </w:r>
    </w:p>
    <w:p w14:paraId="3A1C9C4D" w14:textId="77777777" w:rsidR="00D97B57" w:rsidRPr="007A5ADD" w:rsidRDefault="00D97B57" w:rsidP="00D97B57">
      <w:pPr>
        <w:pStyle w:val="a4"/>
        <w:rPr>
          <w:rFonts w:ascii="BIZ UD明朝 Medium" w:eastAsia="BIZ UD明朝 Medium" w:hAnsi="BIZ UD明朝 Medium"/>
          <w:szCs w:val="21"/>
        </w:rPr>
      </w:pPr>
      <w:r w:rsidRPr="007A5ADD">
        <w:rPr>
          <w:rFonts w:ascii="BIZ UD明朝 Medium" w:eastAsia="BIZ UD明朝 Medium" w:hAnsi="BIZ UD明朝 Medium" w:hint="eastAsia"/>
          <w:szCs w:val="21"/>
        </w:rPr>
        <w:t>４　必ず、入札書には「受任者使用印」を押印すること。</w:t>
      </w:r>
    </w:p>
    <w:p w14:paraId="76A5144E" w14:textId="77777777" w:rsidR="00FB647C" w:rsidRPr="007A5ADD" w:rsidRDefault="00FB647C" w:rsidP="005B2BFF">
      <w:pPr>
        <w:rPr>
          <w:rFonts w:ascii="BIZ UD明朝 Medium" w:eastAsia="BIZ UD明朝 Medium" w:hAnsi="BIZ UD明朝 Medium"/>
          <w:szCs w:val="21"/>
        </w:rPr>
      </w:pPr>
    </w:p>
    <w:sectPr w:rsidR="00FB647C" w:rsidRPr="007A5ADD" w:rsidSect="002F5D47">
      <w:pgSz w:w="11906" w:h="16838" w:code="9"/>
      <w:pgMar w:top="851" w:right="1418" w:bottom="567" w:left="1418" w:header="567" w:footer="284" w:gutter="0"/>
      <w:pgNumType w:fmt="numberInDash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3724A" w14:textId="77777777" w:rsidR="00660056" w:rsidRDefault="00660056">
      <w:r>
        <w:separator/>
      </w:r>
    </w:p>
  </w:endnote>
  <w:endnote w:type="continuationSeparator" w:id="0">
    <w:p w14:paraId="2BE82F51" w14:textId="77777777" w:rsidR="00660056" w:rsidRDefault="0066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2356F" w14:textId="77777777" w:rsidR="00660056" w:rsidRDefault="00660056">
      <w:r>
        <w:separator/>
      </w:r>
    </w:p>
  </w:footnote>
  <w:footnote w:type="continuationSeparator" w:id="0">
    <w:p w14:paraId="3BF94B90" w14:textId="77777777" w:rsidR="00660056" w:rsidRDefault="00660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BB2B0BB"/>
    <w:multiLevelType w:val="hybridMultilevel"/>
    <w:tmpl w:val="0C5CB67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030B32"/>
    <w:multiLevelType w:val="hybridMultilevel"/>
    <w:tmpl w:val="ACFE73FB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39CBDF"/>
    <w:multiLevelType w:val="hybridMultilevel"/>
    <w:tmpl w:val="213374B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FB0F1FE"/>
    <w:multiLevelType w:val="hybridMultilevel"/>
    <w:tmpl w:val="737ACB6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F1B6738"/>
    <w:multiLevelType w:val="hybridMultilevel"/>
    <w:tmpl w:val="1C77CE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FFFF7C"/>
    <w:multiLevelType w:val="singleLevel"/>
    <w:tmpl w:val="CA0CD80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6" w15:restartNumberingAfterBreak="0">
    <w:nsid w:val="FFFFFF7D"/>
    <w:multiLevelType w:val="singleLevel"/>
    <w:tmpl w:val="4176DCD6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7" w15:restartNumberingAfterBreak="0">
    <w:nsid w:val="FFFFFF7E"/>
    <w:multiLevelType w:val="singleLevel"/>
    <w:tmpl w:val="621ADC9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8" w15:restartNumberingAfterBreak="0">
    <w:nsid w:val="FFFFFF7F"/>
    <w:multiLevelType w:val="singleLevel"/>
    <w:tmpl w:val="AD7C06E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9" w15:restartNumberingAfterBreak="0">
    <w:nsid w:val="FFFFFF80"/>
    <w:multiLevelType w:val="singleLevel"/>
    <w:tmpl w:val="24901A7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10" w15:restartNumberingAfterBreak="0">
    <w:nsid w:val="FFFFFF81"/>
    <w:multiLevelType w:val="singleLevel"/>
    <w:tmpl w:val="948E8698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11" w15:restartNumberingAfterBreak="0">
    <w:nsid w:val="FFFFFF82"/>
    <w:multiLevelType w:val="singleLevel"/>
    <w:tmpl w:val="FD2870FC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2" w15:restartNumberingAfterBreak="0">
    <w:nsid w:val="FFFFFF83"/>
    <w:multiLevelType w:val="singleLevel"/>
    <w:tmpl w:val="B53A151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13" w15:restartNumberingAfterBreak="0">
    <w:nsid w:val="FFFFFF88"/>
    <w:multiLevelType w:val="singleLevel"/>
    <w:tmpl w:val="9CB69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FFFFFF89"/>
    <w:multiLevelType w:val="singleLevel"/>
    <w:tmpl w:val="B8AE901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120B675D"/>
    <w:multiLevelType w:val="hybridMultilevel"/>
    <w:tmpl w:val="974BE5D0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4FB67BC"/>
    <w:multiLevelType w:val="multilevel"/>
    <w:tmpl w:val="0F743BF2"/>
    <w:lvl w:ilvl="0">
      <w:start w:val="1"/>
      <w:numFmt w:val="ideographDigital"/>
      <w:lvlText w:val=""/>
      <w:lvlJc w:val="left"/>
    </w:lvl>
    <w:lvl w:ilvl="1">
      <w:start w:val="1"/>
      <w:numFmt w:val="decimal"/>
      <w:lvlText w:val="%1."/>
      <w:lvlJc w:val="left"/>
    </w:lvl>
    <w:lvl w:ilvl="2">
      <w:start w:val="1"/>
      <w:numFmt w:val="ideographDigital"/>
      <w:lvlText w:val="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01318E5"/>
    <w:multiLevelType w:val="hybridMultilevel"/>
    <w:tmpl w:val="4F90E322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4C5FFE7"/>
    <w:multiLevelType w:val="hybridMultilevel"/>
    <w:tmpl w:val="60ADD01D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D406FF2"/>
    <w:multiLevelType w:val="hybridMultilevel"/>
    <w:tmpl w:val="E86E078F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FBA8088"/>
    <w:multiLevelType w:val="hybridMultilevel"/>
    <w:tmpl w:val="9297AE5B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18712499">
    <w:abstractNumId w:val="14"/>
  </w:num>
  <w:num w:numId="2" w16cid:durableId="685060968">
    <w:abstractNumId w:val="12"/>
  </w:num>
  <w:num w:numId="3" w16cid:durableId="1953900343">
    <w:abstractNumId w:val="11"/>
  </w:num>
  <w:num w:numId="4" w16cid:durableId="1744447174">
    <w:abstractNumId w:val="10"/>
  </w:num>
  <w:num w:numId="5" w16cid:durableId="767502012">
    <w:abstractNumId w:val="9"/>
  </w:num>
  <w:num w:numId="6" w16cid:durableId="1152717181">
    <w:abstractNumId w:val="13"/>
  </w:num>
  <w:num w:numId="7" w16cid:durableId="506336405">
    <w:abstractNumId w:val="8"/>
  </w:num>
  <w:num w:numId="8" w16cid:durableId="985743645">
    <w:abstractNumId w:val="7"/>
  </w:num>
  <w:num w:numId="9" w16cid:durableId="1851143777">
    <w:abstractNumId w:val="6"/>
  </w:num>
  <w:num w:numId="10" w16cid:durableId="1356886960">
    <w:abstractNumId w:val="5"/>
  </w:num>
  <w:num w:numId="11" w16cid:durableId="1518428472">
    <w:abstractNumId w:val="4"/>
  </w:num>
  <w:num w:numId="12" w16cid:durableId="154759196">
    <w:abstractNumId w:val="2"/>
  </w:num>
  <w:num w:numId="13" w16cid:durableId="2073847024">
    <w:abstractNumId w:val="0"/>
  </w:num>
  <w:num w:numId="14" w16cid:durableId="476916419">
    <w:abstractNumId w:val="3"/>
  </w:num>
  <w:num w:numId="15" w16cid:durableId="1401514893">
    <w:abstractNumId w:val="18"/>
  </w:num>
  <w:num w:numId="16" w16cid:durableId="907376459">
    <w:abstractNumId w:val="16"/>
  </w:num>
  <w:num w:numId="17" w16cid:durableId="1293251012">
    <w:abstractNumId w:val="1"/>
  </w:num>
  <w:num w:numId="18" w16cid:durableId="1691906627">
    <w:abstractNumId w:val="20"/>
  </w:num>
  <w:num w:numId="19" w16cid:durableId="77557384">
    <w:abstractNumId w:val="19"/>
  </w:num>
  <w:num w:numId="20" w16cid:durableId="2110809027">
    <w:abstractNumId w:val="15"/>
  </w:num>
  <w:num w:numId="21" w16cid:durableId="4084323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5"/>
  <w:drawingGridVerticalSpacing w:val="433"/>
  <w:displayHorizontalDrawingGridEvery w:val="0"/>
  <w:characterSpacingControl w:val="doNotCompress"/>
  <w:strictFirstAndLastChars/>
  <w:hdrShapeDefaults>
    <o:shapedefaults v:ext="edit" spidmax="11265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E2A"/>
    <w:rsid w:val="00001975"/>
    <w:rsid w:val="0000320B"/>
    <w:rsid w:val="00006FA9"/>
    <w:rsid w:val="00007EAE"/>
    <w:rsid w:val="00011E82"/>
    <w:rsid w:val="00014522"/>
    <w:rsid w:val="00015DAF"/>
    <w:rsid w:val="00023FC7"/>
    <w:rsid w:val="00024108"/>
    <w:rsid w:val="00032278"/>
    <w:rsid w:val="00036C16"/>
    <w:rsid w:val="00040545"/>
    <w:rsid w:val="00046D3A"/>
    <w:rsid w:val="0004716D"/>
    <w:rsid w:val="00047BCF"/>
    <w:rsid w:val="0005185E"/>
    <w:rsid w:val="00060510"/>
    <w:rsid w:val="00062F5C"/>
    <w:rsid w:val="0007276E"/>
    <w:rsid w:val="000749F0"/>
    <w:rsid w:val="000811E1"/>
    <w:rsid w:val="00081C83"/>
    <w:rsid w:val="000866E2"/>
    <w:rsid w:val="00096C77"/>
    <w:rsid w:val="000A0C70"/>
    <w:rsid w:val="000A1257"/>
    <w:rsid w:val="000A65E9"/>
    <w:rsid w:val="000B0412"/>
    <w:rsid w:val="000B1A24"/>
    <w:rsid w:val="000C1CE8"/>
    <w:rsid w:val="000C54B8"/>
    <w:rsid w:val="000D0D04"/>
    <w:rsid w:val="000D1135"/>
    <w:rsid w:val="000D2ECB"/>
    <w:rsid w:val="000D47BF"/>
    <w:rsid w:val="000D68A2"/>
    <w:rsid w:val="000E2E2C"/>
    <w:rsid w:val="000E6AF2"/>
    <w:rsid w:val="000F129C"/>
    <w:rsid w:val="000F4FB7"/>
    <w:rsid w:val="000F5D8B"/>
    <w:rsid w:val="000F6F3D"/>
    <w:rsid w:val="000F75F6"/>
    <w:rsid w:val="00100B84"/>
    <w:rsid w:val="00102674"/>
    <w:rsid w:val="001029E1"/>
    <w:rsid w:val="00110E2A"/>
    <w:rsid w:val="00111FED"/>
    <w:rsid w:val="0011385B"/>
    <w:rsid w:val="00113D3E"/>
    <w:rsid w:val="0011489F"/>
    <w:rsid w:val="0011666F"/>
    <w:rsid w:val="00122C29"/>
    <w:rsid w:val="00126990"/>
    <w:rsid w:val="001273BA"/>
    <w:rsid w:val="00127ABD"/>
    <w:rsid w:val="00132C76"/>
    <w:rsid w:val="001333B4"/>
    <w:rsid w:val="001338AF"/>
    <w:rsid w:val="001376BF"/>
    <w:rsid w:val="001422C2"/>
    <w:rsid w:val="001442BB"/>
    <w:rsid w:val="00144410"/>
    <w:rsid w:val="00152D3B"/>
    <w:rsid w:val="00152FCE"/>
    <w:rsid w:val="00154D0A"/>
    <w:rsid w:val="0015542F"/>
    <w:rsid w:val="0015596C"/>
    <w:rsid w:val="00155E7F"/>
    <w:rsid w:val="001565A3"/>
    <w:rsid w:val="00160A5F"/>
    <w:rsid w:val="00161CAE"/>
    <w:rsid w:val="0016221B"/>
    <w:rsid w:val="001628AD"/>
    <w:rsid w:val="00163532"/>
    <w:rsid w:val="00163F49"/>
    <w:rsid w:val="0016414E"/>
    <w:rsid w:val="0017445F"/>
    <w:rsid w:val="00174CF0"/>
    <w:rsid w:val="00175558"/>
    <w:rsid w:val="001755E4"/>
    <w:rsid w:val="00176A3D"/>
    <w:rsid w:val="00177268"/>
    <w:rsid w:val="00182EBB"/>
    <w:rsid w:val="0018411C"/>
    <w:rsid w:val="00185A24"/>
    <w:rsid w:val="00191366"/>
    <w:rsid w:val="00194F58"/>
    <w:rsid w:val="001A0716"/>
    <w:rsid w:val="001A5C9B"/>
    <w:rsid w:val="001B1504"/>
    <w:rsid w:val="001B52F2"/>
    <w:rsid w:val="001B67CD"/>
    <w:rsid w:val="001C4A86"/>
    <w:rsid w:val="001C5D9A"/>
    <w:rsid w:val="001C7BA6"/>
    <w:rsid w:val="001D18B5"/>
    <w:rsid w:val="001D1910"/>
    <w:rsid w:val="001D2919"/>
    <w:rsid w:val="001D6731"/>
    <w:rsid w:val="001D7769"/>
    <w:rsid w:val="001E20AF"/>
    <w:rsid w:val="001E4AB4"/>
    <w:rsid w:val="001E676C"/>
    <w:rsid w:val="001E715C"/>
    <w:rsid w:val="001F1153"/>
    <w:rsid w:val="001F12DC"/>
    <w:rsid w:val="001F27B9"/>
    <w:rsid w:val="001F395F"/>
    <w:rsid w:val="001F441D"/>
    <w:rsid w:val="001F6120"/>
    <w:rsid w:val="002019D9"/>
    <w:rsid w:val="00202037"/>
    <w:rsid w:val="00211EE3"/>
    <w:rsid w:val="00212D85"/>
    <w:rsid w:val="0022244B"/>
    <w:rsid w:val="0022368E"/>
    <w:rsid w:val="002263CF"/>
    <w:rsid w:val="00226782"/>
    <w:rsid w:val="00233EDA"/>
    <w:rsid w:val="00241725"/>
    <w:rsid w:val="00242429"/>
    <w:rsid w:val="0024605B"/>
    <w:rsid w:val="00247409"/>
    <w:rsid w:val="0025270E"/>
    <w:rsid w:val="00257201"/>
    <w:rsid w:val="0026314A"/>
    <w:rsid w:val="00264EB2"/>
    <w:rsid w:val="00265665"/>
    <w:rsid w:val="00267496"/>
    <w:rsid w:val="00275030"/>
    <w:rsid w:val="002750D6"/>
    <w:rsid w:val="00282B7C"/>
    <w:rsid w:val="002848B2"/>
    <w:rsid w:val="00291050"/>
    <w:rsid w:val="002921BC"/>
    <w:rsid w:val="00295574"/>
    <w:rsid w:val="00295F42"/>
    <w:rsid w:val="00297F5B"/>
    <w:rsid w:val="002A013C"/>
    <w:rsid w:val="002A0692"/>
    <w:rsid w:val="002A0F43"/>
    <w:rsid w:val="002A28A0"/>
    <w:rsid w:val="002A3712"/>
    <w:rsid w:val="002A5ACC"/>
    <w:rsid w:val="002B0FDD"/>
    <w:rsid w:val="002B1BA1"/>
    <w:rsid w:val="002B268F"/>
    <w:rsid w:val="002B52C1"/>
    <w:rsid w:val="002B6C47"/>
    <w:rsid w:val="002B6D40"/>
    <w:rsid w:val="002C34E5"/>
    <w:rsid w:val="002C4A17"/>
    <w:rsid w:val="002C62D3"/>
    <w:rsid w:val="002C735B"/>
    <w:rsid w:val="002D16BE"/>
    <w:rsid w:val="002D1B7A"/>
    <w:rsid w:val="002D2A35"/>
    <w:rsid w:val="002D3C95"/>
    <w:rsid w:val="002D505D"/>
    <w:rsid w:val="002D58F5"/>
    <w:rsid w:val="002D5FB3"/>
    <w:rsid w:val="002E0DC8"/>
    <w:rsid w:val="002E17ED"/>
    <w:rsid w:val="002E35BC"/>
    <w:rsid w:val="002E6BC4"/>
    <w:rsid w:val="002E7DA4"/>
    <w:rsid w:val="002F0C2E"/>
    <w:rsid w:val="002F3AA8"/>
    <w:rsid w:val="002F5D47"/>
    <w:rsid w:val="002F65C2"/>
    <w:rsid w:val="003015A5"/>
    <w:rsid w:val="00301F4B"/>
    <w:rsid w:val="003031EB"/>
    <w:rsid w:val="00305302"/>
    <w:rsid w:val="003108B6"/>
    <w:rsid w:val="003113C3"/>
    <w:rsid w:val="00314756"/>
    <w:rsid w:val="00314849"/>
    <w:rsid w:val="00315181"/>
    <w:rsid w:val="003170AD"/>
    <w:rsid w:val="0032213E"/>
    <w:rsid w:val="00336C46"/>
    <w:rsid w:val="00345DD2"/>
    <w:rsid w:val="00346DBC"/>
    <w:rsid w:val="003515F8"/>
    <w:rsid w:val="0035208E"/>
    <w:rsid w:val="003571E3"/>
    <w:rsid w:val="003601FE"/>
    <w:rsid w:val="0036064F"/>
    <w:rsid w:val="00364EB5"/>
    <w:rsid w:val="00366EC1"/>
    <w:rsid w:val="00367E30"/>
    <w:rsid w:val="00373243"/>
    <w:rsid w:val="003733FC"/>
    <w:rsid w:val="00375ECC"/>
    <w:rsid w:val="00377BCE"/>
    <w:rsid w:val="00381869"/>
    <w:rsid w:val="003837A6"/>
    <w:rsid w:val="00384A99"/>
    <w:rsid w:val="00384D4F"/>
    <w:rsid w:val="00386C31"/>
    <w:rsid w:val="003942DD"/>
    <w:rsid w:val="0039432F"/>
    <w:rsid w:val="003963B3"/>
    <w:rsid w:val="00396F15"/>
    <w:rsid w:val="003A5B67"/>
    <w:rsid w:val="003A5DE7"/>
    <w:rsid w:val="003B2A5A"/>
    <w:rsid w:val="003B5C4D"/>
    <w:rsid w:val="003B7A2F"/>
    <w:rsid w:val="003C07CD"/>
    <w:rsid w:val="003C1834"/>
    <w:rsid w:val="003C1D0F"/>
    <w:rsid w:val="003C2020"/>
    <w:rsid w:val="003C2176"/>
    <w:rsid w:val="003C337E"/>
    <w:rsid w:val="003D40B2"/>
    <w:rsid w:val="003E2F7D"/>
    <w:rsid w:val="003E32D7"/>
    <w:rsid w:val="003E43D6"/>
    <w:rsid w:val="003E52CF"/>
    <w:rsid w:val="003E7A7E"/>
    <w:rsid w:val="003F1A59"/>
    <w:rsid w:val="003F61F9"/>
    <w:rsid w:val="003F65CB"/>
    <w:rsid w:val="00411B3F"/>
    <w:rsid w:val="004208A1"/>
    <w:rsid w:val="004224D3"/>
    <w:rsid w:val="0042502B"/>
    <w:rsid w:val="00426146"/>
    <w:rsid w:val="00430004"/>
    <w:rsid w:val="00432722"/>
    <w:rsid w:val="0044209A"/>
    <w:rsid w:val="00442F2D"/>
    <w:rsid w:val="0044713B"/>
    <w:rsid w:val="004545E1"/>
    <w:rsid w:val="00463A4C"/>
    <w:rsid w:val="00474602"/>
    <w:rsid w:val="00477962"/>
    <w:rsid w:val="00482DCF"/>
    <w:rsid w:val="00484986"/>
    <w:rsid w:val="00486BB5"/>
    <w:rsid w:val="00487AC3"/>
    <w:rsid w:val="004914EA"/>
    <w:rsid w:val="0049515D"/>
    <w:rsid w:val="004978CB"/>
    <w:rsid w:val="004A36DB"/>
    <w:rsid w:val="004A4844"/>
    <w:rsid w:val="004A5228"/>
    <w:rsid w:val="004A7C72"/>
    <w:rsid w:val="004B4F88"/>
    <w:rsid w:val="004C1BAE"/>
    <w:rsid w:val="004C22B0"/>
    <w:rsid w:val="004C51FB"/>
    <w:rsid w:val="004D1379"/>
    <w:rsid w:val="004D19FC"/>
    <w:rsid w:val="004D7145"/>
    <w:rsid w:val="004E26B8"/>
    <w:rsid w:val="004E2FAB"/>
    <w:rsid w:val="004E53E2"/>
    <w:rsid w:val="004E5A0B"/>
    <w:rsid w:val="004E7B7F"/>
    <w:rsid w:val="004F24EB"/>
    <w:rsid w:val="004F6B7F"/>
    <w:rsid w:val="00503B40"/>
    <w:rsid w:val="00504B57"/>
    <w:rsid w:val="005121A7"/>
    <w:rsid w:val="005126D4"/>
    <w:rsid w:val="005171DF"/>
    <w:rsid w:val="0052396D"/>
    <w:rsid w:val="00525C49"/>
    <w:rsid w:val="0052711E"/>
    <w:rsid w:val="0052712A"/>
    <w:rsid w:val="00530EC1"/>
    <w:rsid w:val="0053431C"/>
    <w:rsid w:val="00536453"/>
    <w:rsid w:val="00540F86"/>
    <w:rsid w:val="00541288"/>
    <w:rsid w:val="005429CE"/>
    <w:rsid w:val="00542D9E"/>
    <w:rsid w:val="0054552E"/>
    <w:rsid w:val="00545F50"/>
    <w:rsid w:val="00550FF8"/>
    <w:rsid w:val="00556347"/>
    <w:rsid w:val="00557D66"/>
    <w:rsid w:val="005625D9"/>
    <w:rsid w:val="00563BA5"/>
    <w:rsid w:val="0056656A"/>
    <w:rsid w:val="005731BC"/>
    <w:rsid w:val="00575618"/>
    <w:rsid w:val="00581B6A"/>
    <w:rsid w:val="00582742"/>
    <w:rsid w:val="00584EE3"/>
    <w:rsid w:val="00591B01"/>
    <w:rsid w:val="00591D8F"/>
    <w:rsid w:val="0059304F"/>
    <w:rsid w:val="005970A3"/>
    <w:rsid w:val="005975B3"/>
    <w:rsid w:val="005A0E82"/>
    <w:rsid w:val="005A7583"/>
    <w:rsid w:val="005B11F7"/>
    <w:rsid w:val="005B2BFF"/>
    <w:rsid w:val="005B589B"/>
    <w:rsid w:val="005C35E5"/>
    <w:rsid w:val="005C63C5"/>
    <w:rsid w:val="005D29B3"/>
    <w:rsid w:val="005D760B"/>
    <w:rsid w:val="005E0A2D"/>
    <w:rsid w:val="005E0C26"/>
    <w:rsid w:val="005E1013"/>
    <w:rsid w:val="005E1234"/>
    <w:rsid w:val="006023BD"/>
    <w:rsid w:val="006040FF"/>
    <w:rsid w:val="0060579B"/>
    <w:rsid w:val="00606209"/>
    <w:rsid w:val="00607C4D"/>
    <w:rsid w:val="0061067B"/>
    <w:rsid w:val="00617E0F"/>
    <w:rsid w:val="006201E9"/>
    <w:rsid w:val="00621A26"/>
    <w:rsid w:val="00623CCF"/>
    <w:rsid w:val="00624BE2"/>
    <w:rsid w:val="0062683C"/>
    <w:rsid w:val="00633A89"/>
    <w:rsid w:val="00634492"/>
    <w:rsid w:val="00635F8A"/>
    <w:rsid w:val="00636B1B"/>
    <w:rsid w:val="00637F88"/>
    <w:rsid w:val="00640929"/>
    <w:rsid w:val="00641E62"/>
    <w:rsid w:val="006523DA"/>
    <w:rsid w:val="00654025"/>
    <w:rsid w:val="00660056"/>
    <w:rsid w:val="00665BA4"/>
    <w:rsid w:val="006668D4"/>
    <w:rsid w:val="0067714C"/>
    <w:rsid w:val="006829EF"/>
    <w:rsid w:val="00683F4E"/>
    <w:rsid w:val="00684788"/>
    <w:rsid w:val="00691F71"/>
    <w:rsid w:val="006939C8"/>
    <w:rsid w:val="006A7C97"/>
    <w:rsid w:val="006B03E3"/>
    <w:rsid w:val="006B2606"/>
    <w:rsid w:val="006B7AA6"/>
    <w:rsid w:val="006C2AFE"/>
    <w:rsid w:val="006E1BF4"/>
    <w:rsid w:val="006E31CB"/>
    <w:rsid w:val="006F1F49"/>
    <w:rsid w:val="006F3321"/>
    <w:rsid w:val="006F61C3"/>
    <w:rsid w:val="00702841"/>
    <w:rsid w:val="007035B9"/>
    <w:rsid w:val="00703B4D"/>
    <w:rsid w:val="0070449A"/>
    <w:rsid w:val="007150E2"/>
    <w:rsid w:val="007153DE"/>
    <w:rsid w:val="00716C43"/>
    <w:rsid w:val="007240EB"/>
    <w:rsid w:val="00724618"/>
    <w:rsid w:val="007278D3"/>
    <w:rsid w:val="00730D88"/>
    <w:rsid w:val="00730F8E"/>
    <w:rsid w:val="0073135C"/>
    <w:rsid w:val="00733210"/>
    <w:rsid w:val="00734782"/>
    <w:rsid w:val="0073731E"/>
    <w:rsid w:val="00737E33"/>
    <w:rsid w:val="00742794"/>
    <w:rsid w:val="00744F72"/>
    <w:rsid w:val="00752E17"/>
    <w:rsid w:val="007532B6"/>
    <w:rsid w:val="00753776"/>
    <w:rsid w:val="007570A3"/>
    <w:rsid w:val="007577A1"/>
    <w:rsid w:val="00761E83"/>
    <w:rsid w:val="00763390"/>
    <w:rsid w:val="00763572"/>
    <w:rsid w:val="00766CCA"/>
    <w:rsid w:val="00771075"/>
    <w:rsid w:val="00773861"/>
    <w:rsid w:val="00775996"/>
    <w:rsid w:val="00780B39"/>
    <w:rsid w:val="007823D2"/>
    <w:rsid w:val="00784A30"/>
    <w:rsid w:val="0078753B"/>
    <w:rsid w:val="00787699"/>
    <w:rsid w:val="00790CFF"/>
    <w:rsid w:val="00792BF8"/>
    <w:rsid w:val="007937A0"/>
    <w:rsid w:val="007944DB"/>
    <w:rsid w:val="007971FE"/>
    <w:rsid w:val="007A1B82"/>
    <w:rsid w:val="007A225F"/>
    <w:rsid w:val="007A5ADD"/>
    <w:rsid w:val="007B35D3"/>
    <w:rsid w:val="007B5FDD"/>
    <w:rsid w:val="007B6945"/>
    <w:rsid w:val="007B7004"/>
    <w:rsid w:val="007C060C"/>
    <w:rsid w:val="007C0DE0"/>
    <w:rsid w:val="007D053A"/>
    <w:rsid w:val="007D0F57"/>
    <w:rsid w:val="007D1E8D"/>
    <w:rsid w:val="007D3789"/>
    <w:rsid w:val="007D37FB"/>
    <w:rsid w:val="007E2521"/>
    <w:rsid w:val="007E43AB"/>
    <w:rsid w:val="007E73EB"/>
    <w:rsid w:val="007E7F06"/>
    <w:rsid w:val="007F0F3B"/>
    <w:rsid w:val="007F232A"/>
    <w:rsid w:val="007F341D"/>
    <w:rsid w:val="007F39A2"/>
    <w:rsid w:val="007F3E2A"/>
    <w:rsid w:val="0080597F"/>
    <w:rsid w:val="0080691E"/>
    <w:rsid w:val="00810CAC"/>
    <w:rsid w:val="00811C28"/>
    <w:rsid w:val="008125BC"/>
    <w:rsid w:val="00815DB4"/>
    <w:rsid w:val="0082121A"/>
    <w:rsid w:val="008321CD"/>
    <w:rsid w:val="00841470"/>
    <w:rsid w:val="008446EB"/>
    <w:rsid w:val="00844A18"/>
    <w:rsid w:val="00844BB9"/>
    <w:rsid w:val="00845111"/>
    <w:rsid w:val="0084782D"/>
    <w:rsid w:val="00850EBB"/>
    <w:rsid w:val="008564D7"/>
    <w:rsid w:val="00857826"/>
    <w:rsid w:val="00865627"/>
    <w:rsid w:val="00865C52"/>
    <w:rsid w:val="00866F4C"/>
    <w:rsid w:val="008675B1"/>
    <w:rsid w:val="00871A66"/>
    <w:rsid w:val="00871EED"/>
    <w:rsid w:val="00875789"/>
    <w:rsid w:val="008805CA"/>
    <w:rsid w:val="00881701"/>
    <w:rsid w:val="00886F17"/>
    <w:rsid w:val="00894626"/>
    <w:rsid w:val="008A7579"/>
    <w:rsid w:val="008A7F9E"/>
    <w:rsid w:val="008B4721"/>
    <w:rsid w:val="008B4CA2"/>
    <w:rsid w:val="008B7E4F"/>
    <w:rsid w:val="008C0B47"/>
    <w:rsid w:val="008C1395"/>
    <w:rsid w:val="008C4D1C"/>
    <w:rsid w:val="008C656F"/>
    <w:rsid w:val="008D1005"/>
    <w:rsid w:val="008D31B5"/>
    <w:rsid w:val="008E3B19"/>
    <w:rsid w:val="008E7FF5"/>
    <w:rsid w:val="008F29A2"/>
    <w:rsid w:val="008F5CDE"/>
    <w:rsid w:val="009025C6"/>
    <w:rsid w:val="00905281"/>
    <w:rsid w:val="00906D4A"/>
    <w:rsid w:val="0090736B"/>
    <w:rsid w:val="00913756"/>
    <w:rsid w:val="00917500"/>
    <w:rsid w:val="00921035"/>
    <w:rsid w:val="009226F9"/>
    <w:rsid w:val="009238AA"/>
    <w:rsid w:val="009264AE"/>
    <w:rsid w:val="0093101B"/>
    <w:rsid w:val="00931AF9"/>
    <w:rsid w:val="0093214C"/>
    <w:rsid w:val="00933C99"/>
    <w:rsid w:val="00935542"/>
    <w:rsid w:val="0093753B"/>
    <w:rsid w:val="009416BB"/>
    <w:rsid w:val="00944C6E"/>
    <w:rsid w:val="00945F77"/>
    <w:rsid w:val="00947472"/>
    <w:rsid w:val="00952E81"/>
    <w:rsid w:val="00960076"/>
    <w:rsid w:val="00961FBF"/>
    <w:rsid w:val="00965DF2"/>
    <w:rsid w:val="00976034"/>
    <w:rsid w:val="00982D76"/>
    <w:rsid w:val="0098798D"/>
    <w:rsid w:val="00987C04"/>
    <w:rsid w:val="00992A54"/>
    <w:rsid w:val="00992E91"/>
    <w:rsid w:val="00995557"/>
    <w:rsid w:val="00997E12"/>
    <w:rsid w:val="009A119B"/>
    <w:rsid w:val="009A1B20"/>
    <w:rsid w:val="009A7E9A"/>
    <w:rsid w:val="009B38B5"/>
    <w:rsid w:val="009B5148"/>
    <w:rsid w:val="009B5E8C"/>
    <w:rsid w:val="009B6844"/>
    <w:rsid w:val="009B723A"/>
    <w:rsid w:val="009B76EC"/>
    <w:rsid w:val="009C6B80"/>
    <w:rsid w:val="009D0268"/>
    <w:rsid w:val="009D082A"/>
    <w:rsid w:val="009D28BA"/>
    <w:rsid w:val="009D336C"/>
    <w:rsid w:val="009D65BF"/>
    <w:rsid w:val="009E07AA"/>
    <w:rsid w:val="009E20FF"/>
    <w:rsid w:val="009E7B09"/>
    <w:rsid w:val="009F09E1"/>
    <w:rsid w:val="009F11BF"/>
    <w:rsid w:val="009F126B"/>
    <w:rsid w:val="009F28D1"/>
    <w:rsid w:val="009F4A6A"/>
    <w:rsid w:val="00A0101B"/>
    <w:rsid w:val="00A021F5"/>
    <w:rsid w:val="00A04F28"/>
    <w:rsid w:val="00A055F1"/>
    <w:rsid w:val="00A05B26"/>
    <w:rsid w:val="00A125AD"/>
    <w:rsid w:val="00A1268D"/>
    <w:rsid w:val="00A126D7"/>
    <w:rsid w:val="00A21862"/>
    <w:rsid w:val="00A22DCA"/>
    <w:rsid w:val="00A23930"/>
    <w:rsid w:val="00A24960"/>
    <w:rsid w:val="00A2667D"/>
    <w:rsid w:val="00A3710B"/>
    <w:rsid w:val="00A41F14"/>
    <w:rsid w:val="00A435AF"/>
    <w:rsid w:val="00A467A6"/>
    <w:rsid w:val="00A477D7"/>
    <w:rsid w:val="00A52E21"/>
    <w:rsid w:val="00A66250"/>
    <w:rsid w:val="00A67C7A"/>
    <w:rsid w:val="00A70193"/>
    <w:rsid w:val="00A712A0"/>
    <w:rsid w:val="00A71637"/>
    <w:rsid w:val="00A7397B"/>
    <w:rsid w:val="00A758CC"/>
    <w:rsid w:val="00A81032"/>
    <w:rsid w:val="00A818E6"/>
    <w:rsid w:val="00A81C6C"/>
    <w:rsid w:val="00A8529C"/>
    <w:rsid w:val="00A857AE"/>
    <w:rsid w:val="00A86657"/>
    <w:rsid w:val="00A92A85"/>
    <w:rsid w:val="00A97B27"/>
    <w:rsid w:val="00AA0942"/>
    <w:rsid w:val="00AA2DDE"/>
    <w:rsid w:val="00AA3A53"/>
    <w:rsid w:val="00AB0031"/>
    <w:rsid w:val="00AB0801"/>
    <w:rsid w:val="00AB6978"/>
    <w:rsid w:val="00AB6D91"/>
    <w:rsid w:val="00AC1DE0"/>
    <w:rsid w:val="00AC5805"/>
    <w:rsid w:val="00AD2C73"/>
    <w:rsid w:val="00AE1BC9"/>
    <w:rsid w:val="00AE55F8"/>
    <w:rsid w:val="00AE7292"/>
    <w:rsid w:val="00AF0DCC"/>
    <w:rsid w:val="00AF346F"/>
    <w:rsid w:val="00AF36E0"/>
    <w:rsid w:val="00AF4695"/>
    <w:rsid w:val="00AF7C6D"/>
    <w:rsid w:val="00B069C0"/>
    <w:rsid w:val="00B1330A"/>
    <w:rsid w:val="00B137F0"/>
    <w:rsid w:val="00B16AF4"/>
    <w:rsid w:val="00B20C0B"/>
    <w:rsid w:val="00B210C6"/>
    <w:rsid w:val="00B21FBA"/>
    <w:rsid w:val="00B22162"/>
    <w:rsid w:val="00B237F2"/>
    <w:rsid w:val="00B30977"/>
    <w:rsid w:val="00B32493"/>
    <w:rsid w:val="00B32A0E"/>
    <w:rsid w:val="00B354B5"/>
    <w:rsid w:val="00B42E80"/>
    <w:rsid w:val="00B44325"/>
    <w:rsid w:val="00B45AB3"/>
    <w:rsid w:val="00B5463C"/>
    <w:rsid w:val="00B62E5C"/>
    <w:rsid w:val="00B65CAA"/>
    <w:rsid w:val="00B65F35"/>
    <w:rsid w:val="00B705D5"/>
    <w:rsid w:val="00B75EBE"/>
    <w:rsid w:val="00B7604F"/>
    <w:rsid w:val="00B81012"/>
    <w:rsid w:val="00B8189D"/>
    <w:rsid w:val="00B81C40"/>
    <w:rsid w:val="00B83566"/>
    <w:rsid w:val="00B85B5A"/>
    <w:rsid w:val="00B91AAC"/>
    <w:rsid w:val="00B95EE1"/>
    <w:rsid w:val="00B97899"/>
    <w:rsid w:val="00BA6782"/>
    <w:rsid w:val="00BA6F7C"/>
    <w:rsid w:val="00BB093A"/>
    <w:rsid w:val="00BB1229"/>
    <w:rsid w:val="00BB36EF"/>
    <w:rsid w:val="00BC29EB"/>
    <w:rsid w:val="00BC5039"/>
    <w:rsid w:val="00BD015F"/>
    <w:rsid w:val="00BD05A8"/>
    <w:rsid w:val="00BD0911"/>
    <w:rsid w:val="00BD1166"/>
    <w:rsid w:val="00BD1795"/>
    <w:rsid w:val="00BD4C7A"/>
    <w:rsid w:val="00BE2953"/>
    <w:rsid w:val="00BE3FD9"/>
    <w:rsid w:val="00BE4E4F"/>
    <w:rsid w:val="00BE79FF"/>
    <w:rsid w:val="00BF0147"/>
    <w:rsid w:val="00BF02DE"/>
    <w:rsid w:val="00BF2167"/>
    <w:rsid w:val="00BF22A7"/>
    <w:rsid w:val="00BF2F32"/>
    <w:rsid w:val="00BF31B0"/>
    <w:rsid w:val="00BF4793"/>
    <w:rsid w:val="00BF4B09"/>
    <w:rsid w:val="00BF5C73"/>
    <w:rsid w:val="00C02CF1"/>
    <w:rsid w:val="00C03CCB"/>
    <w:rsid w:val="00C050BE"/>
    <w:rsid w:val="00C05D91"/>
    <w:rsid w:val="00C07637"/>
    <w:rsid w:val="00C11513"/>
    <w:rsid w:val="00C11F6F"/>
    <w:rsid w:val="00C13470"/>
    <w:rsid w:val="00C15D79"/>
    <w:rsid w:val="00C20D12"/>
    <w:rsid w:val="00C24DC6"/>
    <w:rsid w:val="00C26CD1"/>
    <w:rsid w:val="00C27E18"/>
    <w:rsid w:val="00C27F35"/>
    <w:rsid w:val="00C30CEF"/>
    <w:rsid w:val="00C359EE"/>
    <w:rsid w:val="00C35AC3"/>
    <w:rsid w:val="00C3600B"/>
    <w:rsid w:val="00C428E6"/>
    <w:rsid w:val="00C5006C"/>
    <w:rsid w:val="00C50A74"/>
    <w:rsid w:val="00C51797"/>
    <w:rsid w:val="00C520E9"/>
    <w:rsid w:val="00C52FE8"/>
    <w:rsid w:val="00C567A3"/>
    <w:rsid w:val="00C619B5"/>
    <w:rsid w:val="00C64191"/>
    <w:rsid w:val="00C76291"/>
    <w:rsid w:val="00C76B81"/>
    <w:rsid w:val="00C82D82"/>
    <w:rsid w:val="00C834FF"/>
    <w:rsid w:val="00C85685"/>
    <w:rsid w:val="00C857A9"/>
    <w:rsid w:val="00C910E6"/>
    <w:rsid w:val="00CA4711"/>
    <w:rsid w:val="00CA75B6"/>
    <w:rsid w:val="00CA7949"/>
    <w:rsid w:val="00CB337A"/>
    <w:rsid w:val="00CB3492"/>
    <w:rsid w:val="00CB5A7D"/>
    <w:rsid w:val="00CB722D"/>
    <w:rsid w:val="00CB7D11"/>
    <w:rsid w:val="00CC1ADF"/>
    <w:rsid w:val="00CC1E9E"/>
    <w:rsid w:val="00CC2738"/>
    <w:rsid w:val="00CC5ECD"/>
    <w:rsid w:val="00CD0592"/>
    <w:rsid w:val="00CD62A0"/>
    <w:rsid w:val="00CE04AE"/>
    <w:rsid w:val="00CE3E31"/>
    <w:rsid w:val="00CF02FA"/>
    <w:rsid w:val="00CF3AC8"/>
    <w:rsid w:val="00CF3DAF"/>
    <w:rsid w:val="00CF5DC0"/>
    <w:rsid w:val="00D0684E"/>
    <w:rsid w:val="00D06C90"/>
    <w:rsid w:val="00D07AA7"/>
    <w:rsid w:val="00D10101"/>
    <w:rsid w:val="00D11330"/>
    <w:rsid w:val="00D137A8"/>
    <w:rsid w:val="00D156EF"/>
    <w:rsid w:val="00D203DD"/>
    <w:rsid w:val="00D20599"/>
    <w:rsid w:val="00D22B48"/>
    <w:rsid w:val="00D31236"/>
    <w:rsid w:val="00D313C0"/>
    <w:rsid w:val="00D34582"/>
    <w:rsid w:val="00D354EA"/>
    <w:rsid w:val="00D3568B"/>
    <w:rsid w:val="00D376A7"/>
    <w:rsid w:val="00D437BC"/>
    <w:rsid w:val="00D43E2D"/>
    <w:rsid w:val="00D4405B"/>
    <w:rsid w:val="00D4500C"/>
    <w:rsid w:val="00D50610"/>
    <w:rsid w:val="00D56FCB"/>
    <w:rsid w:val="00D62FD0"/>
    <w:rsid w:val="00D6338C"/>
    <w:rsid w:val="00D637E6"/>
    <w:rsid w:val="00D63B5E"/>
    <w:rsid w:val="00D6410B"/>
    <w:rsid w:val="00D647DA"/>
    <w:rsid w:val="00D6539D"/>
    <w:rsid w:val="00D67321"/>
    <w:rsid w:val="00D70640"/>
    <w:rsid w:val="00D76D43"/>
    <w:rsid w:val="00D7776F"/>
    <w:rsid w:val="00D82951"/>
    <w:rsid w:val="00D84475"/>
    <w:rsid w:val="00D935D5"/>
    <w:rsid w:val="00D96E7A"/>
    <w:rsid w:val="00D97B57"/>
    <w:rsid w:val="00DA32A3"/>
    <w:rsid w:val="00DA38B1"/>
    <w:rsid w:val="00DA43A9"/>
    <w:rsid w:val="00DA7B59"/>
    <w:rsid w:val="00DB43A7"/>
    <w:rsid w:val="00DB5ADB"/>
    <w:rsid w:val="00DB6E5C"/>
    <w:rsid w:val="00DC18BB"/>
    <w:rsid w:val="00DC402D"/>
    <w:rsid w:val="00DC508E"/>
    <w:rsid w:val="00DC5B56"/>
    <w:rsid w:val="00DC6BF3"/>
    <w:rsid w:val="00DD20F7"/>
    <w:rsid w:val="00DD5E1E"/>
    <w:rsid w:val="00DE18E6"/>
    <w:rsid w:val="00DE38F0"/>
    <w:rsid w:val="00DF09B9"/>
    <w:rsid w:val="00DF3615"/>
    <w:rsid w:val="00DF7456"/>
    <w:rsid w:val="00E023FE"/>
    <w:rsid w:val="00E05F8A"/>
    <w:rsid w:val="00E107D2"/>
    <w:rsid w:val="00E1259A"/>
    <w:rsid w:val="00E12AF0"/>
    <w:rsid w:val="00E12BF4"/>
    <w:rsid w:val="00E31DB4"/>
    <w:rsid w:val="00E32D90"/>
    <w:rsid w:val="00E354FB"/>
    <w:rsid w:val="00E5132A"/>
    <w:rsid w:val="00E572D3"/>
    <w:rsid w:val="00E57501"/>
    <w:rsid w:val="00E57985"/>
    <w:rsid w:val="00E57C6F"/>
    <w:rsid w:val="00E57CDF"/>
    <w:rsid w:val="00E61485"/>
    <w:rsid w:val="00E66B31"/>
    <w:rsid w:val="00E67CEE"/>
    <w:rsid w:val="00E70979"/>
    <w:rsid w:val="00E71AAB"/>
    <w:rsid w:val="00E76697"/>
    <w:rsid w:val="00E80E61"/>
    <w:rsid w:val="00E8127B"/>
    <w:rsid w:val="00E83226"/>
    <w:rsid w:val="00E8468E"/>
    <w:rsid w:val="00E865FC"/>
    <w:rsid w:val="00E86AF0"/>
    <w:rsid w:val="00E870AB"/>
    <w:rsid w:val="00E901D6"/>
    <w:rsid w:val="00E93A5E"/>
    <w:rsid w:val="00E940C8"/>
    <w:rsid w:val="00E95EF3"/>
    <w:rsid w:val="00E978C3"/>
    <w:rsid w:val="00EA057C"/>
    <w:rsid w:val="00EA398B"/>
    <w:rsid w:val="00EA4C52"/>
    <w:rsid w:val="00EA52F0"/>
    <w:rsid w:val="00EA74B1"/>
    <w:rsid w:val="00EB46A7"/>
    <w:rsid w:val="00EC194B"/>
    <w:rsid w:val="00EC3FF1"/>
    <w:rsid w:val="00EC44FA"/>
    <w:rsid w:val="00EC4758"/>
    <w:rsid w:val="00EC61E9"/>
    <w:rsid w:val="00EC6719"/>
    <w:rsid w:val="00EC7D93"/>
    <w:rsid w:val="00ED0345"/>
    <w:rsid w:val="00ED0883"/>
    <w:rsid w:val="00ED2E1D"/>
    <w:rsid w:val="00ED37BC"/>
    <w:rsid w:val="00ED4729"/>
    <w:rsid w:val="00ED4821"/>
    <w:rsid w:val="00ED6823"/>
    <w:rsid w:val="00ED72DD"/>
    <w:rsid w:val="00EE0B31"/>
    <w:rsid w:val="00EE3159"/>
    <w:rsid w:val="00EE4CEA"/>
    <w:rsid w:val="00EE54BF"/>
    <w:rsid w:val="00EE7A08"/>
    <w:rsid w:val="00EE7B4B"/>
    <w:rsid w:val="00EF2E36"/>
    <w:rsid w:val="00EF36EE"/>
    <w:rsid w:val="00EF4BD6"/>
    <w:rsid w:val="00EF552B"/>
    <w:rsid w:val="00F017D3"/>
    <w:rsid w:val="00F03E47"/>
    <w:rsid w:val="00F07C7A"/>
    <w:rsid w:val="00F1185C"/>
    <w:rsid w:val="00F16B49"/>
    <w:rsid w:val="00F23952"/>
    <w:rsid w:val="00F26ECA"/>
    <w:rsid w:val="00F30C6B"/>
    <w:rsid w:val="00F31032"/>
    <w:rsid w:val="00F3147A"/>
    <w:rsid w:val="00F31D4B"/>
    <w:rsid w:val="00F320B1"/>
    <w:rsid w:val="00F35224"/>
    <w:rsid w:val="00F4012D"/>
    <w:rsid w:val="00F416B4"/>
    <w:rsid w:val="00F42357"/>
    <w:rsid w:val="00F50ED0"/>
    <w:rsid w:val="00F526DA"/>
    <w:rsid w:val="00F56EE7"/>
    <w:rsid w:val="00F728E3"/>
    <w:rsid w:val="00F76428"/>
    <w:rsid w:val="00F76482"/>
    <w:rsid w:val="00F81CF6"/>
    <w:rsid w:val="00F82090"/>
    <w:rsid w:val="00F844FB"/>
    <w:rsid w:val="00F9104A"/>
    <w:rsid w:val="00F91D5D"/>
    <w:rsid w:val="00FA1F8F"/>
    <w:rsid w:val="00FA2D97"/>
    <w:rsid w:val="00FA33BE"/>
    <w:rsid w:val="00FB2AAB"/>
    <w:rsid w:val="00FB2BAB"/>
    <w:rsid w:val="00FB3D86"/>
    <w:rsid w:val="00FB5685"/>
    <w:rsid w:val="00FB647C"/>
    <w:rsid w:val="00FC136D"/>
    <w:rsid w:val="00FC1E6D"/>
    <w:rsid w:val="00FC3D8C"/>
    <w:rsid w:val="00FC56D0"/>
    <w:rsid w:val="00FC6F1B"/>
    <w:rsid w:val="00FC79D1"/>
    <w:rsid w:val="00FD05C4"/>
    <w:rsid w:val="00FD1C1B"/>
    <w:rsid w:val="00FD1D13"/>
    <w:rsid w:val="00FD1E30"/>
    <w:rsid w:val="00FD3669"/>
    <w:rsid w:val="00FD65D8"/>
    <w:rsid w:val="00FD6A54"/>
    <w:rsid w:val="00FD6C71"/>
    <w:rsid w:val="00FD775F"/>
    <w:rsid w:val="00FE0E72"/>
    <w:rsid w:val="00FE2665"/>
    <w:rsid w:val="00FF0F39"/>
    <w:rsid w:val="00FF1FF5"/>
    <w:rsid w:val="00FF2B39"/>
    <w:rsid w:val="00FF3895"/>
    <w:rsid w:val="00FF453E"/>
    <w:rsid w:val="00FF5202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3027E0C3"/>
  <w15:chartTrackingRefBased/>
  <w15:docId w15:val="{621ACFB1-4C8B-4E4A-8EC9-E797F39E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paragraph" w:styleId="1">
    <w:name w:val="heading 1"/>
    <w:basedOn w:val="Default"/>
    <w:next w:val="Default"/>
    <w:qFormat/>
    <w:rsid w:val="0093753B"/>
    <w:pPr>
      <w:outlineLvl w:val="0"/>
    </w:pPr>
    <w:rPr>
      <w:rFonts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customStyle="1" w:styleId="a7">
    <w:name w:val="第＊条"/>
    <w:basedOn w:val="a"/>
    <w:pPr>
      <w:ind w:left="229" w:hanging="229"/>
    </w:pPr>
  </w:style>
  <w:style w:type="paragraph" w:customStyle="1" w:styleId="a8">
    <w:name w:val="号"/>
    <w:basedOn w:val="a"/>
    <w:pPr>
      <w:ind w:left="458" w:hanging="229"/>
    </w:pPr>
  </w:style>
  <w:style w:type="paragraph" w:customStyle="1" w:styleId="a9">
    <w:name w:val="号の細分"/>
    <w:basedOn w:val="a"/>
    <w:pPr>
      <w:ind w:left="687" w:hanging="229"/>
    </w:pPr>
  </w:style>
  <w:style w:type="paragraph" w:customStyle="1" w:styleId="aa">
    <w:name w:val="タイトル"/>
    <w:basedOn w:val="a"/>
    <w:pPr>
      <w:ind w:left="840" w:right="840"/>
    </w:pPr>
    <w:rPr>
      <w:sz w:val="28"/>
    </w:rPr>
  </w:style>
  <w:style w:type="paragraph" w:customStyle="1" w:styleId="ab">
    <w:name w:val="号の細細分"/>
    <w:basedOn w:val="a9"/>
    <w:pPr>
      <w:ind w:left="916"/>
    </w:pPr>
  </w:style>
  <w:style w:type="paragraph" w:customStyle="1" w:styleId="ac">
    <w:name w:val="項"/>
    <w:basedOn w:val="a7"/>
  </w:style>
  <w:style w:type="paragraph" w:customStyle="1" w:styleId="18">
    <w:name w:val="タイトル18"/>
    <w:basedOn w:val="a"/>
    <w:pPr>
      <w:ind w:left="840" w:right="840"/>
    </w:pPr>
    <w:rPr>
      <w:sz w:val="28"/>
    </w:rPr>
  </w:style>
  <w:style w:type="paragraph" w:customStyle="1" w:styleId="180">
    <w:name w:val="第＊条18"/>
    <w:basedOn w:val="a"/>
    <w:pPr>
      <w:ind w:left="229" w:hanging="229"/>
    </w:pPr>
  </w:style>
  <w:style w:type="paragraph" w:customStyle="1" w:styleId="181">
    <w:name w:val="号18"/>
    <w:basedOn w:val="a"/>
    <w:pPr>
      <w:ind w:left="458" w:hanging="229"/>
    </w:pPr>
  </w:style>
  <w:style w:type="character" w:styleId="ad">
    <w:name w:val="Hyperlink"/>
    <w:rsid w:val="00E8127B"/>
    <w:rPr>
      <w:color w:val="0000FF"/>
      <w:u w:val="single"/>
    </w:rPr>
  </w:style>
  <w:style w:type="paragraph" w:styleId="Web">
    <w:name w:val="Normal (Web)"/>
    <w:basedOn w:val="a"/>
    <w:rsid w:val="001C4A86"/>
    <w:pPr>
      <w:widowControl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Default">
    <w:name w:val="Default"/>
    <w:rsid w:val="0093753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e">
    <w:name w:val="Body Text Indent"/>
    <w:basedOn w:val="Default"/>
    <w:next w:val="Default"/>
    <w:rsid w:val="0093753B"/>
    <w:rPr>
      <w:rFonts w:cs="Times New Roman"/>
      <w:color w:val="auto"/>
    </w:rPr>
  </w:style>
  <w:style w:type="paragraph" w:customStyle="1" w:styleId="af">
    <w:name w:val="一太郎"/>
    <w:basedOn w:val="a"/>
    <w:next w:val="a"/>
    <w:rsid w:val="00A66250"/>
    <w:pPr>
      <w:wordWrap/>
      <w:overflowPunct/>
      <w:adjustRightInd w:val="0"/>
      <w:jc w:val="left"/>
    </w:pPr>
    <w:rPr>
      <w:kern w:val="0"/>
      <w:szCs w:val="24"/>
    </w:rPr>
  </w:style>
  <w:style w:type="character" w:customStyle="1" w:styleId="pcm">
    <w:name w:val="p cm"/>
    <w:basedOn w:val="a0"/>
    <w:rsid w:val="00744F72"/>
  </w:style>
  <w:style w:type="paragraph" w:styleId="af0">
    <w:name w:val="Balloon Text"/>
    <w:basedOn w:val="a"/>
    <w:semiHidden/>
    <w:rsid w:val="00AB0031"/>
    <w:rPr>
      <w:rFonts w:ascii="Arial" w:eastAsia="ＭＳ ゴシック" w:hAnsi="Arial"/>
      <w:sz w:val="18"/>
      <w:szCs w:val="18"/>
    </w:rPr>
  </w:style>
  <w:style w:type="character" w:styleId="af1">
    <w:name w:val="annotation reference"/>
    <w:semiHidden/>
    <w:rsid w:val="007B6945"/>
    <w:rPr>
      <w:sz w:val="18"/>
      <w:szCs w:val="18"/>
    </w:rPr>
  </w:style>
  <w:style w:type="paragraph" w:styleId="af2">
    <w:name w:val="annotation text"/>
    <w:basedOn w:val="a"/>
    <w:semiHidden/>
    <w:rsid w:val="007B6945"/>
    <w:pPr>
      <w:jc w:val="left"/>
    </w:pPr>
  </w:style>
  <w:style w:type="paragraph" w:styleId="af3">
    <w:name w:val="annotation subject"/>
    <w:basedOn w:val="af2"/>
    <w:next w:val="af2"/>
    <w:semiHidden/>
    <w:rsid w:val="007B6945"/>
    <w:rPr>
      <w:b/>
      <w:bCs/>
    </w:rPr>
  </w:style>
  <w:style w:type="table" w:styleId="af4">
    <w:name w:val="Table Grid"/>
    <w:basedOn w:val="a1"/>
    <w:rsid w:val="007D3789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link w:val="a4"/>
    <w:rsid w:val="006E31CB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04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5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30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72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5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10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8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173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1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29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6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31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42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38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99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35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4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615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67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95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4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26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678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3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0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84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4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5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6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72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\WORD&#31934;&#26619;\&#31934;&#26619;&#12510;&#12463;&#12525;&#26412;&#2106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B86DF-C497-4595-A8F7-C08CEDF2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精査マクロ本則.dot</Template>
  <TotalTime>2</TotalTime>
  <Pages>1</Pages>
  <Words>249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山口市営小集落改良住宅条例</vt:lpstr>
      <vt:lpstr>山口市営小集落改良住宅条例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山口市営小集落改良住宅条例</dc:title>
  <dc:subject/>
  <dc:creator>山口市</dc:creator>
  <cp:keywords/>
  <cp:lastModifiedBy>伊藤 真利</cp:lastModifiedBy>
  <cp:revision>6</cp:revision>
  <cp:lastPrinted>2022-03-18T10:53:00Z</cp:lastPrinted>
  <dcterms:created xsi:type="dcterms:W3CDTF">2022-06-18T08:01:00Z</dcterms:created>
  <dcterms:modified xsi:type="dcterms:W3CDTF">2025-06-23T04:57:00Z</dcterms:modified>
</cp:coreProperties>
</file>